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E9CA8" w14:textId="30C2059D" w:rsidR="000B09A1" w:rsidRDefault="00000000" w:rsidP="00E04D54">
      <w:pPr>
        <w:pStyle w:val="Titel"/>
      </w:pPr>
      <w:sdt>
        <w:sdtPr>
          <w:alias w:val="Titel"/>
          <w:tag w:val=""/>
          <w:id w:val="-1148433142"/>
          <w:placeholder>
            <w:docPart w:val="F246763AB24D42CF9B6042B73438F4DD"/>
          </w:placeholder>
          <w:dataBinding w:prefixMappings="xmlns:ns0='http://purl.org/dc/elements/1.1/' xmlns:ns1='http://schemas.openxmlformats.org/package/2006/metadata/core-properties' " w:xpath="/ns1:coreProperties[1]/ns0:title[1]" w:storeItemID="{6C3C8BC8-F283-45AE-878A-BAB7291924A1}"/>
          <w:text/>
        </w:sdtPr>
        <w:sdtContent>
          <w:r w:rsidR="00182DE7">
            <w:t>Bedrijfshandboek</w:t>
          </w:r>
        </w:sdtContent>
      </w:sdt>
      <w:r w:rsidR="00182DE7">
        <w:t xml:space="preserve"> </w:t>
      </w:r>
      <w:sdt>
        <w:sdtPr>
          <w:rPr>
            <w:highlight w:val="yellow"/>
          </w:rPr>
          <w:alias w:val="Bedrijf"/>
          <w:tag w:val=""/>
          <w:id w:val="1022354450"/>
          <w:placeholder>
            <w:docPart w:val="B151AD0342F54266ABDE6AA9A5BF3DF0"/>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141EE21C" w14:textId="77777777" w:rsidR="00276A9F" w:rsidRDefault="00276A9F"/>
    <w:p w14:paraId="2CCD0D89" w14:textId="77777777" w:rsidR="00276A9F" w:rsidRDefault="00276A9F"/>
    <w:p w14:paraId="28D0578F" w14:textId="3B56864F" w:rsidR="00276A9F" w:rsidRDefault="00373668">
      <w:pPr>
        <w:rPr>
          <w:color w:val="FF0000"/>
        </w:rPr>
      </w:pPr>
      <w:r w:rsidRPr="00772E51">
        <w:rPr>
          <w:color w:val="FF0000"/>
        </w:rPr>
        <w:t xml:space="preserve">*** </w:t>
      </w:r>
      <w:r w:rsidR="00276A9F" w:rsidRPr="00772E51">
        <w:rPr>
          <w:color w:val="FF0000"/>
        </w:rPr>
        <w:t>INSTRUCTIE</w:t>
      </w:r>
      <w:r w:rsidRPr="00772E51">
        <w:rPr>
          <w:color w:val="FF0000"/>
        </w:rPr>
        <w:t xml:space="preserve"> </w:t>
      </w:r>
      <w:r w:rsidR="00E70310" w:rsidRPr="00772E51">
        <w:rPr>
          <w:color w:val="FF0000"/>
        </w:rPr>
        <w:t>– LEES DIT EERST</w:t>
      </w:r>
      <w:r w:rsidRPr="00772E51">
        <w:rPr>
          <w:color w:val="FF0000"/>
        </w:rPr>
        <w:t>***</w:t>
      </w:r>
    </w:p>
    <w:p w14:paraId="16E503FD" w14:textId="77777777" w:rsidR="00580762" w:rsidRPr="007B5255" w:rsidRDefault="00580762" w:rsidP="00580762">
      <w:pPr>
        <w:rPr>
          <w:b/>
          <w:bCs/>
        </w:rPr>
      </w:pPr>
      <w:r w:rsidRPr="007B5255">
        <w:rPr>
          <w:b/>
          <w:bCs/>
        </w:rPr>
        <w:t>Regso Templates - Handleiding voor Kwaliteitsmanagement</w:t>
      </w:r>
    </w:p>
    <w:p w14:paraId="6AD6C4CB" w14:textId="77777777" w:rsidR="00580762" w:rsidRDefault="00580762" w:rsidP="00580762">
      <w:r>
        <w:t>Waarom krijg je deze templates?</w:t>
      </w:r>
    </w:p>
    <w:p w14:paraId="16AEDBBD" w14:textId="77777777" w:rsidR="00580762" w:rsidRDefault="00580762" w:rsidP="00580762">
      <w:r>
        <w:t>Regso geeft je deze templates omdat elke organisatie een goed kwaliteitssysteem verdient. Met deze documenten kun je:</w:t>
      </w:r>
    </w:p>
    <w:p w14:paraId="4D3095CF" w14:textId="7EDCAC6B" w:rsidR="00580762" w:rsidRDefault="00580762" w:rsidP="00580762">
      <w:pPr>
        <w:pStyle w:val="Lijstalinea"/>
        <w:numPr>
          <w:ilvl w:val="0"/>
          <w:numId w:val="32"/>
        </w:numPr>
      </w:pPr>
      <w:r>
        <w:t>Betere producten of diensten maken</w:t>
      </w:r>
    </w:p>
    <w:p w14:paraId="5BF01039" w14:textId="4D69F6A9" w:rsidR="00580762" w:rsidRDefault="00580762" w:rsidP="00580762">
      <w:pPr>
        <w:pStyle w:val="Lijstalinea"/>
        <w:numPr>
          <w:ilvl w:val="0"/>
          <w:numId w:val="32"/>
        </w:numPr>
      </w:pPr>
      <w:r>
        <w:t>Misschien later een ISO 9001-certificaat halen</w:t>
      </w:r>
    </w:p>
    <w:p w14:paraId="23AB355F" w14:textId="7304534E" w:rsidR="00580762" w:rsidRDefault="00580762" w:rsidP="00580762">
      <w:pPr>
        <w:pStyle w:val="Lijstalinea"/>
        <w:numPr>
          <w:ilvl w:val="0"/>
          <w:numId w:val="32"/>
        </w:numPr>
      </w:pPr>
      <w:r>
        <w:t>Stap voor stap je organisatie verbeteren</w:t>
      </w:r>
    </w:p>
    <w:p w14:paraId="459955A9" w14:textId="32A0818E" w:rsidR="008555CA" w:rsidRDefault="008555CA" w:rsidP="008555CA">
      <w:r>
        <w:t>Door deze kennis te delen, willen we iets teruggeven aan het werkveld én laten zien waar REGSO voor staat: praktische en slimme oplossingen.</w:t>
      </w:r>
    </w:p>
    <w:p w14:paraId="540BD9FB" w14:textId="7F50B282" w:rsidR="008555CA" w:rsidRDefault="008555CA" w:rsidP="008555CA">
      <w:r>
        <w:t>We leren ook graag van jou. Als je werkt met deze templates, horen we graag hoe ze bevallen. Wat werkt goed? Wat kan beter? Op die manier blijven wij verbeteren — net als jij.</w:t>
      </w:r>
    </w:p>
    <w:p w14:paraId="6A86B797" w14:textId="2074B045" w:rsidR="00580762" w:rsidRPr="00580762" w:rsidRDefault="00580762" w:rsidP="00580762">
      <w:pPr>
        <w:rPr>
          <w:b/>
          <w:bCs/>
        </w:rPr>
      </w:pPr>
      <w:r w:rsidRPr="00580762">
        <w:rPr>
          <w:b/>
          <w:bCs/>
        </w:rPr>
        <w:t>Hoe gebruik je deze templates?</w:t>
      </w:r>
    </w:p>
    <w:p w14:paraId="61A7CA0D" w14:textId="6C69C67F" w:rsidR="00580762" w:rsidRDefault="00580762" w:rsidP="00580762">
      <w:r w:rsidRPr="00F32FC9">
        <w:rPr>
          <w:b/>
          <w:bCs/>
        </w:rPr>
        <w:t>Belangrijk:</w:t>
      </w:r>
      <w:r>
        <w:t xml:space="preserve"> Dit zijn geen invuloefeningen! Je moet wel de naam van je eigen organisatie invullen waar </w:t>
      </w:r>
      <w:sdt>
        <w:sdtPr>
          <w:alias w:val="Bedrijf"/>
          <w:tag w:val=""/>
          <w:id w:val="-592855910"/>
          <w:placeholder>
            <w:docPart w:val="A22CEDC9002B43F6ADEC43F6E0F53B01"/>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staat.</w:t>
      </w:r>
    </w:p>
    <w:p w14:paraId="68DD2B9D" w14:textId="6B252DBD" w:rsidR="00580762" w:rsidRPr="00580762" w:rsidRDefault="00580762" w:rsidP="00580762">
      <w:pPr>
        <w:rPr>
          <w:b/>
          <w:bCs/>
        </w:rPr>
      </w:pPr>
      <w:r w:rsidRPr="00580762">
        <w:rPr>
          <w:b/>
          <w:bCs/>
        </w:rPr>
        <w:t>Wat is kwaliteitsmanagement eigenlijk?</w:t>
      </w:r>
    </w:p>
    <w:p w14:paraId="15B6D040" w14:textId="77777777" w:rsidR="00580762" w:rsidRDefault="00580762" w:rsidP="00580762">
      <w:r>
        <w:t>Het is niet zo moeilijk:</w:t>
      </w:r>
    </w:p>
    <w:p w14:paraId="215FE644" w14:textId="6EACF4A2" w:rsidR="00580762" w:rsidRDefault="00580762" w:rsidP="00580762">
      <w:pPr>
        <w:pStyle w:val="Lijstalinea"/>
        <w:numPr>
          <w:ilvl w:val="0"/>
          <w:numId w:val="34"/>
        </w:numPr>
      </w:pPr>
      <w:r>
        <w:t>Je organisatie maakt producten of levert diensten</w:t>
      </w:r>
    </w:p>
    <w:p w14:paraId="77118F53" w14:textId="3F03DD06" w:rsidR="00580762" w:rsidRDefault="00580762" w:rsidP="00580762">
      <w:pPr>
        <w:pStyle w:val="Lijstalinea"/>
        <w:numPr>
          <w:ilvl w:val="0"/>
          <w:numId w:val="34"/>
        </w:numPr>
      </w:pPr>
      <w:r>
        <w:t>Klanten vinden deze goed of slecht</w:t>
      </w:r>
    </w:p>
    <w:p w14:paraId="77B44E12" w14:textId="19DE6D59" w:rsidR="00580762" w:rsidRDefault="00580762" w:rsidP="00580762">
      <w:pPr>
        <w:pStyle w:val="Lijstalinea"/>
        <w:numPr>
          <w:ilvl w:val="0"/>
          <w:numId w:val="34"/>
        </w:numPr>
      </w:pPr>
      <w:r>
        <w:t>Tevreden klanten komen terug en vertellen anderen over je</w:t>
      </w:r>
    </w:p>
    <w:p w14:paraId="5B241088" w14:textId="5A7EFE4F" w:rsidR="00580762" w:rsidRDefault="00580762" w:rsidP="00580762">
      <w:pPr>
        <w:pStyle w:val="Lijstalinea"/>
        <w:numPr>
          <w:ilvl w:val="0"/>
          <w:numId w:val="34"/>
        </w:numPr>
      </w:pPr>
      <w:r>
        <w:t>Jouw taak: ontdek wat klanten belangrijk vinden</w:t>
      </w:r>
    </w:p>
    <w:p w14:paraId="119B2553" w14:textId="3774BCB8" w:rsidR="00580762" w:rsidRDefault="00580762" w:rsidP="00580762">
      <w:pPr>
        <w:pStyle w:val="Lijstalinea"/>
        <w:numPr>
          <w:ilvl w:val="0"/>
          <w:numId w:val="34"/>
        </w:numPr>
      </w:pPr>
      <w:r>
        <w:t>Maak je producten of diensten nog beter</w:t>
      </w:r>
    </w:p>
    <w:p w14:paraId="07F3948F" w14:textId="2030E2EB" w:rsidR="00580762" w:rsidRDefault="00580762" w:rsidP="00580762">
      <w:pPr>
        <w:pStyle w:val="Lijstalinea"/>
        <w:numPr>
          <w:ilvl w:val="0"/>
          <w:numId w:val="34"/>
        </w:numPr>
      </w:pPr>
      <w:r>
        <w:t>Verbeter je manier van werken</w:t>
      </w:r>
    </w:p>
    <w:p w14:paraId="03A7B266" w14:textId="77777777" w:rsidR="00580762" w:rsidRDefault="00580762" w:rsidP="00580762">
      <w:r>
        <w:t>Dit klinkt simpel, maar in de praktijk is het lastig. Veel organisaties denken dat ze hun klanten al goed begrijpen. Soms klopt dat, vaak niet.</w:t>
      </w:r>
    </w:p>
    <w:p w14:paraId="14FC95C6" w14:textId="29481584" w:rsidR="00580762" w:rsidRPr="00580762" w:rsidRDefault="00580762" w:rsidP="00580762">
      <w:pPr>
        <w:rPr>
          <w:b/>
          <w:bCs/>
        </w:rPr>
      </w:pPr>
      <w:r w:rsidRPr="00580762">
        <w:rPr>
          <w:b/>
          <w:bCs/>
        </w:rPr>
        <w:t>Praktische tips</w:t>
      </w:r>
    </w:p>
    <w:p w14:paraId="63EF9BD0" w14:textId="04EF30F6" w:rsidR="00580762" w:rsidRPr="00E40946" w:rsidRDefault="00580762" w:rsidP="00580762">
      <w:pPr>
        <w:rPr>
          <w:b/>
          <w:bCs/>
        </w:rPr>
      </w:pPr>
      <w:r w:rsidRPr="00E40946">
        <w:rPr>
          <w:b/>
          <w:bCs/>
        </w:rPr>
        <w:t>Over de vormgeving</w:t>
      </w:r>
    </w:p>
    <w:p w14:paraId="7A3960B0" w14:textId="5D4F5B41" w:rsidR="00580762" w:rsidRDefault="00580762" w:rsidP="00580762">
      <w:pPr>
        <w:pStyle w:val="Lijstalinea"/>
        <w:numPr>
          <w:ilvl w:val="0"/>
          <w:numId w:val="32"/>
        </w:numPr>
      </w:pPr>
      <w:r>
        <w:t>Deze templates zien er niet mooi uit - dat is expres</w:t>
      </w:r>
    </w:p>
    <w:p w14:paraId="063F2FE2" w14:textId="2657C4A0" w:rsidR="00580762" w:rsidRDefault="00580762" w:rsidP="00580762">
      <w:pPr>
        <w:pStyle w:val="Lijstalinea"/>
        <w:numPr>
          <w:ilvl w:val="0"/>
          <w:numId w:val="32"/>
        </w:numPr>
      </w:pPr>
      <w:r>
        <w:t>Maak ze mooi met je eigen huisstijl</w:t>
      </w:r>
    </w:p>
    <w:p w14:paraId="411CB2F7" w14:textId="09B4C021" w:rsidR="00580762" w:rsidRDefault="00580762" w:rsidP="00580762">
      <w:pPr>
        <w:pStyle w:val="Lijstalinea"/>
        <w:numPr>
          <w:ilvl w:val="0"/>
          <w:numId w:val="32"/>
        </w:numPr>
      </w:pPr>
      <w:r>
        <w:t>Later kun je kiezen: losse PDF-bestanden of alles in andere programma's (SharePoint, Excel, PowerPoint)</w:t>
      </w:r>
    </w:p>
    <w:p w14:paraId="7E0E7415" w14:textId="1CCE85D8" w:rsidR="00580762" w:rsidRPr="00E40946" w:rsidRDefault="00580762" w:rsidP="00580762">
      <w:pPr>
        <w:rPr>
          <w:b/>
          <w:bCs/>
        </w:rPr>
      </w:pPr>
      <w:r w:rsidRPr="00E40946">
        <w:rPr>
          <w:b/>
          <w:bCs/>
        </w:rPr>
        <w:t>Over de twee handboeken</w:t>
      </w:r>
    </w:p>
    <w:p w14:paraId="0B88396D" w14:textId="77777777" w:rsidR="00580762" w:rsidRDefault="00580762" w:rsidP="00580762">
      <w:r>
        <w:t>Je krijgt twee templates:</w:t>
      </w:r>
    </w:p>
    <w:p w14:paraId="040FBE61" w14:textId="4108C679" w:rsidR="00580762" w:rsidRDefault="00580762" w:rsidP="00580762">
      <w:pPr>
        <w:pStyle w:val="Lijstalinea"/>
        <w:numPr>
          <w:ilvl w:val="0"/>
          <w:numId w:val="37"/>
        </w:numPr>
      </w:pPr>
      <w:r>
        <w:lastRenderedPageBreak/>
        <w:t>Bedrijfshandboek - over je producten en diensten</w:t>
      </w:r>
    </w:p>
    <w:p w14:paraId="6B07300E" w14:textId="50560496" w:rsidR="00580762" w:rsidRDefault="00580762" w:rsidP="00580762">
      <w:pPr>
        <w:pStyle w:val="Lijstalinea"/>
        <w:numPr>
          <w:ilvl w:val="0"/>
          <w:numId w:val="37"/>
        </w:numPr>
      </w:pPr>
      <w:r>
        <w:t>Operationeel Handboek - over hoe je werkt</w:t>
      </w:r>
    </w:p>
    <w:p w14:paraId="51D50ADB" w14:textId="77777777" w:rsidR="00580762" w:rsidRDefault="00580762" w:rsidP="00580762">
      <w:r>
        <w:t>Je mag deze namen veranderen naar wat bij jouw organisatie past.</w:t>
      </w:r>
    </w:p>
    <w:p w14:paraId="434E561C" w14:textId="1E1303A9" w:rsidR="00580762" w:rsidRDefault="00580762" w:rsidP="00580762">
      <w:r>
        <w:t>Heel belangrijk te onthouden</w:t>
      </w:r>
    </w:p>
    <w:p w14:paraId="2F4A58FF" w14:textId="3670512F" w:rsidR="00580762" w:rsidRDefault="00580762" w:rsidP="00580762">
      <w:r>
        <w:t xml:space="preserve">Deze documenten </w:t>
      </w:r>
      <w:r w:rsidRPr="00F901D0">
        <w:rPr>
          <w:b/>
          <w:bCs/>
        </w:rPr>
        <w:t>zijn niet</w:t>
      </w:r>
      <w:r>
        <w:t xml:space="preserve"> je kwaliteitssysteem. Ze </w:t>
      </w:r>
      <w:r w:rsidRPr="00F901D0">
        <w:rPr>
          <w:b/>
          <w:bCs/>
        </w:rPr>
        <w:t>beschrijven</w:t>
      </w:r>
      <w:r>
        <w:t xml:space="preserve"> je kwaliteitssysteem.</w:t>
      </w:r>
    </w:p>
    <w:p w14:paraId="3E0C9A5D" w14:textId="77777777" w:rsidR="00580762" w:rsidRDefault="00580762" w:rsidP="00580762">
      <w:r>
        <w:t>Het echte doel is dat je begrijpt:</w:t>
      </w:r>
    </w:p>
    <w:p w14:paraId="048AAE37" w14:textId="00818846" w:rsidR="00580762" w:rsidRDefault="00580762" w:rsidP="00F901D0">
      <w:pPr>
        <w:pStyle w:val="Lijstalinea"/>
        <w:numPr>
          <w:ilvl w:val="0"/>
          <w:numId w:val="32"/>
        </w:numPr>
      </w:pPr>
      <w:r>
        <w:t>Welke systematiek helpt je prestaties verbeteren</w:t>
      </w:r>
    </w:p>
    <w:p w14:paraId="574A31F2" w14:textId="789460C5" w:rsidR="00580762" w:rsidRDefault="00580762" w:rsidP="00F901D0">
      <w:pPr>
        <w:pStyle w:val="Lijstalinea"/>
        <w:numPr>
          <w:ilvl w:val="0"/>
          <w:numId w:val="32"/>
        </w:numPr>
      </w:pPr>
      <w:r>
        <w:t xml:space="preserve">Hoe mensen in je organisatie samenwerken  </w:t>
      </w:r>
    </w:p>
    <w:p w14:paraId="546AF312" w14:textId="7C3A6E19" w:rsidR="00580762" w:rsidRDefault="00580762" w:rsidP="00F901D0">
      <w:pPr>
        <w:pStyle w:val="Lijstalinea"/>
        <w:numPr>
          <w:ilvl w:val="0"/>
          <w:numId w:val="32"/>
        </w:numPr>
      </w:pPr>
      <w:r>
        <w:t>Wat de belangrijkste activiteiten zijn</w:t>
      </w:r>
    </w:p>
    <w:p w14:paraId="25FBD16F" w14:textId="282CA73D" w:rsidR="00580762" w:rsidRDefault="00580762" w:rsidP="00F901D0">
      <w:pPr>
        <w:pStyle w:val="Lijstalinea"/>
        <w:numPr>
          <w:ilvl w:val="0"/>
          <w:numId w:val="32"/>
        </w:numPr>
      </w:pPr>
      <w:r>
        <w:t>Hoe je succes minder van toeval laat afhangen</w:t>
      </w:r>
    </w:p>
    <w:p w14:paraId="7AD45FE0" w14:textId="65935CED" w:rsidR="00580762" w:rsidRPr="00F901D0" w:rsidRDefault="00580762" w:rsidP="00580762">
      <w:pPr>
        <w:rPr>
          <w:b/>
          <w:bCs/>
        </w:rPr>
      </w:pPr>
      <w:r w:rsidRPr="00F901D0">
        <w:rPr>
          <w:b/>
          <w:bCs/>
        </w:rPr>
        <w:t>Hoe pak je het aan?</w:t>
      </w:r>
    </w:p>
    <w:p w14:paraId="7D420871" w14:textId="1AD561A0" w:rsidR="00580762" w:rsidRDefault="00580762" w:rsidP="00580762">
      <w:r>
        <w:t>Werk samen</w:t>
      </w:r>
    </w:p>
    <w:p w14:paraId="694AD5FA" w14:textId="77777777" w:rsidR="00580762" w:rsidRDefault="00580762" w:rsidP="00580762">
      <w:r>
        <w:t>Je hoeft niet alles alleen te doen. Maak werkgroepen met collega's die je kunnen helpen. Jij bent de procesbegeleider.</w:t>
      </w:r>
    </w:p>
    <w:p w14:paraId="4E5A4382" w14:textId="43830924" w:rsidR="00580762" w:rsidRDefault="00580762" w:rsidP="00580762">
      <w:r>
        <w:t>Begin met wat er al is</w:t>
      </w:r>
    </w:p>
    <w:p w14:paraId="77DCB85A" w14:textId="77777777" w:rsidR="00580762" w:rsidRDefault="00580762" w:rsidP="00580762">
      <w:r>
        <w:t>Kijk eerst naar hoe je nu werkt. Er zullen dingen ontbreken die je nog moet invoeren. Doe dit rustig aan - veel verandering tegelijk is moeilijk voor medewerkers.</w:t>
      </w:r>
    </w:p>
    <w:p w14:paraId="37EB0971" w14:textId="1AF74BEF" w:rsidR="00580762" w:rsidRDefault="00580762" w:rsidP="00580762">
      <w:r>
        <w:t>Wees eerlijk</w:t>
      </w:r>
    </w:p>
    <w:p w14:paraId="4ED600ED" w14:textId="77777777" w:rsidR="00580762" w:rsidRDefault="00580762" w:rsidP="00580762">
      <w:r>
        <w:t>Beschrijf hoe je écht werkt, niet hoe het zou moeten. Maak het niet mooier dan het is. Deze documenten moeten een eerlijke spiegel zijn van je organisatie.</w:t>
      </w:r>
    </w:p>
    <w:p w14:paraId="0FAD39CF" w14:textId="0FAA1714" w:rsidR="00580762" w:rsidRDefault="00580762" w:rsidP="00580762">
      <w:r>
        <w:t>Fouten mogen</w:t>
      </w:r>
    </w:p>
    <w:p w14:paraId="038F6DFB" w14:textId="77777777" w:rsidR="00580762" w:rsidRDefault="00580762" w:rsidP="00580762">
      <w:r>
        <w:t>Het hoeft niet perfect te zijn. Je mag fouten maken. Die kun je later altijd nog verbeteren. Het belangrijkste is dat je begint.</w:t>
      </w:r>
    </w:p>
    <w:p w14:paraId="77098290" w14:textId="7E4AC11D" w:rsidR="00580762" w:rsidRDefault="00580762" w:rsidP="00580762">
      <w:r>
        <w:t>Stap voor stap werken</w:t>
      </w:r>
    </w:p>
    <w:p w14:paraId="10B4FFBD" w14:textId="49332396" w:rsidR="00580762" w:rsidRDefault="00580762" w:rsidP="00F901D0">
      <w:pPr>
        <w:pStyle w:val="Lijstalinea"/>
        <w:numPr>
          <w:ilvl w:val="0"/>
          <w:numId w:val="40"/>
        </w:numPr>
      </w:pPr>
      <w:r w:rsidRPr="00F901D0">
        <w:rPr>
          <w:b/>
          <w:bCs/>
        </w:rPr>
        <w:t>Lees eerst alles door</w:t>
      </w:r>
      <w:r>
        <w:t xml:space="preserve"> - alle stappen in beide documenten</w:t>
      </w:r>
    </w:p>
    <w:p w14:paraId="0AC3BBF2" w14:textId="390055BC" w:rsidR="00580762" w:rsidRDefault="00580762" w:rsidP="00F901D0">
      <w:pPr>
        <w:pStyle w:val="Lijstalinea"/>
        <w:numPr>
          <w:ilvl w:val="0"/>
          <w:numId w:val="40"/>
        </w:numPr>
      </w:pPr>
      <w:r w:rsidRPr="00F901D0">
        <w:rPr>
          <w:b/>
          <w:bCs/>
        </w:rPr>
        <w:t>Volg de verwijzingen</w:t>
      </w:r>
      <w:r>
        <w:t xml:space="preserve"> - ze leiden je door de documenten heen</w:t>
      </w:r>
    </w:p>
    <w:p w14:paraId="120DF4EE" w14:textId="01056F29" w:rsidR="00580762" w:rsidRDefault="00580762" w:rsidP="00F901D0">
      <w:pPr>
        <w:pStyle w:val="Lijstalinea"/>
        <w:numPr>
          <w:ilvl w:val="0"/>
          <w:numId w:val="40"/>
        </w:numPr>
      </w:pPr>
      <w:r w:rsidRPr="00F901D0">
        <w:rPr>
          <w:b/>
          <w:bCs/>
        </w:rPr>
        <w:t>Bepaal per stap</w:t>
      </w:r>
      <w:r w:rsidR="00F901D0" w:rsidRPr="00F901D0">
        <w:t xml:space="preserve"> -</w:t>
      </w:r>
      <w:r w:rsidRPr="00F901D0">
        <w:t xml:space="preserve"> </w:t>
      </w:r>
      <w:r>
        <w:t>wie van je collega's kan helpen</w:t>
      </w:r>
    </w:p>
    <w:p w14:paraId="3C7A02E9" w14:textId="666AFF10" w:rsidR="00580762" w:rsidRDefault="00580762" w:rsidP="00F901D0">
      <w:pPr>
        <w:pStyle w:val="Lijstalinea"/>
        <w:numPr>
          <w:ilvl w:val="0"/>
          <w:numId w:val="40"/>
        </w:numPr>
      </w:pPr>
      <w:r w:rsidRPr="00F901D0">
        <w:rPr>
          <w:b/>
          <w:bCs/>
        </w:rPr>
        <w:t>Schrap wat te veel is</w:t>
      </w:r>
      <w:r>
        <w:t>** - niet alles hoeft gebruikt te worden</w:t>
      </w:r>
    </w:p>
    <w:p w14:paraId="20B1A2E4" w14:textId="3987C85B" w:rsidR="00580762" w:rsidRDefault="00580762" w:rsidP="00580762">
      <w:r>
        <w:t>Technische tip</w:t>
      </w:r>
    </w:p>
    <w:p w14:paraId="22E2636F" w14:textId="0760100C" w:rsidR="00580762" w:rsidRDefault="00580762" w:rsidP="00580762">
      <w:r>
        <w:t>n dit document staan verborgen teksten met extra uitleg. Zorg dat je deze kunt zien door in Word te gaan naar: Weergave → Verborgen tekst (aanvinken).</w:t>
      </w:r>
    </w:p>
    <w:p w14:paraId="370DFAB1" w14:textId="35809F4C" w:rsidR="00580762" w:rsidRPr="00C353CC" w:rsidRDefault="00C353CC" w:rsidP="00C353CC">
      <w:pPr>
        <w:jc w:val="center"/>
        <w:rPr>
          <w:b/>
          <w:bCs/>
        </w:rPr>
      </w:pPr>
      <w:r>
        <w:rPr>
          <w:noProof/>
        </w:rPr>
        <w:lastRenderedPageBreak/>
        <w:drawing>
          <wp:inline distT="0" distB="0" distL="0" distR="0" wp14:anchorId="226BEAF2" wp14:editId="21211291">
            <wp:extent cx="1698983" cy="1295400"/>
            <wp:effectExtent l="0" t="0" r="0" b="0"/>
            <wp:docPr id="1822572011" name="Afbeelding 1" descr="Afbeelding met tekst, schermopname, softwar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2011" name="Afbeelding 1" descr="Afbeelding met tekst, schermopname, software, nummer&#10;&#10;Automatisch gegenereerde beschrijving"/>
                    <pic:cNvPicPr/>
                  </pic:nvPicPr>
                  <pic:blipFill>
                    <a:blip r:embed="rId11" cstate="print">
                      <a:extLst>
                        <a:ext uri="{28A0092B-C50C-407E-A947-70E740481C1C}">
                          <a14:useLocalDpi xmlns:a14="http://schemas.microsoft.com/office/drawing/2010/main"/>
                        </a:ext>
                      </a:extLst>
                    </a:blip>
                    <a:stretch>
                      <a:fillRect/>
                    </a:stretch>
                  </pic:blipFill>
                  <pic:spPr>
                    <a:xfrm>
                      <a:off x="0" y="0"/>
                      <a:ext cx="1702171" cy="1297830"/>
                    </a:xfrm>
                    <a:prstGeom prst="rect">
                      <a:avLst/>
                    </a:prstGeom>
                  </pic:spPr>
                </pic:pic>
              </a:graphicData>
            </a:graphic>
          </wp:inline>
        </w:drawing>
      </w:r>
    </w:p>
    <w:p w14:paraId="619027BB" w14:textId="4D427797" w:rsidR="00580762" w:rsidRPr="007B5255" w:rsidRDefault="00580762" w:rsidP="00580762">
      <w:r>
        <w:t>Met deze templates krijg je inzicht in hoe je organisatie werkt. Gebruik dat inzicht om stap voor stap beter te worden.</w:t>
      </w:r>
    </w:p>
    <w:p w14:paraId="4EBAF47E" w14:textId="65964079" w:rsidR="00835132" w:rsidRPr="00AA68AD" w:rsidRDefault="00835132" w:rsidP="00835132">
      <w:pPr>
        <w:rPr>
          <w:b/>
          <w:bCs/>
        </w:rPr>
      </w:pPr>
      <w:r w:rsidRPr="00AA68AD">
        <w:rPr>
          <w:b/>
          <w:bCs/>
        </w:rPr>
        <w:t>Laatste praktische tips</w:t>
      </w:r>
    </w:p>
    <w:p w14:paraId="0F12D36F" w14:textId="73E6DF7D" w:rsidR="00835132" w:rsidRDefault="00835132" w:rsidP="00835132">
      <w:r>
        <w:t>Verborgen teksten</w:t>
      </w:r>
    </w:p>
    <w:p w14:paraId="6046014B" w14:textId="77777777" w:rsidR="00835132" w:rsidRDefault="00835132" w:rsidP="00835132">
      <w:r>
        <w:t>Na het invullen kun je de verborgen teksten (de uitleg) weghalen. Maar het is verstandig om de standaardteksten voorlopig te bewaren. Die kun je later altijd nog aanpassen.</w:t>
      </w:r>
    </w:p>
    <w:p w14:paraId="0EDF3446" w14:textId="41D18AA2" w:rsidR="00835132" w:rsidRPr="00AA68AD" w:rsidRDefault="00835132" w:rsidP="00835132">
      <w:pPr>
        <w:rPr>
          <w:b/>
          <w:bCs/>
        </w:rPr>
      </w:pPr>
      <w:r w:rsidRPr="00AA68AD">
        <w:rPr>
          <w:b/>
          <w:bCs/>
        </w:rPr>
        <w:t>Waar begin je?</w:t>
      </w:r>
    </w:p>
    <w:p w14:paraId="23E51FD9" w14:textId="09B263A9" w:rsidR="00835132" w:rsidRDefault="00835132" w:rsidP="00835132">
      <w:r>
        <w:t>Start bij hoofdstuk 4 en volg de aanwijzingen stap voor stap.</w:t>
      </w:r>
    </w:p>
    <w:p w14:paraId="2A61A312" w14:textId="77777777" w:rsidR="00835132" w:rsidRDefault="00835132" w:rsidP="00835132">
      <w:r>
        <w:t>Als iets onduidelijk is, kan dat twee redenen hebben:</w:t>
      </w:r>
    </w:p>
    <w:p w14:paraId="7EB9A1BB" w14:textId="7A9132F2" w:rsidR="00835132" w:rsidRDefault="00835132" w:rsidP="00AA68AD">
      <w:pPr>
        <w:pStyle w:val="Lijstalinea"/>
        <w:numPr>
          <w:ilvl w:val="0"/>
          <w:numId w:val="32"/>
        </w:numPr>
      </w:pPr>
      <w:r>
        <w:t>Het geldt niet voor jouw organisatie</w:t>
      </w:r>
    </w:p>
    <w:p w14:paraId="327E8BFB" w14:textId="458D45C1" w:rsidR="00835132" w:rsidRDefault="00835132" w:rsidP="00AA68AD">
      <w:pPr>
        <w:pStyle w:val="Lijstalinea"/>
        <w:numPr>
          <w:ilvl w:val="0"/>
          <w:numId w:val="32"/>
        </w:numPr>
      </w:pPr>
      <w:r>
        <w:t>De uitleg is niet duidelijk genoeg</w:t>
      </w:r>
    </w:p>
    <w:p w14:paraId="3C8F0953" w14:textId="45CD20B7" w:rsidR="00835132" w:rsidRDefault="00835132" w:rsidP="00835132">
      <w:r w:rsidRPr="00AA68AD">
        <w:rPr>
          <w:b/>
          <w:bCs/>
        </w:rPr>
        <w:t>Wat doe je dan?</w:t>
      </w:r>
      <w:r>
        <w:t xml:space="preserve"> Ga gewoon verder met de volgende stap. Misschien wordt het later wel duidelijk.</w:t>
      </w:r>
    </w:p>
    <w:p w14:paraId="5E784351" w14:textId="62A34ADF" w:rsidR="007C61E3" w:rsidRDefault="00835132" w:rsidP="0000084F">
      <w:r>
        <w:t>Blijft het onduidelijk? Stuur dan een e-mail naar ronald@regso.nl voor hulp.</w:t>
      </w:r>
    </w:p>
    <w:p w14:paraId="498F3BDD" w14:textId="7FB49AE8" w:rsidR="00182DE7" w:rsidRDefault="00182DE7" w:rsidP="00893668">
      <w:pPr>
        <w:pStyle w:val="Lijstalinea"/>
        <w:numPr>
          <w:ilvl w:val="0"/>
          <w:numId w:val="7"/>
        </w:numPr>
      </w:pPr>
      <w:r>
        <w:br w:type="page"/>
      </w:r>
    </w:p>
    <w:p w14:paraId="4F87165D" w14:textId="4A73CFFB" w:rsidR="0014047A" w:rsidRDefault="00B06608">
      <w:pPr>
        <w:pStyle w:val="Inhopg1"/>
        <w:rPr>
          <w:rFonts w:cstheme="minorBidi"/>
          <w:noProof/>
          <w:kern w:val="2"/>
          <w:sz w:val="24"/>
          <w:szCs w:val="24"/>
          <w:lang w:val="en-NL" w:eastAsia="en-NL"/>
          <w14:ligatures w14:val="standardContextual"/>
        </w:rPr>
      </w:pPr>
      <w:r>
        <w:lastRenderedPageBreak/>
        <w:fldChar w:fldCharType="begin"/>
      </w:r>
      <w:r>
        <w:instrText xml:space="preserve"> TOC \o "1-3" \h \z \u \t "Kop 8;1" </w:instrText>
      </w:r>
      <w:r>
        <w:fldChar w:fldCharType="separate"/>
      </w:r>
      <w:hyperlink w:anchor="_Toc204441991" w:history="1">
        <w:r w:rsidR="0014047A" w:rsidRPr="00686FBA">
          <w:rPr>
            <w:rStyle w:val="Hyperlink"/>
            <w:noProof/>
          </w:rPr>
          <w:t>1</w:t>
        </w:r>
        <w:r w:rsidR="0014047A">
          <w:rPr>
            <w:rFonts w:cstheme="minorBidi"/>
            <w:noProof/>
            <w:kern w:val="2"/>
            <w:sz w:val="24"/>
            <w:szCs w:val="24"/>
            <w:lang w:val="en-NL" w:eastAsia="en-NL"/>
            <w14:ligatures w14:val="standardContextual"/>
          </w:rPr>
          <w:tab/>
        </w:r>
        <w:r w:rsidR="0014047A" w:rsidRPr="00686FBA">
          <w:rPr>
            <w:rStyle w:val="Hyperlink"/>
            <w:noProof/>
          </w:rPr>
          <w:t>Inleiding</w:t>
        </w:r>
        <w:r w:rsidR="0014047A">
          <w:rPr>
            <w:noProof/>
            <w:webHidden/>
          </w:rPr>
          <w:tab/>
        </w:r>
        <w:r w:rsidR="0014047A">
          <w:rPr>
            <w:noProof/>
            <w:webHidden/>
          </w:rPr>
          <w:fldChar w:fldCharType="begin"/>
        </w:r>
        <w:r w:rsidR="0014047A">
          <w:rPr>
            <w:noProof/>
            <w:webHidden/>
          </w:rPr>
          <w:instrText xml:space="preserve"> PAGEREF _Toc204441991 \h </w:instrText>
        </w:r>
        <w:r w:rsidR="0014047A">
          <w:rPr>
            <w:noProof/>
            <w:webHidden/>
          </w:rPr>
        </w:r>
        <w:r w:rsidR="0014047A">
          <w:rPr>
            <w:noProof/>
            <w:webHidden/>
          </w:rPr>
          <w:fldChar w:fldCharType="separate"/>
        </w:r>
        <w:r w:rsidR="0014047A">
          <w:rPr>
            <w:noProof/>
            <w:webHidden/>
          </w:rPr>
          <w:t>6</w:t>
        </w:r>
        <w:r w:rsidR="0014047A">
          <w:rPr>
            <w:noProof/>
            <w:webHidden/>
          </w:rPr>
          <w:fldChar w:fldCharType="end"/>
        </w:r>
      </w:hyperlink>
    </w:p>
    <w:p w14:paraId="0C71C81D" w14:textId="5F773DBB" w:rsidR="0014047A" w:rsidRDefault="0014047A">
      <w:pPr>
        <w:pStyle w:val="Inhopg1"/>
        <w:rPr>
          <w:rFonts w:cstheme="minorBidi"/>
          <w:noProof/>
          <w:kern w:val="2"/>
          <w:sz w:val="24"/>
          <w:szCs w:val="24"/>
          <w:lang w:val="en-NL" w:eastAsia="en-NL"/>
          <w14:ligatures w14:val="standardContextual"/>
        </w:rPr>
      </w:pPr>
      <w:hyperlink w:anchor="_Toc204441992" w:history="1">
        <w:r w:rsidRPr="00686FBA">
          <w:rPr>
            <w:rStyle w:val="Hyperlink"/>
            <w:noProof/>
          </w:rPr>
          <w:t>2</w:t>
        </w:r>
        <w:r>
          <w:rPr>
            <w:rFonts w:cstheme="minorBidi"/>
            <w:noProof/>
            <w:kern w:val="2"/>
            <w:sz w:val="24"/>
            <w:szCs w:val="24"/>
            <w:lang w:val="en-NL" w:eastAsia="en-NL"/>
            <w14:ligatures w14:val="standardContextual"/>
          </w:rPr>
          <w:tab/>
        </w:r>
        <w:r w:rsidRPr="00686FBA">
          <w:rPr>
            <w:rStyle w:val="Hyperlink"/>
            <w:noProof/>
          </w:rPr>
          <w:t xml:space="preserve">Normatieve verwijzingen </w:t>
        </w:r>
        <w:r w:rsidRPr="00686FBA">
          <w:rPr>
            <w:rStyle w:val="Hyperlink"/>
            <w:noProof/>
            <w:highlight w:val="yellow"/>
          </w:rPr>
          <w:t>(optioneel)</w:t>
        </w:r>
        <w:r>
          <w:rPr>
            <w:noProof/>
            <w:webHidden/>
          </w:rPr>
          <w:tab/>
        </w:r>
        <w:r>
          <w:rPr>
            <w:noProof/>
            <w:webHidden/>
          </w:rPr>
          <w:fldChar w:fldCharType="begin"/>
        </w:r>
        <w:r>
          <w:rPr>
            <w:noProof/>
            <w:webHidden/>
          </w:rPr>
          <w:instrText xml:space="preserve"> PAGEREF _Toc204441992 \h </w:instrText>
        </w:r>
        <w:r>
          <w:rPr>
            <w:noProof/>
            <w:webHidden/>
          </w:rPr>
        </w:r>
        <w:r>
          <w:rPr>
            <w:noProof/>
            <w:webHidden/>
          </w:rPr>
          <w:fldChar w:fldCharType="separate"/>
        </w:r>
        <w:r>
          <w:rPr>
            <w:noProof/>
            <w:webHidden/>
          </w:rPr>
          <w:t>6</w:t>
        </w:r>
        <w:r>
          <w:rPr>
            <w:noProof/>
            <w:webHidden/>
          </w:rPr>
          <w:fldChar w:fldCharType="end"/>
        </w:r>
      </w:hyperlink>
    </w:p>
    <w:p w14:paraId="0416C5EC" w14:textId="0AFBD7A3" w:rsidR="0014047A" w:rsidRDefault="0014047A">
      <w:pPr>
        <w:pStyle w:val="Inhopg1"/>
        <w:rPr>
          <w:rFonts w:cstheme="minorBidi"/>
          <w:noProof/>
          <w:kern w:val="2"/>
          <w:sz w:val="24"/>
          <w:szCs w:val="24"/>
          <w:lang w:val="en-NL" w:eastAsia="en-NL"/>
          <w14:ligatures w14:val="standardContextual"/>
        </w:rPr>
      </w:pPr>
      <w:hyperlink w:anchor="_Toc204441993" w:history="1">
        <w:r w:rsidRPr="00686FBA">
          <w:rPr>
            <w:rStyle w:val="Hyperlink"/>
            <w:noProof/>
          </w:rPr>
          <w:t>3</w:t>
        </w:r>
        <w:r>
          <w:rPr>
            <w:rFonts w:cstheme="minorBidi"/>
            <w:noProof/>
            <w:kern w:val="2"/>
            <w:sz w:val="24"/>
            <w:szCs w:val="24"/>
            <w:lang w:val="en-NL" w:eastAsia="en-NL"/>
            <w14:ligatures w14:val="standardContextual"/>
          </w:rPr>
          <w:tab/>
        </w:r>
        <w:r w:rsidRPr="00686FBA">
          <w:rPr>
            <w:rStyle w:val="Hyperlink"/>
            <w:noProof/>
          </w:rPr>
          <w:t>Termen en definities</w:t>
        </w:r>
        <w:r>
          <w:rPr>
            <w:noProof/>
            <w:webHidden/>
          </w:rPr>
          <w:tab/>
        </w:r>
        <w:r>
          <w:rPr>
            <w:noProof/>
            <w:webHidden/>
          </w:rPr>
          <w:fldChar w:fldCharType="begin"/>
        </w:r>
        <w:r>
          <w:rPr>
            <w:noProof/>
            <w:webHidden/>
          </w:rPr>
          <w:instrText xml:space="preserve"> PAGEREF _Toc204441993 \h </w:instrText>
        </w:r>
        <w:r>
          <w:rPr>
            <w:noProof/>
            <w:webHidden/>
          </w:rPr>
        </w:r>
        <w:r>
          <w:rPr>
            <w:noProof/>
            <w:webHidden/>
          </w:rPr>
          <w:fldChar w:fldCharType="separate"/>
        </w:r>
        <w:r>
          <w:rPr>
            <w:noProof/>
            <w:webHidden/>
          </w:rPr>
          <w:t>6</w:t>
        </w:r>
        <w:r>
          <w:rPr>
            <w:noProof/>
            <w:webHidden/>
          </w:rPr>
          <w:fldChar w:fldCharType="end"/>
        </w:r>
      </w:hyperlink>
    </w:p>
    <w:p w14:paraId="78B3A9DA" w14:textId="7319AD1B" w:rsidR="0014047A" w:rsidRDefault="0014047A">
      <w:pPr>
        <w:pStyle w:val="Inhopg1"/>
        <w:rPr>
          <w:rFonts w:cstheme="minorBidi"/>
          <w:noProof/>
          <w:kern w:val="2"/>
          <w:sz w:val="24"/>
          <w:szCs w:val="24"/>
          <w:lang w:val="en-NL" w:eastAsia="en-NL"/>
          <w14:ligatures w14:val="standardContextual"/>
        </w:rPr>
      </w:pPr>
      <w:hyperlink w:anchor="_Toc204441994" w:history="1">
        <w:r w:rsidRPr="00686FBA">
          <w:rPr>
            <w:rStyle w:val="Hyperlink"/>
            <w:noProof/>
          </w:rPr>
          <w:t>4</w:t>
        </w:r>
        <w:r>
          <w:rPr>
            <w:rFonts w:cstheme="minorBidi"/>
            <w:noProof/>
            <w:kern w:val="2"/>
            <w:sz w:val="24"/>
            <w:szCs w:val="24"/>
            <w:lang w:val="en-NL" w:eastAsia="en-NL"/>
            <w14:ligatures w14:val="standardContextual"/>
          </w:rPr>
          <w:tab/>
        </w:r>
        <w:r w:rsidRPr="00686FBA">
          <w:rPr>
            <w:rStyle w:val="Hyperlink"/>
            <w:noProof/>
          </w:rPr>
          <w:t>Korte beschrijving [Organisatie]</w:t>
        </w:r>
        <w:r>
          <w:rPr>
            <w:noProof/>
            <w:webHidden/>
          </w:rPr>
          <w:tab/>
        </w:r>
        <w:r>
          <w:rPr>
            <w:noProof/>
            <w:webHidden/>
          </w:rPr>
          <w:fldChar w:fldCharType="begin"/>
        </w:r>
        <w:r>
          <w:rPr>
            <w:noProof/>
            <w:webHidden/>
          </w:rPr>
          <w:instrText xml:space="preserve"> PAGEREF _Toc204441994 \h </w:instrText>
        </w:r>
        <w:r>
          <w:rPr>
            <w:noProof/>
            <w:webHidden/>
          </w:rPr>
        </w:r>
        <w:r>
          <w:rPr>
            <w:noProof/>
            <w:webHidden/>
          </w:rPr>
          <w:fldChar w:fldCharType="separate"/>
        </w:r>
        <w:r>
          <w:rPr>
            <w:noProof/>
            <w:webHidden/>
          </w:rPr>
          <w:t>6</w:t>
        </w:r>
        <w:r>
          <w:rPr>
            <w:noProof/>
            <w:webHidden/>
          </w:rPr>
          <w:fldChar w:fldCharType="end"/>
        </w:r>
      </w:hyperlink>
    </w:p>
    <w:p w14:paraId="1F87F61A" w14:textId="5C14166D"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1995" w:history="1">
        <w:r w:rsidRPr="00686FBA">
          <w:rPr>
            <w:rStyle w:val="Hyperlink"/>
            <w:noProof/>
          </w:rPr>
          <w:t>4.1</w:t>
        </w:r>
        <w:r>
          <w:rPr>
            <w:rFonts w:cstheme="minorBidi"/>
            <w:noProof/>
            <w:kern w:val="2"/>
            <w:sz w:val="24"/>
            <w:szCs w:val="24"/>
            <w:lang w:val="en-NL" w:eastAsia="en-NL"/>
            <w14:ligatures w14:val="standardContextual"/>
          </w:rPr>
          <w:tab/>
        </w:r>
        <w:r w:rsidRPr="00686FBA">
          <w:rPr>
            <w:rStyle w:val="Hyperlink"/>
            <w:noProof/>
          </w:rPr>
          <w:t>Historie</w:t>
        </w:r>
        <w:r>
          <w:rPr>
            <w:noProof/>
            <w:webHidden/>
          </w:rPr>
          <w:tab/>
        </w:r>
        <w:r>
          <w:rPr>
            <w:noProof/>
            <w:webHidden/>
          </w:rPr>
          <w:fldChar w:fldCharType="begin"/>
        </w:r>
        <w:r>
          <w:rPr>
            <w:noProof/>
            <w:webHidden/>
          </w:rPr>
          <w:instrText xml:space="preserve"> PAGEREF _Toc204441995 \h </w:instrText>
        </w:r>
        <w:r>
          <w:rPr>
            <w:noProof/>
            <w:webHidden/>
          </w:rPr>
        </w:r>
        <w:r>
          <w:rPr>
            <w:noProof/>
            <w:webHidden/>
          </w:rPr>
          <w:fldChar w:fldCharType="separate"/>
        </w:r>
        <w:r>
          <w:rPr>
            <w:noProof/>
            <w:webHidden/>
          </w:rPr>
          <w:t>6</w:t>
        </w:r>
        <w:r>
          <w:rPr>
            <w:noProof/>
            <w:webHidden/>
          </w:rPr>
          <w:fldChar w:fldCharType="end"/>
        </w:r>
      </w:hyperlink>
    </w:p>
    <w:p w14:paraId="3DF8F81F" w14:textId="55168374"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1996" w:history="1">
        <w:r w:rsidRPr="00686FBA">
          <w:rPr>
            <w:rStyle w:val="Hyperlink"/>
            <w:noProof/>
          </w:rPr>
          <w:t>4.2</w:t>
        </w:r>
        <w:r>
          <w:rPr>
            <w:rFonts w:cstheme="minorBidi"/>
            <w:noProof/>
            <w:kern w:val="2"/>
            <w:sz w:val="24"/>
            <w:szCs w:val="24"/>
            <w:lang w:val="en-NL" w:eastAsia="en-NL"/>
            <w14:ligatures w14:val="standardContextual"/>
          </w:rPr>
          <w:tab/>
        </w:r>
        <w:r w:rsidRPr="00686FBA">
          <w:rPr>
            <w:rStyle w:val="Hyperlink"/>
            <w:noProof/>
          </w:rPr>
          <w:t>Strategische richting</w:t>
        </w:r>
        <w:r>
          <w:rPr>
            <w:noProof/>
            <w:webHidden/>
          </w:rPr>
          <w:tab/>
        </w:r>
        <w:r>
          <w:rPr>
            <w:noProof/>
            <w:webHidden/>
          </w:rPr>
          <w:fldChar w:fldCharType="begin"/>
        </w:r>
        <w:r>
          <w:rPr>
            <w:noProof/>
            <w:webHidden/>
          </w:rPr>
          <w:instrText xml:space="preserve"> PAGEREF _Toc204441996 \h </w:instrText>
        </w:r>
        <w:r>
          <w:rPr>
            <w:noProof/>
            <w:webHidden/>
          </w:rPr>
        </w:r>
        <w:r>
          <w:rPr>
            <w:noProof/>
            <w:webHidden/>
          </w:rPr>
          <w:fldChar w:fldCharType="separate"/>
        </w:r>
        <w:r>
          <w:rPr>
            <w:noProof/>
            <w:webHidden/>
          </w:rPr>
          <w:t>6</w:t>
        </w:r>
        <w:r>
          <w:rPr>
            <w:noProof/>
            <w:webHidden/>
          </w:rPr>
          <w:fldChar w:fldCharType="end"/>
        </w:r>
      </w:hyperlink>
    </w:p>
    <w:p w14:paraId="13538B57" w14:textId="1B0927BB"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7" w:history="1">
        <w:r w:rsidRPr="00686FBA">
          <w:rPr>
            <w:rStyle w:val="Hyperlink"/>
            <w:noProof/>
          </w:rPr>
          <w:t>4.2.1</w:t>
        </w:r>
        <w:r>
          <w:rPr>
            <w:rFonts w:cstheme="minorBidi"/>
            <w:noProof/>
            <w:kern w:val="2"/>
            <w:sz w:val="24"/>
            <w:szCs w:val="24"/>
            <w:lang w:val="en-NL" w:eastAsia="en-NL"/>
            <w14:ligatures w14:val="standardContextual"/>
          </w:rPr>
          <w:tab/>
        </w:r>
        <w:r w:rsidRPr="00686FBA">
          <w:rPr>
            <w:rStyle w:val="Hyperlink"/>
            <w:noProof/>
          </w:rPr>
          <w:t>Product-markt-combinaties</w:t>
        </w:r>
        <w:r>
          <w:rPr>
            <w:noProof/>
            <w:webHidden/>
          </w:rPr>
          <w:tab/>
        </w:r>
        <w:r>
          <w:rPr>
            <w:noProof/>
            <w:webHidden/>
          </w:rPr>
          <w:fldChar w:fldCharType="begin"/>
        </w:r>
        <w:r>
          <w:rPr>
            <w:noProof/>
            <w:webHidden/>
          </w:rPr>
          <w:instrText xml:space="preserve"> PAGEREF _Toc204441997 \h </w:instrText>
        </w:r>
        <w:r>
          <w:rPr>
            <w:noProof/>
            <w:webHidden/>
          </w:rPr>
        </w:r>
        <w:r>
          <w:rPr>
            <w:noProof/>
            <w:webHidden/>
          </w:rPr>
          <w:fldChar w:fldCharType="separate"/>
        </w:r>
        <w:r>
          <w:rPr>
            <w:noProof/>
            <w:webHidden/>
          </w:rPr>
          <w:t>6</w:t>
        </w:r>
        <w:r>
          <w:rPr>
            <w:noProof/>
            <w:webHidden/>
          </w:rPr>
          <w:fldChar w:fldCharType="end"/>
        </w:r>
      </w:hyperlink>
    </w:p>
    <w:p w14:paraId="0715466D" w14:textId="1B4F6B30"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8" w:history="1">
        <w:r w:rsidRPr="00686FBA">
          <w:rPr>
            <w:rStyle w:val="Hyperlink"/>
            <w:noProof/>
          </w:rPr>
          <w:t>4.2.2</w:t>
        </w:r>
        <w:r>
          <w:rPr>
            <w:rFonts w:cstheme="minorBidi"/>
            <w:noProof/>
            <w:kern w:val="2"/>
            <w:sz w:val="24"/>
            <w:szCs w:val="24"/>
            <w:lang w:val="en-NL" w:eastAsia="en-NL"/>
            <w14:ligatures w14:val="standardContextual"/>
          </w:rPr>
          <w:tab/>
        </w:r>
        <w:r w:rsidRPr="00686FBA">
          <w:rPr>
            <w:rStyle w:val="Hyperlink"/>
            <w:noProof/>
          </w:rPr>
          <w:t>Issues vanuit de context</w:t>
        </w:r>
        <w:r>
          <w:rPr>
            <w:noProof/>
            <w:webHidden/>
          </w:rPr>
          <w:tab/>
        </w:r>
        <w:r>
          <w:rPr>
            <w:noProof/>
            <w:webHidden/>
          </w:rPr>
          <w:fldChar w:fldCharType="begin"/>
        </w:r>
        <w:r>
          <w:rPr>
            <w:noProof/>
            <w:webHidden/>
          </w:rPr>
          <w:instrText xml:space="preserve"> PAGEREF _Toc204441998 \h </w:instrText>
        </w:r>
        <w:r>
          <w:rPr>
            <w:noProof/>
            <w:webHidden/>
          </w:rPr>
        </w:r>
        <w:r>
          <w:rPr>
            <w:noProof/>
            <w:webHidden/>
          </w:rPr>
          <w:fldChar w:fldCharType="separate"/>
        </w:r>
        <w:r>
          <w:rPr>
            <w:noProof/>
            <w:webHidden/>
          </w:rPr>
          <w:t>7</w:t>
        </w:r>
        <w:r>
          <w:rPr>
            <w:noProof/>
            <w:webHidden/>
          </w:rPr>
          <w:fldChar w:fldCharType="end"/>
        </w:r>
      </w:hyperlink>
    </w:p>
    <w:p w14:paraId="563B7174" w14:textId="4EB28D22"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1999" w:history="1">
        <w:r w:rsidRPr="00686FBA">
          <w:rPr>
            <w:rStyle w:val="Hyperlink"/>
            <w:noProof/>
            <w:lang w:val="en-GB"/>
          </w:rPr>
          <w:t>4.2.3</w:t>
        </w:r>
        <w:r>
          <w:rPr>
            <w:rFonts w:cstheme="minorBidi"/>
            <w:noProof/>
            <w:kern w:val="2"/>
            <w:sz w:val="24"/>
            <w:szCs w:val="24"/>
            <w:lang w:val="en-NL" w:eastAsia="en-NL"/>
            <w14:ligatures w14:val="standardContextual"/>
          </w:rPr>
          <w:tab/>
        </w:r>
        <w:r w:rsidRPr="00686FBA">
          <w:rPr>
            <w:rStyle w:val="Hyperlink"/>
            <w:noProof/>
            <w:lang w:val="en-GB"/>
          </w:rPr>
          <w:t>Supply chain(s) van [Organisatie]</w:t>
        </w:r>
        <w:r>
          <w:rPr>
            <w:noProof/>
            <w:webHidden/>
          </w:rPr>
          <w:tab/>
        </w:r>
        <w:r>
          <w:rPr>
            <w:noProof/>
            <w:webHidden/>
          </w:rPr>
          <w:fldChar w:fldCharType="begin"/>
        </w:r>
        <w:r>
          <w:rPr>
            <w:noProof/>
            <w:webHidden/>
          </w:rPr>
          <w:instrText xml:space="preserve"> PAGEREF _Toc204441999 \h </w:instrText>
        </w:r>
        <w:r>
          <w:rPr>
            <w:noProof/>
            <w:webHidden/>
          </w:rPr>
        </w:r>
        <w:r>
          <w:rPr>
            <w:noProof/>
            <w:webHidden/>
          </w:rPr>
          <w:fldChar w:fldCharType="separate"/>
        </w:r>
        <w:r>
          <w:rPr>
            <w:noProof/>
            <w:webHidden/>
          </w:rPr>
          <w:t>7</w:t>
        </w:r>
        <w:r>
          <w:rPr>
            <w:noProof/>
            <w:webHidden/>
          </w:rPr>
          <w:fldChar w:fldCharType="end"/>
        </w:r>
      </w:hyperlink>
    </w:p>
    <w:p w14:paraId="417C4F46" w14:textId="6D1342D6"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0" w:history="1">
        <w:r w:rsidRPr="00686FBA">
          <w:rPr>
            <w:rStyle w:val="Hyperlink"/>
            <w:noProof/>
          </w:rPr>
          <w:t>4.3</w:t>
        </w:r>
        <w:r>
          <w:rPr>
            <w:rFonts w:cstheme="minorBidi"/>
            <w:noProof/>
            <w:kern w:val="2"/>
            <w:sz w:val="24"/>
            <w:szCs w:val="24"/>
            <w:lang w:val="en-NL" w:eastAsia="en-NL"/>
            <w14:ligatures w14:val="standardContextual"/>
          </w:rPr>
          <w:tab/>
        </w:r>
        <w:r w:rsidRPr="00686FBA">
          <w:rPr>
            <w:rStyle w:val="Hyperlink"/>
            <w:noProof/>
          </w:rPr>
          <w:t>Scope van het managementsysteem</w:t>
        </w:r>
        <w:r>
          <w:rPr>
            <w:noProof/>
            <w:webHidden/>
          </w:rPr>
          <w:tab/>
        </w:r>
        <w:r>
          <w:rPr>
            <w:noProof/>
            <w:webHidden/>
          </w:rPr>
          <w:fldChar w:fldCharType="begin"/>
        </w:r>
        <w:r>
          <w:rPr>
            <w:noProof/>
            <w:webHidden/>
          </w:rPr>
          <w:instrText xml:space="preserve"> PAGEREF _Toc204442000 \h </w:instrText>
        </w:r>
        <w:r>
          <w:rPr>
            <w:noProof/>
            <w:webHidden/>
          </w:rPr>
        </w:r>
        <w:r>
          <w:rPr>
            <w:noProof/>
            <w:webHidden/>
          </w:rPr>
          <w:fldChar w:fldCharType="separate"/>
        </w:r>
        <w:r>
          <w:rPr>
            <w:noProof/>
            <w:webHidden/>
          </w:rPr>
          <w:t>8</w:t>
        </w:r>
        <w:r>
          <w:rPr>
            <w:noProof/>
            <w:webHidden/>
          </w:rPr>
          <w:fldChar w:fldCharType="end"/>
        </w:r>
      </w:hyperlink>
    </w:p>
    <w:p w14:paraId="58FA0BFE" w14:textId="435F8690"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1" w:history="1">
        <w:r w:rsidRPr="00686FBA">
          <w:rPr>
            <w:rStyle w:val="Hyperlink"/>
            <w:noProof/>
          </w:rPr>
          <w:t>4.4</w:t>
        </w:r>
        <w:r>
          <w:rPr>
            <w:rFonts w:cstheme="minorBidi"/>
            <w:noProof/>
            <w:kern w:val="2"/>
            <w:sz w:val="24"/>
            <w:szCs w:val="24"/>
            <w:lang w:val="en-NL" w:eastAsia="en-NL"/>
            <w14:ligatures w14:val="standardContextual"/>
          </w:rPr>
          <w:tab/>
        </w:r>
        <w:r w:rsidRPr="00686FBA">
          <w:rPr>
            <w:rStyle w:val="Hyperlink"/>
            <w:noProof/>
          </w:rPr>
          <w:t>Eisen aan producten en diensten</w:t>
        </w:r>
        <w:r>
          <w:rPr>
            <w:noProof/>
            <w:webHidden/>
          </w:rPr>
          <w:tab/>
        </w:r>
        <w:r>
          <w:rPr>
            <w:noProof/>
            <w:webHidden/>
          </w:rPr>
          <w:fldChar w:fldCharType="begin"/>
        </w:r>
        <w:r>
          <w:rPr>
            <w:noProof/>
            <w:webHidden/>
          </w:rPr>
          <w:instrText xml:space="preserve"> PAGEREF _Toc204442001 \h </w:instrText>
        </w:r>
        <w:r>
          <w:rPr>
            <w:noProof/>
            <w:webHidden/>
          </w:rPr>
        </w:r>
        <w:r>
          <w:rPr>
            <w:noProof/>
            <w:webHidden/>
          </w:rPr>
          <w:fldChar w:fldCharType="separate"/>
        </w:r>
        <w:r>
          <w:rPr>
            <w:noProof/>
            <w:webHidden/>
          </w:rPr>
          <w:t>8</w:t>
        </w:r>
        <w:r>
          <w:rPr>
            <w:noProof/>
            <w:webHidden/>
          </w:rPr>
          <w:fldChar w:fldCharType="end"/>
        </w:r>
      </w:hyperlink>
    </w:p>
    <w:p w14:paraId="0BAAE7C4" w14:textId="7860FB24"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02" w:history="1">
        <w:r w:rsidRPr="00686FBA">
          <w:rPr>
            <w:rStyle w:val="Hyperlink"/>
            <w:noProof/>
          </w:rPr>
          <w:t>4.4.1</w:t>
        </w:r>
        <w:r>
          <w:rPr>
            <w:rFonts w:cstheme="minorBidi"/>
            <w:noProof/>
            <w:kern w:val="2"/>
            <w:sz w:val="24"/>
            <w:szCs w:val="24"/>
            <w:lang w:val="en-NL" w:eastAsia="en-NL"/>
            <w14:ligatures w14:val="standardContextual"/>
          </w:rPr>
          <w:tab/>
        </w:r>
        <w:r w:rsidRPr="00686FBA">
          <w:rPr>
            <w:rStyle w:val="Hyperlink"/>
            <w:noProof/>
          </w:rPr>
          <w:t>Eisen van klanten</w:t>
        </w:r>
        <w:r>
          <w:rPr>
            <w:noProof/>
            <w:webHidden/>
          </w:rPr>
          <w:tab/>
        </w:r>
        <w:r>
          <w:rPr>
            <w:noProof/>
            <w:webHidden/>
          </w:rPr>
          <w:fldChar w:fldCharType="begin"/>
        </w:r>
        <w:r>
          <w:rPr>
            <w:noProof/>
            <w:webHidden/>
          </w:rPr>
          <w:instrText xml:space="preserve"> PAGEREF _Toc204442002 \h </w:instrText>
        </w:r>
        <w:r>
          <w:rPr>
            <w:noProof/>
            <w:webHidden/>
          </w:rPr>
        </w:r>
        <w:r>
          <w:rPr>
            <w:noProof/>
            <w:webHidden/>
          </w:rPr>
          <w:fldChar w:fldCharType="separate"/>
        </w:r>
        <w:r>
          <w:rPr>
            <w:noProof/>
            <w:webHidden/>
          </w:rPr>
          <w:t>8</w:t>
        </w:r>
        <w:r>
          <w:rPr>
            <w:noProof/>
            <w:webHidden/>
          </w:rPr>
          <w:fldChar w:fldCharType="end"/>
        </w:r>
      </w:hyperlink>
    </w:p>
    <w:p w14:paraId="368A1189" w14:textId="0ABA680D"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03" w:history="1">
        <w:r w:rsidRPr="00686FBA">
          <w:rPr>
            <w:rStyle w:val="Hyperlink"/>
            <w:noProof/>
          </w:rPr>
          <w:t>4.4.2</w:t>
        </w:r>
        <w:r>
          <w:rPr>
            <w:rFonts w:cstheme="minorBidi"/>
            <w:noProof/>
            <w:kern w:val="2"/>
            <w:sz w:val="24"/>
            <w:szCs w:val="24"/>
            <w:lang w:val="en-NL" w:eastAsia="en-NL"/>
            <w14:ligatures w14:val="standardContextual"/>
          </w:rPr>
          <w:tab/>
        </w:r>
        <w:r w:rsidRPr="00686FBA">
          <w:rPr>
            <w:rStyle w:val="Hyperlink"/>
            <w:noProof/>
          </w:rPr>
          <w:t>Eisen vanuit wet- en regelgeving (optioneel)</w:t>
        </w:r>
        <w:r>
          <w:rPr>
            <w:noProof/>
            <w:webHidden/>
          </w:rPr>
          <w:tab/>
        </w:r>
        <w:r>
          <w:rPr>
            <w:noProof/>
            <w:webHidden/>
          </w:rPr>
          <w:fldChar w:fldCharType="begin"/>
        </w:r>
        <w:r>
          <w:rPr>
            <w:noProof/>
            <w:webHidden/>
          </w:rPr>
          <w:instrText xml:space="preserve"> PAGEREF _Toc204442003 \h </w:instrText>
        </w:r>
        <w:r>
          <w:rPr>
            <w:noProof/>
            <w:webHidden/>
          </w:rPr>
        </w:r>
        <w:r>
          <w:rPr>
            <w:noProof/>
            <w:webHidden/>
          </w:rPr>
          <w:fldChar w:fldCharType="separate"/>
        </w:r>
        <w:r>
          <w:rPr>
            <w:noProof/>
            <w:webHidden/>
          </w:rPr>
          <w:t>8</w:t>
        </w:r>
        <w:r>
          <w:rPr>
            <w:noProof/>
            <w:webHidden/>
          </w:rPr>
          <w:fldChar w:fldCharType="end"/>
        </w:r>
      </w:hyperlink>
    </w:p>
    <w:p w14:paraId="69CF8B9C" w14:textId="4175F1F2"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4" w:history="1">
        <w:r w:rsidRPr="00686FBA">
          <w:rPr>
            <w:rStyle w:val="Hyperlink"/>
            <w:noProof/>
          </w:rPr>
          <w:t>4.5</w:t>
        </w:r>
        <w:r>
          <w:rPr>
            <w:rFonts w:cstheme="minorBidi"/>
            <w:noProof/>
            <w:kern w:val="2"/>
            <w:sz w:val="24"/>
            <w:szCs w:val="24"/>
            <w:lang w:val="en-NL" w:eastAsia="en-NL"/>
            <w14:ligatures w14:val="standardContextual"/>
          </w:rPr>
          <w:tab/>
        </w:r>
        <w:r w:rsidRPr="00686FBA">
          <w:rPr>
            <w:rStyle w:val="Hyperlink"/>
            <w:noProof/>
          </w:rPr>
          <w:t>Opzet van het managementsysteem van [Organisatie]</w:t>
        </w:r>
        <w:r>
          <w:rPr>
            <w:noProof/>
            <w:webHidden/>
          </w:rPr>
          <w:tab/>
        </w:r>
        <w:r>
          <w:rPr>
            <w:noProof/>
            <w:webHidden/>
          </w:rPr>
          <w:fldChar w:fldCharType="begin"/>
        </w:r>
        <w:r>
          <w:rPr>
            <w:noProof/>
            <w:webHidden/>
          </w:rPr>
          <w:instrText xml:space="preserve"> PAGEREF _Toc204442004 \h </w:instrText>
        </w:r>
        <w:r>
          <w:rPr>
            <w:noProof/>
            <w:webHidden/>
          </w:rPr>
        </w:r>
        <w:r>
          <w:rPr>
            <w:noProof/>
            <w:webHidden/>
          </w:rPr>
          <w:fldChar w:fldCharType="separate"/>
        </w:r>
        <w:r>
          <w:rPr>
            <w:noProof/>
            <w:webHidden/>
          </w:rPr>
          <w:t>8</w:t>
        </w:r>
        <w:r>
          <w:rPr>
            <w:noProof/>
            <w:webHidden/>
          </w:rPr>
          <w:fldChar w:fldCharType="end"/>
        </w:r>
      </w:hyperlink>
    </w:p>
    <w:p w14:paraId="5A2BCD84" w14:textId="0EE1D3C3" w:rsidR="0014047A" w:rsidRDefault="0014047A">
      <w:pPr>
        <w:pStyle w:val="Inhopg1"/>
        <w:rPr>
          <w:rFonts w:cstheme="minorBidi"/>
          <w:noProof/>
          <w:kern w:val="2"/>
          <w:sz w:val="24"/>
          <w:szCs w:val="24"/>
          <w:lang w:val="en-NL" w:eastAsia="en-NL"/>
          <w14:ligatures w14:val="standardContextual"/>
        </w:rPr>
      </w:pPr>
      <w:hyperlink w:anchor="_Toc204442005" w:history="1">
        <w:r w:rsidRPr="00686FBA">
          <w:rPr>
            <w:rStyle w:val="Hyperlink"/>
            <w:noProof/>
          </w:rPr>
          <w:t>5</w:t>
        </w:r>
        <w:r>
          <w:rPr>
            <w:rFonts w:cstheme="minorBidi"/>
            <w:noProof/>
            <w:kern w:val="2"/>
            <w:sz w:val="24"/>
            <w:szCs w:val="24"/>
            <w:lang w:val="en-NL" w:eastAsia="en-NL"/>
            <w14:ligatures w14:val="standardContextual"/>
          </w:rPr>
          <w:tab/>
        </w:r>
        <w:r w:rsidRPr="00686FBA">
          <w:rPr>
            <w:rStyle w:val="Hyperlink"/>
            <w:noProof/>
          </w:rPr>
          <w:t>Definiëren randvoorwaarden activiteiten</w:t>
        </w:r>
        <w:r>
          <w:rPr>
            <w:noProof/>
            <w:webHidden/>
          </w:rPr>
          <w:tab/>
        </w:r>
        <w:r>
          <w:rPr>
            <w:noProof/>
            <w:webHidden/>
          </w:rPr>
          <w:fldChar w:fldCharType="begin"/>
        </w:r>
        <w:r>
          <w:rPr>
            <w:noProof/>
            <w:webHidden/>
          </w:rPr>
          <w:instrText xml:space="preserve"> PAGEREF _Toc204442005 \h </w:instrText>
        </w:r>
        <w:r>
          <w:rPr>
            <w:noProof/>
            <w:webHidden/>
          </w:rPr>
        </w:r>
        <w:r>
          <w:rPr>
            <w:noProof/>
            <w:webHidden/>
          </w:rPr>
          <w:fldChar w:fldCharType="separate"/>
        </w:r>
        <w:r>
          <w:rPr>
            <w:noProof/>
            <w:webHidden/>
          </w:rPr>
          <w:t>10</w:t>
        </w:r>
        <w:r>
          <w:rPr>
            <w:noProof/>
            <w:webHidden/>
          </w:rPr>
          <w:fldChar w:fldCharType="end"/>
        </w:r>
      </w:hyperlink>
    </w:p>
    <w:p w14:paraId="5D7825BB" w14:textId="076E7C3B"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6" w:history="1">
        <w:r w:rsidRPr="00686FBA">
          <w:rPr>
            <w:rStyle w:val="Hyperlink"/>
            <w:noProof/>
          </w:rPr>
          <w:t>5.1</w:t>
        </w:r>
        <w:r>
          <w:rPr>
            <w:rFonts w:cstheme="minorBidi"/>
            <w:noProof/>
            <w:kern w:val="2"/>
            <w:sz w:val="24"/>
            <w:szCs w:val="24"/>
            <w:lang w:val="en-NL" w:eastAsia="en-NL"/>
            <w14:ligatures w14:val="standardContextual"/>
          </w:rPr>
          <w:tab/>
        </w:r>
        <w:r w:rsidRPr="00686FBA">
          <w:rPr>
            <w:rStyle w:val="Hyperlink"/>
            <w:noProof/>
          </w:rPr>
          <w:t>Kwaliteitsbeleid</w:t>
        </w:r>
        <w:r>
          <w:rPr>
            <w:noProof/>
            <w:webHidden/>
          </w:rPr>
          <w:tab/>
        </w:r>
        <w:r>
          <w:rPr>
            <w:noProof/>
            <w:webHidden/>
          </w:rPr>
          <w:fldChar w:fldCharType="begin"/>
        </w:r>
        <w:r>
          <w:rPr>
            <w:noProof/>
            <w:webHidden/>
          </w:rPr>
          <w:instrText xml:space="preserve"> PAGEREF _Toc204442006 \h </w:instrText>
        </w:r>
        <w:r>
          <w:rPr>
            <w:noProof/>
            <w:webHidden/>
          </w:rPr>
        </w:r>
        <w:r>
          <w:rPr>
            <w:noProof/>
            <w:webHidden/>
          </w:rPr>
          <w:fldChar w:fldCharType="separate"/>
        </w:r>
        <w:r>
          <w:rPr>
            <w:noProof/>
            <w:webHidden/>
          </w:rPr>
          <w:t>10</w:t>
        </w:r>
        <w:r>
          <w:rPr>
            <w:noProof/>
            <w:webHidden/>
          </w:rPr>
          <w:fldChar w:fldCharType="end"/>
        </w:r>
      </w:hyperlink>
    </w:p>
    <w:p w14:paraId="654C5C89" w14:textId="105713FC"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7" w:history="1">
        <w:r w:rsidRPr="00686FBA">
          <w:rPr>
            <w:rStyle w:val="Hyperlink"/>
            <w:noProof/>
          </w:rPr>
          <w:t>5.2</w:t>
        </w:r>
        <w:r>
          <w:rPr>
            <w:rFonts w:cstheme="minorBidi"/>
            <w:noProof/>
            <w:kern w:val="2"/>
            <w:sz w:val="24"/>
            <w:szCs w:val="24"/>
            <w:lang w:val="en-NL" w:eastAsia="en-NL"/>
            <w14:ligatures w14:val="standardContextual"/>
          </w:rPr>
          <w:tab/>
        </w:r>
        <w:r w:rsidRPr="00686FBA">
          <w:rPr>
            <w:rStyle w:val="Hyperlink"/>
            <w:noProof/>
          </w:rPr>
          <w:t>Doelstellingen</w:t>
        </w:r>
        <w:r>
          <w:rPr>
            <w:noProof/>
            <w:webHidden/>
          </w:rPr>
          <w:tab/>
        </w:r>
        <w:r>
          <w:rPr>
            <w:noProof/>
            <w:webHidden/>
          </w:rPr>
          <w:fldChar w:fldCharType="begin"/>
        </w:r>
        <w:r>
          <w:rPr>
            <w:noProof/>
            <w:webHidden/>
          </w:rPr>
          <w:instrText xml:space="preserve"> PAGEREF _Toc204442007 \h </w:instrText>
        </w:r>
        <w:r>
          <w:rPr>
            <w:noProof/>
            <w:webHidden/>
          </w:rPr>
        </w:r>
        <w:r>
          <w:rPr>
            <w:noProof/>
            <w:webHidden/>
          </w:rPr>
          <w:fldChar w:fldCharType="separate"/>
        </w:r>
        <w:r>
          <w:rPr>
            <w:noProof/>
            <w:webHidden/>
          </w:rPr>
          <w:t>10</w:t>
        </w:r>
        <w:r>
          <w:rPr>
            <w:noProof/>
            <w:webHidden/>
          </w:rPr>
          <w:fldChar w:fldCharType="end"/>
        </w:r>
      </w:hyperlink>
    </w:p>
    <w:p w14:paraId="3D86D94C" w14:textId="42DC9016"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08" w:history="1">
        <w:r w:rsidRPr="00686FBA">
          <w:rPr>
            <w:rStyle w:val="Hyperlink"/>
            <w:noProof/>
          </w:rPr>
          <w:t>5.3</w:t>
        </w:r>
        <w:r>
          <w:rPr>
            <w:rFonts w:cstheme="minorBidi"/>
            <w:noProof/>
            <w:kern w:val="2"/>
            <w:sz w:val="24"/>
            <w:szCs w:val="24"/>
            <w:lang w:val="en-NL" w:eastAsia="en-NL"/>
            <w14:ligatures w14:val="standardContextual"/>
          </w:rPr>
          <w:tab/>
        </w:r>
        <w:r w:rsidRPr="00686FBA">
          <w:rPr>
            <w:rStyle w:val="Hyperlink"/>
            <w:noProof/>
          </w:rPr>
          <w:t>Organisatie</w:t>
        </w:r>
        <w:r>
          <w:rPr>
            <w:noProof/>
            <w:webHidden/>
          </w:rPr>
          <w:tab/>
        </w:r>
        <w:r>
          <w:rPr>
            <w:noProof/>
            <w:webHidden/>
          </w:rPr>
          <w:fldChar w:fldCharType="begin"/>
        </w:r>
        <w:r>
          <w:rPr>
            <w:noProof/>
            <w:webHidden/>
          </w:rPr>
          <w:instrText xml:space="preserve"> PAGEREF _Toc204442008 \h </w:instrText>
        </w:r>
        <w:r>
          <w:rPr>
            <w:noProof/>
            <w:webHidden/>
          </w:rPr>
        </w:r>
        <w:r>
          <w:rPr>
            <w:noProof/>
            <w:webHidden/>
          </w:rPr>
          <w:fldChar w:fldCharType="separate"/>
        </w:r>
        <w:r>
          <w:rPr>
            <w:noProof/>
            <w:webHidden/>
          </w:rPr>
          <w:t>10</w:t>
        </w:r>
        <w:r>
          <w:rPr>
            <w:noProof/>
            <w:webHidden/>
          </w:rPr>
          <w:fldChar w:fldCharType="end"/>
        </w:r>
      </w:hyperlink>
    </w:p>
    <w:p w14:paraId="794B172A" w14:textId="1BCE7500" w:rsidR="0014047A" w:rsidRDefault="0014047A">
      <w:pPr>
        <w:pStyle w:val="Inhopg1"/>
        <w:rPr>
          <w:rFonts w:cstheme="minorBidi"/>
          <w:noProof/>
          <w:kern w:val="2"/>
          <w:sz w:val="24"/>
          <w:szCs w:val="24"/>
          <w:lang w:val="en-NL" w:eastAsia="en-NL"/>
          <w14:ligatures w14:val="standardContextual"/>
        </w:rPr>
      </w:pPr>
      <w:hyperlink w:anchor="_Toc204442009" w:history="1">
        <w:r w:rsidRPr="00686FBA">
          <w:rPr>
            <w:rStyle w:val="Hyperlink"/>
            <w:noProof/>
          </w:rPr>
          <w:t>6</w:t>
        </w:r>
        <w:r>
          <w:rPr>
            <w:rFonts w:cstheme="minorBidi"/>
            <w:noProof/>
            <w:kern w:val="2"/>
            <w:sz w:val="24"/>
            <w:szCs w:val="24"/>
            <w:lang w:val="en-NL" w:eastAsia="en-NL"/>
            <w14:ligatures w14:val="standardContextual"/>
          </w:rPr>
          <w:tab/>
        </w:r>
        <w:r w:rsidRPr="00686FBA">
          <w:rPr>
            <w:rStyle w:val="Hyperlink"/>
            <w:noProof/>
          </w:rPr>
          <w:t>Realiseren randvoorwaarden voor processen</w:t>
        </w:r>
        <w:r>
          <w:rPr>
            <w:noProof/>
            <w:webHidden/>
          </w:rPr>
          <w:tab/>
        </w:r>
        <w:r>
          <w:rPr>
            <w:noProof/>
            <w:webHidden/>
          </w:rPr>
          <w:fldChar w:fldCharType="begin"/>
        </w:r>
        <w:r>
          <w:rPr>
            <w:noProof/>
            <w:webHidden/>
          </w:rPr>
          <w:instrText xml:space="preserve"> PAGEREF _Toc204442009 \h </w:instrText>
        </w:r>
        <w:r>
          <w:rPr>
            <w:noProof/>
            <w:webHidden/>
          </w:rPr>
        </w:r>
        <w:r>
          <w:rPr>
            <w:noProof/>
            <w:webHidden/>
          </w:rPr>
          <w:fldChar w:fldCharType="separate"/>
        </w:r>
        <w:r>
          <w:rPr>
            <w:noProof/>
            <w:webHidden/>
          </w:rPr>
          <w:t>11</w:t>
        </w:r>
        <w:r>
          <w:rPr>
            <w:noProof/>
            <w:webHidden/>
          </w:rPr>
          <w:fldChar w:fldCharType="end"/>
        </w:r>
      </w:hyperlink>
    </w:p>
    <w:p w14:paraId="50C4AF4D" w14:textId="607ADEF4"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0" w:history="1">
        <w:r w:rsidRPr="00686FBA">
          <w:rPr>
            <w:rStyle w:val="Hyperlink"/>
            <w:noProof/>
          </w:rPr>
          <w:t>6.1</w:t>
        </w:r>
        <w:r>
          <w:rPr>
            <w:rFonts w:cstheme="minorBidi"/>
            <w:noProof/>
            <w:kern w:val="2"/>
            <w:sz w:val="24"/>
            <w:szCs w:val="24"/>
            <w:lang w:val="en-NL" w:eastAsia="en-NL"/>
            <w14:ligatures w14:val="standardContextual"/>
          </w:rPr>
          <w:tab/>
        </w:r>
        <w:r w:rsidRPr="00686FBA">
          <w:rPr>
            <w:rStyle w:val="Hyperlink"/>
            <w:noProof/>
          </w:rPr>
          <w:t>Ontwerpen en verbeteren van producten en diensten</w:t>
        </w:r>
        <w:r>
          <w:rPr>
            <w:noProof/>
            <w:webHidden/>
          </w:rPr>
          <w:tab/>
        </w:r>
        <w:r>
          <w:rPr>
            <w:noProof/>
            <w:webHidden/>
          </w:rPr>
          <w:fldChar w:fldCharType="begin"/>
        </w:r>
        <w:r>
          <w:rPr>
            <w:noProof/>
            <w:webHidden/>
          </w:rPr>
          <w:instrText xml:space="preserve"> PAGEREF _Toc204442010 \h </w:instrText>
        </w:r>
        <w:r>
          <w:rPr>
            <w:noProof/>
            <w:webHidden/>
          </w:rPr>
        </w:r>
        <w:r>
          <w:rPr>
            <w:noProof/>
            <w:webHidden/>
          </w:rPr>
          <w:fldChar w:fldCharType="separate"/>
        </w:r>
        <w:r>
          <w:rPr>
            <w:noProof/>
            <w:webHidden/>
          </w:rPr>
          <w:t>11</w:t>
        </w:r>
        <w:r>
          <w:rPr>
            <w:noProof/>
            <w:webHidden/>
          </w:rPr>
          <w:fldChar w:fldCharType="end"/>
        </w:r>
      </w:hyperlink>
    </w:p>
    <w:p w14:paraId="2485FF5B" w14:textId="6B5DC2A5"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1" w:history="1">
        <w:r w:rsidRPr="00686FBA">
          <w:rPr>
            <w:rStyle w:val="Hyperlink"/>
            <w:noProof/>
          </w:rPr>
          <w:t>6.2</w:t>
        </w:r>
        <w:r>
          <w:rPr>
            <w:rFonts w:cstheme="minorBidi"/>
            <w:noProof/>
            <w:kern w:val="2"/>
            <w:sz w:val="24"/>
            <w:szCs w:val="24"/>
            <w:lang w:val="en-NL" w:eastAsia="en-NL"/>
            <w14:ligatures w14:val="standardContextual"/>
          </w:rPr>
          <w:tab/>
        </w:r>
        <w:r w:rsidRPr="00686FBA">
          <w:rPr>
            <w:rStyle w:val="Hyperlink"/>
            <w:noProof/>
          </w:rPr>
          <w:t>Inrichten processen</w:t>
        </w:r>
        <w:r>
          <w:rPr>
            <w:noProof/>
            <w:webHidden/>
          </w:rPr>
          <w:tab/>
        </w:r>
        <w:r>
          <w:rPr>
            <w:noProof/>
            <w:webHidden/>
          </w:rPr>
          <w:fldChar w:fldCharType="begin"/>
        </w:r>
        <w:r>
          <w:rPr>
            <w:noProof/>
            <w:webHidden/>
          </w:rPr>
          <w:instrText xml:space="preserve"> PAGEREF _Toc204442011 \h </w:instrText>
        </w:r>
        <w:r>
          <w:rPr>
            <w:noProof/>
            <w:webHidden/>
          </w:rPr>
        </w:r>
        <w:r>
          <w:rPr>
            <w:noProof/>
            <w:webHidden/>
          </w:rPr>
          <w:fldChar w:fldCharType="separate"/>
        </w:r>
        <w:r>
          <w:rPr>
            <w:noProof/>
            <w:webHidden/>
          </w:rPr>
          <w:t>12</w:t>
        </w:r>
        <w:r>
          <w:rPr>
            <w:noProof/>
            <w:webHidden/>
          </w:rPr>
          <w:fldChar w:fldCharType="end"/>
        </w:r>
      </w:hyperlink>
    </w:p>
    <w:p w14:paraId="43A20C7E" w14:textId="51EFDB92"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2" w:history="1">
        <w:r w:rsidRPr="00686FBA">
          <w:rPr>
            <w:rStyle w:val="Hyperlink"/>
            <w:noProof/>
          </w:rPr>
          <w:t>6.3</w:t>
        </w:r>
        <w:r>
          <w:rPr>
            <w:rFonts w:cstheme="minorBidi"/>
            <w:noProof/>
            <w:kern w:val="2"/>
            <w:sz w:val="24"/>
            <w:szCs w:val="24"/>
            <w:lang w:val="en-NL" w:eastAsia="en-NL"/>
            <w14:ligatures w14:val="standardContextual"/>
          </w:rPr>
          <w:tab/>
        </w:r>
        <w:r w:rsidRPr="00686FBA">
          <w:rPr>
            <w:rStyle w:val="Hyperlink"/>
            <w:noProof/>
          </w:rPr>
          <w:t>Wijzigen van processen en/of systeem</w:t>
        </w:r>
        <w:r>
          <w:rPr>
            <w:noProof/>
            <w:webHidden/>
          </w:rPr>
          <w:tab/>
        </w:r>
        <w:r>
          <w:rPr>
            <w:noProof/>
            <w:webHidden/>
          </w:rPr>
          <w:fldChar w:fldCharType="begin"/>
        </w:r>
        <w:r>
          <w:rPr>
            <w:noProof/>
            <w:webHidden/>
          </w:rPr>
          <w:instrText xml:space="preserve"> PAGEREF _Toc204442012 \h </w:instrText>
        </w:r>
        <w:r>
          <w:rPr>
            <w:noProof/>
            <w:webHidden/>
          </w:rPr>
        </w:r>
        <w:r>
          <w:rPr>
            <w:noProof/>
            <w:webHidden/>
          </w:rPr>
          <w:fldChar w:fldCharType="separate"/>
        </w:r>
        <w:r>
          <w:rPr>
            <w:noProof/>
            <w:webHidden/>
          </w:rPr>
          <w:t>13</w:t>
        </w:r>
        <w:r>
          <w:rPr>
            <w:noProof/>
            <w:webHidden/>
          </w:rPr>
          <w:fldChar w:fldCharType="end"/>
        </w:r>
      </w:hyperlink>
    </w:p>
    <w:p w14:paraId="3AC60DB9" w14:textId="6DE5A8D9"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3" w:history="1">
        <w:r w:rsidRPr="00686FBA">
          <w:rPr>
            <w:rStyle w:val="Hyperlink"/>
            <w:noProof/>
          </w:rPr>
          <w:t>6.4</w:t>
        </w:r>
        <w:r>
          <w:rPr>
            <w:rFonts w:cstheme="minorBidi"/>
            <w:noProof/>
            <w:kern w:val="2"/>
            <w:sz w:val="24"/>
            <w:szCs w:val="24"/>
            <w:lang w:val="en-NL" w:eastAsia="en-NL"/>
            <w14:ligatures w14:val="standardContextual"/>
          </w:rPr>
          <w:tab/>
        </w:r>
        <w:r w:rsidRPr="00686FBA">
          <w:rPr>
            <w:rStyle w:val="Hyperlink"/>
            <w:noProof/>
          </w:rPr>
          <w:t>Identificeren risico’s en kansen (opportuniteiten)</w:t>
        </w:r>
        <w:r>
          <w:rPr>
            <w:noProof/>
            <w:webHidden/>
          </w:rPr>
          <w:tab/>
        </w:r>
        <w:r>
          <w:rPr>
            <w:noProof/>
            <w:webHidden/>
          </w:rPr>
          <w:fldChar w:fldCharType="begin"/>
        </w:r>
        <w:r>
          <w:rPr>
            <w:noProof/>
            <w:webHidden/>
          </w:rPr>
          <w:instrText xml:space="preserve"> PAGEREF _Toc204442013 \h </w:instrText>
        </w:r>
        <w:r>
          <w:rPr>
            <w:noProof/>
            <w:webHidden/>
          </w:rPr>
        </w:r>
        <w:r>
          <w:rPr>
            <w:noProof/>
            <w:webHidden/>
          </w:rPr>
          <w:fldChar w:fldCharType="separate"/>
        </w:r>
        <w:r>
          <w:rPr>
            <w:noProof/>
            <w:webHidden/>
          </w:rPr>
          <w:t>14</w:t>
        </w:r>
        <w:r>
          <w:rPr>
            <w:noProof/>
            <w:webHidden/>
          </w:rPr>
          <w:fldChar w:fldCharType="end"/>
        </w:r>
      </w:hyperlink>
    </w:p>
    <w:p w14:paraId="5B0944C7" w14:textId="6710CDA8"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14" w:history="1">
        <w:r w:rsidRPr="00686FBA">
          <w:rPr>
            <w:rStyle w:val="Hyperlink"/>
            <w:noProof/>
          </w:rPr>
          <w:t>6.5</w:t>
        </w:r>
        <w:r>
          <w:rPr>
            <w:rFonts w:cstheme="minorBidi"/>
            <w:noProof/>
            <w:kern w:val="2"/>
            <w:sz w:val="24"/>
            <w:szCs w:val="24"/>
            <w:lang w:val="en-NL" w:eastAsia="en-NL"/>
            <w14:ligatures w14:val="standardContextual"/>
          </w:rPr>
          <w:tab/>
        </w:r>
        <w:r w:rsidRPr="00686FBA">
          <w:rPr>
            <w:rStyle w:val="Hyperlink"/>
            <w:noProof/>
          </w:rPr>
          <w:t>Ondersteuning van operationele processen</w:t>
        </w:r>
        <w:r>
          <w:rPr>
            <w:noProof/>
            <w:webHidden/>
          </w:rPr>
          <w:tab/>
        </w:r>
        <w:r>
          <w:rPr>
            <w:noProof/>
            <w:webHidden/>
          </w:rPr>
          <w:fldChar w:fldCharType="begin"/>
        </w:r>
        <w:r>
          <w:rPr>
            <w:noProof/>
            <w:webHidden/>
          </w:rPr>
          <w:instrText xml:space="preserve"> PAGEREF _Toc204442014 \h </w:instrText>
        </w:r>
        <w:r>
          <w:rPr>
            <w:noProof/>
            <w:webHidden/>
          </w:rPr>
        </w:r>
        <w:r>
          <w:rPr>
            <w:noProof/>
            <w:webHidden/>
          </w:rPr>
          <w:fldChar w:fldCharType="separate"/>
        </w:r>
        <w:r>
          <w:rPr>
            <w:noProof/>
            <w:webHidden/>
          </w:rPr>
          <w:t>15</w:t>
        </w:r>
        <w:r>
          <w:rPr>
            <w:noProof/>
            <w:webHidden/>
          </w:rPr>
          <w:fldChar w:fldCharType="end"/>
        </w:r>
      </w:hyperlink>
    </w:p>
    <w:p w14:paraId="0DA06694" w14:textId="67CA8D60"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5" w:history="1">
        <w:r w:rsidRPr="00686FBA">
          <w:rPr>
            <w:rStyle w:val="Hyperlink"/>
            <w:noProof/>
          </w:rPr>
          <w:t>6.5.1</w:t>
        </w:r>
        <w:r>
          <w:rPr>
            <w:rFonts w:cstheme="minorBidi"/>
            <w:noProof/>
            <w:kern w:val="2"/>
            <w:sz w:val="24"/>
            <w:szCs w:val="24"/>
            <w:lang w:val="en-NL" w:eastAsia="en-NL"/>
            <w14:ligatures w14:val="standardContextual"/>
          </w:rPr>
          <w:tab/>
        </w:r>
        <w:r w:rsidRPr="00686FBA">
          <w:rPr>
            <w:rStyle w:val="Hyperlink"/>
            <w:noProof/>
          </w:rPr>
          <w:t>Beschikbaar stellen middelen</w:t>
        </w:r>
        <w:r>
          <w:rPr>
            <w:noProof/>
            <w:webHidden/>
          </w:rPr>
          <w:tab/>
        </w:r>
        <w:r>
          <w:rPr>
            <w:noProof/>
            <w:webHidden/>
          </w:rPr>
          <w:fldChar w:fldCharType="begin"/>
        </w:r>
        <w:r>
          <w:rPr>
            <w:noProof/>
            <w:webHidden/>
          </w:rPr>
          <w:instrText xml:space="preserve"> PAGEREF _Toc204442015 \h </w:instrText>
        </w:r>
        <w:r>
          <w:rPr>
            <w:noProof/>
            <w:webHidden/>
          </w:rPr>
        </w:r>
        <w:r>
          <w:rPr>
            <w:noProof/>
            <w:webHidden/>
          </w:rPr>
          <w:fldChar w:fldCharType="separate"/>
        </w:r>
        <w:r>
          <w:rPr>
            <w:noProof/>
            <w:webHidden/>
          </w:rPr>
          <w:t>15</w:t>
        </w:r>
        <w:r>
          <w:rPr>
            <w:noProof/>
            <w:webHidden/>
          </w:rPr>
          <w:fldChar w:fldCharType="end"/>
        </w:r>
      </w:hyperlink>
    </w:p>
    <w:p w14:paraId="5D8BFEE6" w14:textId="3B3ED1D5"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6" w:history="1">
        <w:r w:rsidRPr="00686FBA">
          <w:rPr>
            <w:rStyle w:val="Hyperlink"/>
            <w:noProof/>
          </w:rPr>
          <w:t>6.5.2</w:t>
        </w:r>
        <w:r>
          <w:rPr>
            <w:rFonts w:cstheme="minorBidi"/>
            <w:noProof/>
            <w:kern w:val="2"/>
            <w:sz w:val="24"/>
            <w:szCs w:val="24"/>
            <w:lang w:val="en-NL" w:eastAsia="en-NL"/>
            <w14:ligatures w14:val="standardContextual"/>
          </w:rPr>
          <w:tab/>
        </w:r>
        <w:r w:rsidRPr="00686FBA">
          <w:rPr>
            <w:rStyle w:val="Hyperlink"/>
            <w:noProof/>
          </w:rPr>
          <w:t>Zorgen voor vakbekwaamheid van medewerkers</w:t>
        </w:r>
        <w:r>
          <w:rPr>
            <w:noProof/>
            <w:webHidden/>
          </w:rPr>
          <w:tab/>
        </w:r>
        <w:r>
          <w:rPr>
            <w:noProof/>
            <w:webHidden/>
          </w:rPr>
          <w:fldChar w:fldCharType="begin"/>
        </w:r>
        <w:r>
          <w:rPr>
            <w:noProof/>
            <w:webHidden/>
          </w:rPr>
          <w:instrText xml:space="preserve"> PAGEREF _Toc204442016 \h </w:instrText>
        </w:r>
        <w:r>
          <w:rPr>
            <w:noProof/>
            <w:webHidden/>
          </w:rPr>
        </w:r>
        <w:r>
          <w:rPr>
            <w:noProof/>
            <w:webHidden/>
          </w:rPr>
          <w:fldChar w:fldCharType="separate"/>
        </w:r>
        <w:r>
          <w:rPr>
            <w:noProof/>
            <w:webHidden/>
          </w:rPr>
          <w:t>15</w:t>
        </w:r>
        <w:r>
          <w:rPr>
            <w:noProof/>
            <w:webHidden/>
          </w:rPr>
          <w:fldChar w:fldCharType="end"/>
        </w:r>
      </w:hyperlink>
    </w:p>
    <w:p w14:paraId="5EBEB42A" w14:textId="72C5C50E"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7" w:history="1">
        <w:r w:rsidRPr="00686FBA">
          <w:rPr>
            <w:rStyle w:val="Hyperlink"/>
            <w:noProof/>
          </w:rPr>
          <w:t>6.5.3</w:t>
        </w:r>
        <w:r>
          <w:rPr>
            <w:rFonts w:cstheme="minorBidi"/>
            <w:noProof/>
            <w:kern w:val="2"/>
            <w:sz w:val="24"/>
            <w:szCs w:val="24"/>
            <w:lang w:val="en-NL" w:eastAsia="en-NL"/>
            <w14:ligatures w14:val="standardContextual"/>
          </w:rPr>
          <w:tab/>
        </w:r>
        <w:r w:rsidRPr="00686FBA">
          <w:rPr>
            <w:rStyle w:val="Hyperlink"/>
            <w:noProof/>
          </w:rPr>
          <w:t>Creëren en onderhouden kwaliteitsbewustzijn van medewerkers</w:t>
        </w:r>
        <w:r>
          <w:rPr>
            <w:noProof/>
            <w:webHidden/>
          </w:rPr>
          <w:tab/>
        </w:r>
        <w:r>
          <w:rPr>
            <w:noProof/>
            <w:webHidden/>
          </w:rPr>
          <w:fldChar w:fldCharType="begin"/>
        </w:r>
        <w:r>
          <w:rPr>
            <w:noProof/>
            <w:webHidden/>
          </w:rPr>
          <w:instrText xml:space="preserve"> PAGEREF _Toc204442017 \h </w:instrText>
        </w:r>
        <w:r>
          <w:rPr>
            <w:noProof/>
            <w:webHidden/>
          </w:rPr>
        </w:r>
        <w:r>
          <w:rPr>
            <w:noProof/>
            <w:webHidden/>
          </w:rPr>
          <w:fldChar w:fldCharType="separate"/>
        </w:r>
        <w:r>
          <w:rPr>
            <w:noProof/>
            <w:webHidden/>
          </w:rPr>
          <w:t>16</w:t>
        </w:r>
        <w:r>
          <w:rPr>
            <w:noProof/>
            <w:webHidden/>
          </w:rPr>
          <w:fldChar w:fldCharType="end"/>
        </w:r>
      </w:hyperlink>
    </w:p>
    <w:p w14:paraId="55129DB3" w14:textId="490B1EBB"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8" w:history="1">
        <w:r w:rsidRPr="00686FBA">
          <w:rPr>
            <w:rStyle w:val="Hyperlink"/>
            <w:noProof/>
          </w:rPr>
          <w:t>6.5.4</w:t>
        </w:r>
        <w:r>
          <w:rPr>
            <w:rFonts w:cstheme="minorBidi"/>
            <w:noProof/>
            <w:kern w:val="2"/>
            <w:sz w:val="24"/>
            <w:szCs w:val="24"/>
            <w:lang w:val="en-NL" w:eastAsia="en-NL"/>
            <w14:ligatures w14:val="standardContextual"/>
          </w:rPr>
          <w:tab/>
        </w:r>
        <w:r w:rsidRPr="00686FBA">
          <w:rPr>
            <w:rStyle w:val="Hyperlink"/>
            <w:noProof/>
          </w:rPr>
          <w:t>In gaten houden informatie-uitwisseling</w:t>
        </w:r>
        <w:r>
          <w:rPr>
            <w:noProof/>
            <w:webHidden/>
          </w:rPr>
          <w:tab/>
        </w:r>
        <w:r>
          <w:rPr>
            <w:noProof/>
            <w:webHidden/>
          </w:rPr>
          <w:fldChar w:fldCharType="begin"/>
        </w:r>
        <w:r>
          <w:rPr>
            <w:noProof/>
            <w:webHidden/>
          </w:rPr>
          <w:instrText xml:space="preserve"> PAGEREF _Toc204442018 \h </w:instrText>
        </w:r>
        <w:r>
          <w:rPr>
            <w:noProof/>
            <w:webHidden/>
          </w:rPr>
        </w:r>
        <w:r>
          <w:rPr>
            <w:noProof/>
            <w:webHidden/>
          </w:rPr>
          <w:fldChar w:fldCharType="separate"/>
        </w:r>
        <w:r>
          <w:rPr>
            <w:noProof/>
            <w:webHidden/>
          </w:rPr>
          <w:t>16</w:t>
        </w:r>
        <w:r>
          <w:rPr>
            <w:noProof/>
            <w:webHidden/>
          </w:rPr>
          <w:fldChar w:fldCharType="end"/>
        </w:r>
      </w:hyperlink>
    </w:p>
    <w:p w14:paraId="4638D230" w14:textId="7CA49B96"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19" w:history="1">
        <w:r w:rsidRPr="00686FBA">
          <w:rPr>
            <w:rStyle w:val="Hyperlink"/>
            <w:noProof/>
          </w:rPr>
          <w:t>6.5.5</w:t>
        </w:r>
        <w:r>
          <w:rPr>
            <w:rFonts w:cstheme="minorBidi"/>
            <w:noProof/>
            <w:kern w:val="2"/>
            <w:sz w:val="24"/>
            <w:szCs w:val="24"/>
            <w:lang w:val="en-NL" w:eastAsia="en-NL"/>
            <w14:ligatures w14:val="standardContextual"/>
          </w:rPr>
          <w:tab/>
        </w:r>
        <w:r w:rsidRPr="00686FBA">
          <w:rPr>
            <w:rStyle w:val="Hyperlink"/>
            <w:noProof/>
          </w:rPr>
          <w:t>Afspraken maken over standaard werkzaamheden</w:t>
        </w:r>
        <w:r>
          <w:rPr>
            <w:noProof/>
            <w:webHidden/>
          </w:rPr>
          <w:tab/>
        </w:r>
        <w:r>
          <w:rPr>
            <w:noProof/>
            <w:webHidden/>
          </w:rPr>
          <w:fldChar w:fldCharType="begin"/>
        </w:r>
        <w:r>
          <w:rPr>
            <w:noProof/>
            <w:webHidden/>
          </w:rPr>
          <w:instrText xml:space="preserve"> PAGEREF _Toc204442019 \h </w:instrText>
        </w:r>
        <w:r>
          <w:rPr>
            <w:noProof/>
            <w:webHidden/>
          </w:rPr>
        </w:r>
        <w:r>
          <w:rPr>
            <w:noProof/>
            <w:webHidden/>
          </w:rPr>
          <w:fldChar w:fldCharType="separate"/>
        </w:r>
        <w:r>
          <w:rPr>
            <w:noProof/>
            <w:webHidden/>
          </w:rPr>
          <w:t>16</w:t>
        </w:r>
        <w:r>
          <w:rPr>
            <w:noProof/>
            <w:webHidden/>
          </w:rPr>
          <w:fldChar w:fldCharType="end"/>
        </w:r>
      </w:hyperlink>
    </w:p>
    <w:p w14:paraId="0CE46670" w14:textId="44F5D646"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0" w:history="1">
        <w:r w:rsidRPr="00686FBA">
          <w:rPr>
            <w:rStyle w:val="Hyperlink"/>
            <w:noProof/>
          </w:rPr>
          <w:t>6.5.6</w:t>
        </w:r>
        <w:r>
          <w:rPr>
            <w:rFonts w:cstheme="minorBidi"/>
            <w:noProof/>
            <w:kern w:val="2"/>
            <w:sz w:val="24"/>
            <w:szCs w:val="24"/>
            <w:lang w:val="en-NL" w:eastAsia="en-NL"/>
            <w14:ligatures w14:val="standardContextual"/>
          </w:rPr>
          <w:tab/>
        </w:r>
        <w:r w:rsidRPr="00686FBA">
          <w:rPr>
            <w:rStyle w:val="Hyperlink"/>
            <w:noProof/>
          </w:rPr>
          <w:t>Beschikbaar houden van actuele documentatie</w:t>
        </w:r>
        <w:r>
          <w:rPr>
            <w:noProof/>
            <w:webHidden/>
          </w:rPr>
          <w:tab/>
        </w:r>
        <w:r>
          <w:rPr>
            <w:noProof/>
            <w:webHidden/>
          </w:rPr>
          <w:fldChar w:fldCharType="begin"/>
        </w:r>
        <w:r>
          <w:rPr>
            <w:noProof/>
            <w:webHidden/>
          </w:rPr>
          <w:instrText xml:space="preserve"> PAGEREF _Toc204442020 \h </w:instrText>
        </w:r>
        <w:r>
          <w:rPr>
            <w:noProof/>
            <w:webHidden/>
          </w:rPr>
        </w:r>
        <w:r>
          <w:rPr>
            <w:noProof/>
            <w:webHidden/>
          </w:rPr>
          <w:fldChar w:fldCharType="separate"/>
        </w:r>
        <w:r>
          <w:rPr>
            <w:noProof/>
            <w:webHidden/>
          </w:rPr>
          <w:t>16</w:t>
        </w:r>
        <w:r>
          <w:rPr>
            <w:noProof/>
            <w:webHidden/>
          </w:rPr>
          <w:fldChar w:fldCharType="end"/>
        </w:r>
      </w:hyperlink>
    </w:p>
    <w:p w14:paraId="313A98DA" w14:textId="384AE08F" w:rsidR="0014047A" w:rsidRDefault="0014047A">
      <w:pPr>
        <w:pStyle w:val="Inhopg1"/>
        <w:rPr>
          <w:rFonts w:cstheme="minorBidi"/>
          <w:noProof/>
          <w:kern w:val="2"/>
          <w:sz w:val="24"/>
          <w:szCs w:val="24"/>
          <w:lang w:val="en-NL" w:eastAsia="en-NL"/>
          <w14:ligatures w14:val="standardContextual"/>
        </w:rPr>
      </w:pPr>
      <w:hyperlink w:anchor="_Toc204442021" w:history="1">
        <w:r w:rsidRPr="00686FBA">
          <w:rPr>
            <w:rStyle w:val="Hyperlink"/>
            <w:noProof/>
            <w:highlight w:val="lightGray"/>
          </w:rPr>
          <w:t>7</w:t>
        </w:r>
        <w:r>
          <w:rPr>
            <w:rFonts w:cstheme="minorBidi"/>
            <w:noProof/>
            <w:kern w:val="2"/>
            <w:sz w:val="24"/>
            <w:szCs w:val="24"/>
            <w:lang w:val="en-NL" w:eastAsia="en-NL"/>
            <w14:ligatures w14:val="standardContextual"/>
          </w:rPr>
          <w:tab/>
        </w:r>
        <w:r w:rsidRPr="00686FBA">
          <w:rPr>
            <w:rStyle w:val="Hyperlink"/>
            <w:noProof/>
            <w:highlight w:val="lightGray"/>
          </w:rPr>
          <w:t>Aansturen van operationele processen</w:t>
        </w:r>
        <w:r>
          <w:rPr>
            <w:noProof/>
            <w:webHidden/>
          </w:rPr>
          <w:tab/>
        </w:r>
        <w:r>
          <w:rPr>
            <w:noProof/>
            <w:webHidden/>
          </w:rPr>
          <w:fldChar w:fldCharType="begin"/>
        </w:r>
        <w:r>
          <w:rPr>
            <w:noProof/>
            <w:webHidden/>
          </w:rPr>
          <w:instrText xml:space="preserve"> PAGEREF _Toc204442021 \h </w:instrText>
        </w:r>
        <w:r>
          <w:rPr>
            <w:noProof/>
            <w:webHidden/>
          </w:rPr>
        </w:r>
        <w:r>
          <w:rPr>
            <w:noProof/>
            <w:webHidden/>
          </w:rPr>
          <w:fldChar w:fldCharType="separate"/>
        </w:r>
        <w:r>
          <w:rPr>
            <w:noProof/>
            <w:webHidden/>
          </w:rPr>
          <w:t>18</w:t>
        </w:r>
        <w:r>
          <w:rPr>
            <w:noProof/>
            <w:webHidden/>
          </w:rPr>
          <w:fldChar w:fldCharType="end"/>
        </w:r>
      </w:hyperlink>
    </w:p>
    <w:p w14:paraId="3006A595" w14:textId="23A6CC59" w:rsidR="0014047A" w:rsidRDefault="0014047A">
      <w:pPr>
        <w:pStyle w:val="Inhopg1"/>
        <w:rPr>
          <w:rFonts w:cstheme="minorBidi"/>
          <w:noProof/>
          <w:kern w:val="2"/>
          <w:sz w:val="24"/>
          <w:szCs w:val="24"/>
          <w:lang w:val="en-NL" w:eastAsia="en-NL"/>
          <w14:ligatures w14:val="standardContextual"/>
        </w:rPr>
      </w:pPr>
      <w:hyperlink w:anchor="_Toc204442022" w:history="1">
        <w:r w:rsidRPr="00686FBA">
          <w:rPr>
            <w:rStyle w:val="Hyperlink"/>
            <w:noProof/>
          </w:rPr>
          <w:t>8</w:t>
        </w:r>
        <w:r>
          <w:rPr>
            <w:rFonts w:cstheme="minorBidi"/>
            <w:noProof/>
            <w:kern w:val="2"/>
            <w:sz w:val="24"/>
            <w:szCs w:val="24"/>
            <w:lang w:val="en-NL" w:eastAsia="en-NL"/>
            <w14:ligatures w14:val="standardContextual"/>
          </w:rPr>
          <w:tab/>
        </w:r>
        <w:r w:rsidRPr="00686FBA">
          <w:rPr>
            <w:rStyle w:val="Hyperlink"/>
            <w:noProof/>
          </w:rPr>
          <w:t>Verzamelen gegevens over prestaties van systeem</w:t>
        </w:r>
        <w:r>
          <w:rPr>
            <w:noProof/>
            <w:webHidden/>
          </w:rPr>
          <w:tab/>
        </w:r>
        <w:r>
          <w:rPr>
            <w:noProof/>
            <w:webHidden/>
          </w:rPr>
          <w:fldChar w:fldCharType="begin"/>
        </w:r>
        <w:r>
          <w:rPr>
            <w:noProof/>
            <w:webHidden/>
          </w:rPr>
          <w:instrText xml:space="preserve"> PAGEREF _Toc204442022 \h </w:instrText>
        </w:r>
        <w:r>
          <w:rPr>
            <w:noProof/>
            <w:webHidden/>
          </w:rPr>
        </w:r>
        <w:r>
          <w:rPr>
            <w:noProof/>
            <w:webHidden/>
          </w:rPr>
          <w:fldChar w:fldCharType="separate"/>
        </w:r>
        <w:r>
          <w:rPr>
            <w:noProof/>
            <w:webHidden/>
          </w:rPr>
          <w:t>19</w:t>
        </w:r>
        <w:r>
          <w:rPr>
            <w:noProof/>
            <w:webHidden/>
          </w:rPr>
          <w:fldChar w:fldCharType="end"/>
        </w:r>
      </w:hyperlink>
    </w:p>
    <w:p w14:paraId="0A0B1C6D" w14:textId="2832E03E"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3" w:history="1">
        <w:r w:rsidRPr="00686FBA">
          <w:rPr>
            <w:rStyle w:val="Hyperlink"/>
            <w:noProof/>
          </w:rPr>
          <w:t>8.1</w:t>
        </w:r>
        <w:r>
          <w:rPr>
            <w:rFonts w:cstheme="minorBidi"/>
            <w:noProof/>
            <w:kern w:val="2"/>
            <w:sz w:val="24"/>
            <w:szCs w:val="24"/>
            <w:lang w:val="en-NL" w:eastAsia="en-NL"/>
            <w14:ligatures w14:val="standardContextual"/>
          </w:rPr>
          <w:tab/>
        </w:r>
        <w:r w:rsidRPr="00686FBA">
          <w:rPr>
            <w:rStyle w:val="Hyperlink"/>
            <w:noProof/>
          </w:rPr>
          <w:t>Interne audits</w:t>
        </w:r>
        <w:r>
          <w:rPr>
            <w:noProof/>
            <w:webHidden/>
          </w:rPr>
          <w:tab/>
        </w:r>
        <w:r>
          <w:rPr>
            <w:noProof/>
            <w:webHidden/>
          </w:rPr>
          <w:fldChar w:fldCharType="begin"/>
        </w:r>
        <w:r>
          <w:rPr>
            <w:noProof/>
            <w:webHidden/>
          </w:rPr>
          <w:instrText xml:space="preserve"> PAGEREF _Toc204442023 \h </w:instrText>
        </w:r>
        <w:r>
          <w:rPr>
            <w:noProof/>
            <w:webHidden/>
          </w:rPr>
        </w:r>
        <w:r>
          <w:rPr>
            <w:noProof/>
            <w:webHidden/>
          </w:rPr>
          <w:fldChar w:fldCharType="separate"/>
        </w:r>
        <w:r>
          <w:rPr>
            <w:noProof/>
            <w:webHidden/>
          </w:rPr>
          <w:t>19</w:t>
        </w:r>
        <w:r>
          <w:rPr>
            <w:noProof/>
            <w:webHidden/>
          </w:rPr>
          <w:fldChar w:fldCharType="end"/>
        </w:r>
      </w:hyperlink>
    </w:p>
    <w:p w14:paraId="674E2629" w14:textId="78CD2C9A"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4" w:history="1">
        <w:r w:rsidRPr="00686FBA">
          <w:rPr>
            <w:rStyle w:val="Hyperlink"/>
            <w:noProof/>
          </w:rPr>
          <w:t>8.1.1</w:t>
        </w:r>
        <w:r>
          <w:rPr>
            <w:rFonts w:cstheme="minorBidi"/>
            <w:noProof/>
            <w:kern w:val="2"/>
            <w:sz w:val="24"/>
            <w:szCs w:val="24"/>
            <w:lang w:val="en-NL" w:eastAsia="en-NL"/>
            <w14:ligatures w14:val="standardContextual"/>
          </w:rPr>
          <w:tab/>
        </w:r>
        <w:r w:rsidRPr="00686FBA">
          <w:rPr>
            <w:rStyle w:val="Hyperlink"/>
            <w:noProof/>
          </w:rPr>
          <w:t>Inleiding</w:t>
        </w:r>
        <w:r>
          <w:rPr>
            <w:noProof/>
            <w:webHidden/>
          </w:rPr>
          <w:tab/>
        </w:r>
        <w:r>
          <w:rPr>
            <w:noProof/>
            <w:webHidden/>
          </w:rPr>
          <w:fldChar w:fldCharType="begin"/>
        </w:r>
        <w:r>
          <w:rPr>
            <w:noProof/>
            <w:webHidden/>
          </w:rPr>
          <w:instrText xml:space="preserve"> PAGEREF _Toc204442024 \h </w:instrText>
        </w:r>
        <w:r>
          <w:rPr>
            <w:noProof/>
            <w:webHidden/>
          </w:rPr>
        </w:r>
        <w:r>
          <w:rPr>
            <w:noProof/>
            <w:webHidden/>
          </w:rPr>
          <w:fldChar w:fldCharType="separate"/>
        </w:r>
        <w:r>
          <w:rPr>
            <w:noProof/>
            <w:webHidden/>
          </w:rPr>
          <w:t>19</w:t>
        </w:r>
        <w:r>
          <w:rPr>
            <w:noProof/>
            <w:webHidden/>
          </w:rPr>
          <w:fldChar w:fldCharType="end"/>
        </w:r>
      </w:hyperlink>
    </w:p>
    <w:p w14:paraId="3C1AE550" w14:textId="79F86545"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5" w:history="1">
        <w:r w:rsidRPr="00686FBA">
          <w:rPr>
            <w:rStyle w:val="Hyperlink"/>
            <w:noProof/>
          </w:rPr>
          <w:t>8.1.2</w:t>
        </w:r>
        <w:r>
          <w:rPr>
            <w:rFonts w:cstheme="minorBidi"/>
            <w:noProof/>
            <w:kern w:val="2"/>
            <w:sz w:val="24"/>
            <w:szCs w:val="24"/>
            <w:lang w:val="en-NL" w:eastAsia="en-NL"/>
            <w14:ligatures w14:val="standardContextual"/>
          </w:rPr>
          <w:tab/>
        </w:r>
        <w:r w:rsidRPr="00686FBA">
          <w:rPr>
            <w:rStyle w:val="Hyperlink"/>
            <w:noProof/>
          </w:rPr>
          <w:t>Beoordelingselementen</w:t>
        </w:r>
        <w:r>
          <w:rPr>
            <w:noProof/>
            <w:webHidden/>
          </w:rPr>
          <w:tab/>
        </w:r>
        <w:r>
          <w:rPr>
            <w:noProof/>
            <w:webHidden/>
          </w:rPr>
          <w:fldChar w:fldCharType="begin"/>
        </w:r>
        <w:r>
          <w:rPr>
            <w:noProof/>
            <w:webHidden/>
          </w:rPr>
          <w:instrText xml:space="preserve"> PAGEREF _Toc204442025 \h </w:instrText>
        </w:r>
        <w:r>
          <w:rPr>
            <w:noProof/>
            <w:webHidden/>
          </w:rPr>
        </w:r>
        <w:r>
          <w:rPr>
            <w:noProof/>
            <w:webHidden/>
          </w:rPr>
          <w:fldChar w:fldCharType="separate"/>
        </w:r>
        <w:r>
          <w:rPr>
            <w:noProof/>
            <w:webHidden/>
          </w:rPr>
          <w:t>19</w:t>
        </w:r>
        <w:r>
          <w:rPr>
            <w:noProof/>
            <w:webHidden/>
          </w:rPr>
          <w:fldChar w:fldCharType="end"/>
        </w:r>
      </w:hyperlink>
    </w:p>
    <w:p w14:paraId="6EDBEF8C" w14:textId="67CCB693"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6" w:history="1">
        <w:r w:rsidRPr="00686FBA">
          <w:rPr>
            <w:rStyle w:val="Hyperlink"/>
            <w:noProof/>
          </w:rPr>
          <w:t>8.1.3</w:t>
        </w:r>
        <w:r>
          <w:rPr>
            <w:rFonts w:cstheme="minorBidi"/>
            <w:noProof/>
            <w:kern w:val="2"/>
            <w:sz w:val="24"/>
            <w:szCs w:val="24"/>
            <w:lang w:val="en-NL" w:eastAsia="en-NL"/>
            <w14:ligatures w14:val="standardContextual"/>
          </w:rPr>
          <w:tab/>
        </w:r>
        <w:r w:rsidRPr="00686FBA">
          <w:rPr>
            <w:rStyle w:val="Hyperlink"/>
            <w:noProof/>
          </w:rPr>
          <w:t>Auditprogramma</w:t>
        </w:r>
        <w:r>
          <w:rPr>
            <w:noProof/>
            <w:webHidden/>
          </w:rPr>
          <w:tab/>
        </w:r>
        <w:r>
          <w:rPr>
            <w:noProof/>
            <w:webHidden/>
          </w:rPr>
          <w:fldChar w:fldCharType="begin"/>
        </w:r>
        <w:r>
          <w:rPr>
            <w:noProof/>
            <w:webHidden/>
          </w:rPr>
          <w:instrText xml:space="preserve"> PAGEREF _Toc204442026 \h </w:instrText>
        </w:r>
        <w:r>
          <w:rPr>
            <w:noProof/>
            <w:webHidden/>
          </w:rPr>
        </w:r>
        <w:r>
          <w:rPr>
            <w:noProof/>
            <w:webHidden/>
          </w:rPr>
          <w:fldChar w:fldCharType="separate"/>
        </w:r>
        <w:r>
          <w:rPr>
            <w:noProof/>
            <w:webHidden/>
          </w:rPr>
          <w:t>19</w:t>
        </w:r>
        <w:r>
          <w:rPr>
            <w:noProof/>
            <w:webHidden/>
          </w:rPr>
          <w:fldChar w:fldCharType="end"/>
        </w:r>
      </w:hyperlink>
    </w:p>
    <w:p w14:paraId="0681C4A0" w14:textId="13573BA2" w:rsidR="0014047A" w:rsidRDefault="0014047A">
      <w:pPr>
        <w:pStyle w:val="Inhopg3"/>
        <w:tabs>
          <w:tab w:val="left" w:pos="1200"/>
          <w:tab w:val="right" w:leader="dot" w:pos="9062"/>
        </w:tabs>
        <w:rPr>
          <w:rFonts w:cstheme="minorBidi"/>
          <w:noProof/>
          <w:kern w:val="2"/>
          <w:sz w:val="24"/>
          <w:szCs w:val="24"/>
          <w:lang w:val="en-NL" w:eastAsia="en-NL"/>
          <w14:ligatures w14:val="standardContextual"/>
        </w:rPr>
      </w:pPr>
      <w:hyperlink w:anchor="_Toc204442027" w:history="1">
        <w:r w:rsidRPr="00686FBA">
          <w:rPr>
            <w:rStyle w:val="Hyperlink"/>
            <w:noProof/>
          </w:rPr>
          <w:t>8.1.4</w:t>
        </w:r>
        <w:r>
          <w:rPr>
            <w:rFonts w:cstheme="minorBidi"/>
            <w:noProof/>
            <w:kern w:val="2"/>
            <w:sz w:val="24"/>
            <w:szCs w:val="24"/>
            <w:lang w:val="en-NL" w:eastAsia="en-NL"/>
            <w14:ligatures w14:val="standardContextual"/>
          </w:rPr>
          <w:tab/>
        </w:r>
        <w:r w:rsidRPr="00686FBA">
          <w:rPr>
            <w:rStyle w:val="Hyperlink"/>
            <w:noProof/>
          </w:rPr>
          <w:t>Uitvoeren van interne audits</w:t>
        </w:r>
        <w:r>
          <w:rPr>
            <w:noProof/>
            <w:webHidden/>
          </w:rPr>
          <w:tab/>
        </w:r>
        <w:r>
          <w:rPr>
            <w:noProof/>
            <w:webHidden/>
          </w:rPr>
          <w:fldChar w:fldCharType="begin"/>
        </w:r>
        <w:r>
          <w:rPr>
            <w:noProof/>
            <w:webHidden/>
          </w:rPr>
          <w:instrText xml:space="preserve"> PAGEREF _Toc204442027 \h </w:instrText>
        </w:r>
        <w:r>
          <w:rPr>
            <w:noProof/>
            <w:webHidden/>
          </w:rPr>
        </w:r>
        <w:r>
          <w:rPr>
            <w:noProof/>
            <w:webHidden/>
          </w:rPr>
          <w:fldChar w:fldCharType="separate"/>
        </w:r>
        <w:r>
          <w:rPr>
            <w:noProof/>
            <w:webHidden/>
          </w:rPr>
          <w:t>20</w:t>
        </w:r>
        <w:r>
          <w:rPr>
            <w:noProof/>
            <w:webHidden/>
          </w:rPr>
          <w:fldChar w:fldCharType="end"/>
        </w:r>
      </w:hyperlink>
    </w:p>
    <w:p w14:paraId="3B60DDDB" w14:textId="1242CF93"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8" w:history="1">
        <w:r w:rsidRPr="00686FBA">
          <w:rPr>
            <w:rStyle w:val="Hyperlink"/>
            <w:noProof/>
          </w:rPr>
          <w:t>8.2</w:t>
        </w:r>
        <w:r>
          <w:rPr>
            <w:rFonts w:cstheme="minorBidi"/>
            <w:noProof/>
            <w:kern w:val="2"/>
            <w:sz w:val="24"/>
            <w:szCs w:val="24"/>
            <w:lang w:val="en-NL" w:eastAsia="en-NL"/>
            <w14:ligatures w14:val="standardContextual"/>
          </w:rPr>
          <w:tab/>
        </w:r>
        <w:r w:rsidRPr="00686FBA">
          <w:rPr>
            <w:rStyle w:val="Hyperlink"/>
            <w:noProof/>
          </w:rPr>
          <w:t>Analyseren en evalueren van prestaties</w:t>
        </w:r>
        <w:r>
          <w:rPr>
            <w:noProof/>
            <w:webHidden/>
          </w:rPr>
          <w:tab/>
        </w:r>
        <w:r>
          <w:rPr>
            <w:noProof/>
            <w:webHidden/>
          </w:rPr>
          <w:fldChar w:fldCharType="begin"/>
        </w:r>
        <w:r>
          <w:rPr>
            <w:noProof/>
            <w:webHidden/>
          </w:rPr>
          <w:instrText xml:space="preserve"> PAGEREF _Toc204442028 \h </w:instrText>
        </w:r>
        <w:r>
          <w:rPr>
            <w:noProof/>
            <w:webHidden/>
          </w:rPr>
        </w:r>
        <w:r>
          <w:rPr>
            <w:noProof/>
            <w:webHidden/>
          </w:rPr>
          <w:fldChar w:fldCharType="separate"/>
        </w:r>
        <w:r>
          <w:rPr>
            <w:noProof/>
            <w:webHidden/>
          </w:rPr>
          <w:t>21</w:t>
        </w:r>
        <w:r>
          <w:rPr>
            <w:noProof/>
            <w:webHidden/>
          </w:rPr>
          <w:fldChar w:fldCharType="end"/>
        </w:r>
      </w:hyperlink>
    </w:p>
    <w:p w14:paraId="0E2BE916" w14:textId="3AEBA8AD"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29" w:history="1">
        <w:r w:rsidRPr="00686FBA">
          <w:rPr>
            <w:rStyle w:val="Hyperlink"/>
            <w:noProof/>
          </w:rPr>
          <w:t>8.3</w:t>
        </w:r>
        <w:r>
          <w:rPr>
            <w:rFonts w:cstheme="minorBidi"/>
            <w:noProof/>
            <w:kern w:val="2"/>
            <w:sz w:val="24"/>
            <w:szCs w:val="24"/>
            <w:lang w:val="en-NL" w:eastAsia="en-NL"/>
            <w14:ligatures w14:val="standardContextual"/>
          </w:rPr>
          <w:tab/>
        </w:r>
        <w:r w:rsidRPr="00686FBA">
          <w:rPr>
            <w:rStyle w:val="Hyperlink"/>
            <w:noProof/>
          </w:rPr>
          <w:t>Management review</w:t>
        </w:r>
        <w:r>
          <w:rPr>
            <w:noProof/>
            <w:webHidden/>
          </w:rPr>
          <w:tab/>
        </w:r>
        <w:r>
          <w:rPr>
            <w:noProof/>
            <w:webHidden/>
          </w:rPr>
          <w:fldChar w:fldCharType="begin"/>
        </w:r>
        <w:r>
          <w:rPr>
            <w:noProof/>
            <w:webHidden/>
          </w:rPr>
          <w:instrText xml:space="preserve"> PAGEREF _Toc204442029 \h </w:instrText>
        </w:r>
        <w:r>
          <w:rPr>
            <w:noProof/>
            <w:webHidden/>
          </w:rPr>
        </w:r>
        <w:r>
          <w:rPr>
            <w:noProof/>
            <w:webHidden/>
          </w:rPr>
          <w:fldChar w:fldCharType="separate"/>
        </w:r>
        <w:r>
          <w:rPr>
            <w:noProof/>
            <w:webHidden/>
          </w:rPr>
          <w:t>21</w:t>
        </w:r>
        <w:r>
          <w:rPr>
            <w:noProof/>
            <w:webHidden/>
          </w:rPr>
          <w:fldChar w:fldCharType="end"/>
        </w:r>
      </w:hyperlink>
    </w:p>
    <w:p w14:paraId="4599B241" w14:textId="4D740158" w:rsidR="0014047A" w:rsidRDefault="0014047A">
      <w:pPr>
        <w:pStyle w:val="Inhopg2"/>
        <w:tabs>
          <w:tab w:val="left" w:pos="960"/>
          <w:tab w:val="right" w:leader="dot" w:pos="9062"/>
        </w:tabs>
        <w:rPr>
          <w:rFonts w:cstheme="minorBidi"/>
          <w:noProof/>
          <w:kern w:val="2"/>
          <w:sz w:val="24"/>
          <w:szCs w:val="24"/>
          <w:lang w:val="en-NL" w:eastAsia="en-NL"/>
          <w14:ligatures w14:val="standardContextual"/>
        </w:rPr>
      </w:pPr>
      <w:hyperlink w:anchor="_Toc204442030" w:history="1">
        <w:r w:rsidRPr="00686FBA">
          <w:rPr>
            <w:rStyle w:val="Hyperlink"/>
            <w:noProof/>
          </w:rPr>
          <w:t>8.4</w:t>
        </w:r>
        <w:r>
          <w:rPr>
            <w:rFonts w:cstheme="minorBidi"/>
            <w:noProof/>
            <w:kern w:val="2"/>
            <w:sz w:val="24"/>
            <w:szCs w:val="24"/>
            <w:lang w:val="en-NL" w:eastAsia="en-NL"/>
            <w14:ligatures w14:val="standardContextual"/>
          </w:rPr>
          <w:tab/>
        </w:r>
        <w:r w:rsidRPr="00686FBA">
          <w:rPr>
            <w:rStyle w:val="Hyperlink"/>
            <w:noProof/>
          </w:rPr>
          <w:t>Ondersteuning van operationele processen</w:t>
        </w:r>
        <w:r>
          <w:rPr>
            <w:noProof/>
            <w:webHidden/>
          </w:rPr>
          <w:tab/>
        </w:r>
        <w:r>
          <w:rPr>
            <w:noProof/>
            <w:webHidden/>
          </w:rPr>
          <w:fldChar w:fldCharType="begin"/>
        </w:r>
        <w:r>
          <w:rPr>
            <w:noProof/>
            <w:webHidden/>
          </w:rPr>
          <w:instrText xml:space="preserve"> PAGEREF _Toc204442030 \h </w:instrText>
        </w:r>
        <w:r>
          <w:rPr>
            <w:noProof/>
            <w:webHidden/>
          </w:rPr>
        </w:r>
        <w:r>
          <w:rPr>
            <w:noProof/>
            <w:webHidden/>
          </w:rPr>
          <w:fldChar w:fldCharType="separate"/>
        </w:r>
        <w:r>
          <w:rPr>
            <w:noProof/>
            <w:webHidden/>
          </w:rPr>
          <w:t>22</w:t>
        </w:r>
        <w:r>
          <w:rPr>
            <w:noProof/>
            <w:webHidden/>
          </w:rPr>
          <w:fldChar w:fldCharType="end"/>
        </w:r>
      </w:hyperlink>
    </w:p>
    <w:p w14:paraId="34584978" w14:textId="06E54C90" w:rsidR="0014047A" w:rsidRDefault="0014047A">
      <w:pPr>
        <w:pStyle w:val="Inhopg1"/>
        <w:tabs>
          <w:tab w:val="left" w:pos="1200"/>
        </w:tabs>
        <w:rPr>
          <w:rFonts w:cstheme="minorBidi"/>
          <w:noProof/>
          <w:kern w:val="2"/>
          <w:sz w:val="24"/>
          <w:szCs w:val="24"/>
          <w:lang w:val="en-NL" w:eastAsia="en-NL"/>
          <w14:ligatures w14:val="standardContextual"/>
        </w:rPr>
      </w:pPr>
      <w:hyperlink w:anchor="_Toc204442031" w:history="1">
        <w:r w:rsidRPr="00686FBA">
          <w:rPr>
            <w:rStyle w:val="Hyperlink"/>
            <w:noProof/>
          </w:rPr>
          <w:t>Annex A</w:t>
        </w:r>
        <w:r>
          <w:rPr>
            <w:rFonts w:cstheme="minorBidi"/>
            <w:noProof/>
            <w:kern w:val="2"/>
            <w:sz w:val="24"/>
            <w:szCs w:val="24"/>
            <w:lang w:val="en-NL" w:eastAsia="en-NL"/>
            <w14:ligatures w14:val="standardContextual"/>
          </w:rPr>
          <w:tab/>
        </w:r>
        <w:r w:rsidRPr="00686FBA">
          <w:rPr>
            <w:rStyle w:val="Hyperlink"/>
            <w:noProof/>
          </w:rPr>
          <w:t>Kruisverwijzing ISO 9001</w:t>
        </w:r>
        <w:r>
          <w:rPr>
            <w:noProof/>
            <w:webHidden/>
          </w:rPr>
          <w:tab/>
        </w:r>
        <w:r>
          <w:rPr>
            <w:noProof/>
            <w:webHidden/>
          </w:rPr>
          <w:fldChar w:fldCharType="begin"/>
        </w:r>
        <w:r>
          <w:rPr>
            <w:noProof/>
            <w:webHidden/>
          </w:rPr>
          <w:instrText xml:space="preserve"> PAGEREF _Toc204442031 \h </w:instrText>
        </w:r>
        <w:r>
          <w:rPr>
            <w:noProof/>
            <w:webHidden/>
          </w:rPr>
        </w:r>
        <w:r>
          <w:rPr>
            <w:noProof/>
            <w:webHidden/>
          </w:rPr>
          <w:fldChar w:fldCharType="separate"/>
        </w:r>
        <w:r>
          <w:rPr>
            <w:noProof/>
            <w:webHidden/>
          </w:rPr>
          <w:t>23</w:t>
        </w:r>
        <w:r>
          <w:rPr>
            <w:noProof/>
            <w:webHidden/>
          </w:rPr>
          <w:fldChar w:fldCharType="end"/>
        </w:r>
      </w:hyperlink>
    </w:p>
    <w:p w14:paraId="3A0762FA" w14:textId="73229B80" w:rsidR="0014047A" w:rsidRDefault="0014047A">
      <w:pPr>
        <w:pStyle w:val="Inhopg1"/>
        <w:tabs>
          <w:tab w:val="left" w:pos="1200"/>
        </w:tabs>
        <w:rPr>
          <w:rFonts w:cstheme="minorBidi"/>
          <w:noProof/>
          <w:kern w:val="2"/>
          <w:sz w:val="24"/>
          <w:szCs w:val="24"/>
          <w:lang w:val="en-NL" w:eastAsia="en-NL"/>
          <w14:ligatures w14:val="standardContextual"/>
        </w:rPr>
      </w:pPr>
      <w:hyperlink w:anchor="_Toc204442032" w:history="1">
        <w:r w:rsidRPr="00686FBA">
          <w:rPr>
            <w:rStyle w:val="Hyperlink"/>
            <w:noProof/>
            <w:highlight w:val="magenta"/>
          </w:rPr>
          <w:t>Annex B</w:t>
        </w:r>
        <w:r>
          <w:rPr>
            <w:rFonts w:cstheme="minorBidi"/>
            <w:noProof/>
            <w:kern w:val="2"/>
            <w:sz w:val="24"/>
            <w:szCs w:val="24"/>
            <w:lang w:val="en-NL" w:eastAsia="en-NL"/>
            <w14:ligatures w14:val="standardContextual"/>
          </w:rPr>
          <w:tab/>
        </w:r>
        <w:r w:rsidRPr="00686FBA">
          <w:rPr>
            <w:rStyle w:val="Hyperlink"/>
            <w:noProof/>
            <w:highlight w:val="magenta"/>
          </w:rPr>
          <w:t>Competentie-eisen</w:t>
        </w:r>
        <w:r>
          <w:rPr>
            <w:noProof/>
            <w:webHidden/>
          </w:rPr>
          <w:tab/>
        </w:r>
        <w:r>
          <w:rPr>
            <w:noProof/>
            <w:webHidden/>
          </w:rPr>
          <w:fldChar w:fldCharType="begin"/>
        </w:r>
        <w:r>
          <w:rPr>
            <w:noProof/>
            <w:webHidden/>
          </w:rPr>
          <w:instrText xml:space="preserve"> PAGEREF _Toc204442032 \h </w:instrText>
        </w:r>
        <w:r>
          <w:rPr>
            <w:noProof/>
            <w:webHidden/>
          </w:rPr>
        </w:r>
        <w:r>
          <w:rPr>
            <w:noProof/>
            <w:webHidden/>
          </w:rPr>
          <w:fldChar w:fldCharType="separate"/>
        </w:r>
        <w:r>
          <w:rPr>
            <w:noProof/>
            <w:webHidden/>
          </w:rPr>
          <w:t>26</w:t>
        </w:r>
        <w:r>
          <w:rPr>
            <w:noProof/>
            <w:webHidden/>
          </w:rPr>
          <w:fldChar w:fldCharType="end"/>
        </w:r>
      </w:hyperlink>
    </w:p>
    <w:p w14:paraId="1CEC20F6" w14:textId="486CD741" w:rsidR="00182DE7" w:rsidRDefault="00B06608">
      <w:r>
        <w:rPr>
          <w:rFonts w:eastAsiaTheme="minorEastAsia" w:cs="Times New Roman"/>
          <w:lang w:eastAsia="nl-NL"/>
        </w:rPr>
        <w:fldChar w:fldCharType="end"/>
      </w:r>
      <w:r w:rsidR="00182DE7">
        <w:br w:type="page"/>
      </w:r>
    </w:p>
    <w:p w14:paraId="7F9D7D3B" w14:textId="22B82A24" w:rsidR="00217CE9" w:rsidRDefault="00DC35EF" w:rsidP="00206EBC">
      <w:pPr>
        <w:pStyle w:val="Kop1"/>
      </w:pPr>
      <w:bookmarkStart w:id="0" w:name="_Ref194002478"/>
      <w:bookmarkStart w:id="1" w:name="_Ref194002481"/>
      <w:bookmarkStart w:id="2" w:name="_Toc204441991"/>
      <w:r>
        <w:lastRenderedPageBreak/>
        <w:t>Inleiding</w:t>
      </w:r>
      <w:bookmarkEnd w:id="0"/>
      <w:bookmarkEnd w:id="1"/>
      <w:bookmarkEnd w:id="2"/>
    </w:p>
    <w:p w14:paraId="25244BD2" w14:textId="0F5CADA9" w:rsidR="00DC35EF" w:rsidRDefault="00DC35EF" w:rsidP="00DC35EF">
      <w:r>
        <w:t xml:space="preserve">Dit document beschrijft het </w:t>
      </w:r>
      <w:r w:rsidRPr="00404583">
        <w:t>kwaliteitsmanagementsysteem van</w:t>
      </w:r>
      <w:r w:rsidR="00D91815" w:rsidRPr="00404583">
        <w:t xml:space="preserve"> </w:t>
      </w:r>
      <w:sdt>
        <w:sdtPr>
          <w:alias w:val="Bedrijf"/>
          <w:tag w:val=""/>
          <w:id w:val="170543173"/>
          <w:placeholder>
            <w:docPart w:val="8C9AF82DAACF491797C7760D9111735B"/>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Pr="00404583">
        <w:t>.</w:t>
      </w:r>
      <w:r w:rsidR="003C6D80" w:rsidRPr="00404583">
        <w:t xml:space="preserve"> De beschrijving van de operationele processen is beschreven in het Operationeel Handboek van </w:t>
      </w:r>
      <w:sdt>
        <w:sdtPr>
          <w:alias w:val="Bedrijf"/>
          <w:tag w:val=""/>
          <w:id w:val="-674799410"/>
          <w:placeholder>
            <w:docPart w:val="6C29AA8B417F4BB0BDD0E2877CF5897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3C6D80" w:rsidRPr="00404583">
        <w:t>.</w:t>
      </w:r>
    </w:p>
    <w:p w14:paraId="2C054C95" w14:textId="4C41C7AB" w:rsidR="000535A6" w:rsidRPr="00DC35EF" w:rsidRDefault="000535A6" w:rsidP="000535A6">
      <w:pPr>
        <w:pStyle w:val="verborgentekst"/>
      </w:pPr>
      <w:r>
        <w:t xml:space="preserve">Als er meerdere Operationeel Handboeken </w:t>
      </w:r>
      <w:r w:rsidR="006E108C">
        <w:t>worden</w:t>
      </w:r>
      <w:r>
        <w:t xml:space="preserve"> opgesteld, moet de laatste zin hierboven worden aangepast.</w:t>
      </w:r>
    </w:p>
    <w:p w14:paraId="66612375" w14:textId="3CCBE671" w:rsidR="00217CE9" w:rsidRDefault="00217CE9" w:rsidP="00182DE7">
      <w:pPr>
        <w:pStyle w:val="Kop1"/>
      </w:pPr>
      <w:bookmarkStart w:id="3" w:name="_Toc204441992"/>
      <w:r>
        <w:t>Normatieve verwijzingen</w:t>
      </w:r>
      <w:r w:rsidR="004D6D66">
        <w:t xml:space="preserve"> </w:t>
      </w:r>
      <w:r w:rsidR="004D6D66" w:rsidRPr="00DC35EF">
        <w:rPr>
          <w:highlight w:val="yellow"/>
        </w:rPr>
        <w:t>(optioneel)</w:t>
      </w:r>
      <w:bookmarkEnd w:id="3"/>
    </w:p>
    <w:p w14:paraId="04EF4359" w14:textId="77777777" w:rsidR="00850187" w:rsidRDefault="00850187" w:rsidP="00850187">
      <w:r>
        <w:t>De volgende documenten waarnaar is verwezen zijn onmisbaar voor de toepassing van dit document. Bij gedateerde verwijzingen is alleen de aangehaalde editie van toepassing. Bij ongedateerde verwijzingen is de laatste editie van het document (met inbegrip van wijzigingsbladen) waarnaar is verwezen van toepassing.</w:t>
      </w:r>
    </w:p>
    <w:p w14:paraId="0C0C5387" w14:textId="79EB1CF8" w:rsidR="00217CE9" w:rsidRPr="00BA2B74" w:rsidRDefault="00DF0BD6" w:rsidP="00217CE9">
      <w:pPr>
        <w:pStyle w:val="Lijstalinea"/>
        <w:numPr>
          <w:ilvl w:val="0"/>
          <w:numId w:val="1"/>
        </w:numPr>
      </w:pPr>
      <w:r>
        <w:t xml:space="preserve">ISO 9001:2015 </w:t>
      </w:r>
      <w:r w:rsidR="00DC35EF">
        <w:t>– kwaliteitsmanagementsystemen - eisen</w:t>
      </w:r>
    </w:p>
    <w:p w14:paraId="0D39AE8B" w14:textId="1DA10943" w:rsidR="00217CE9" w:rsidRDefault="00217CE9" w:rsidP="00182DE7">
      <w:pPr>
        <w:pStyle w:val="Kop1"/>
      </w:pPr>
      <w:bookmarkStart w:id="4" w:name="_Ref195443237"/>
      <w:bookmarkStart w:id="5" w:name="_Ref195443240"/>
      <w:bookmarkStart w:id="6" w:name="_Toc204441993"/>
      <w:r>
        <w:t>Termen en definities</w:t>
      </w:r>
      <w:bookmarkEnd w:id="4"/>
      <w:bookmarkEnd w:id="5"/>
      <w:bookmarkEnd w:id="6"/>
    </w:p>
    <w:p w14:paraId="7E2226B9" w14:textId="4FD61074" w:rsidR="00243FB4" w:rsidRPr="00E40946" w:rsidRDefault="00243FB4" w:rsidP="00E40946">
      <w:pPr>
        <w:pStyle w:val="verborgentekst"/>
      </w:pPr>
      <w:r w:rsidRPr="00E40946">
        <w:t xml:space="preserve">Het is niet zozeer verplicht om een sectie Termen en definities op te stellen (en bij te houden). Het is wel een effectief hulpmiddel om spraakverwarring binnen </w:t>
      </w:r>
      <w:sdt>
        <w:sdtPr>
          <w:alias w:val="Bedrijf"/>
          <w:tag w:val=""/>
          <w:id w:val="320088151"/>
          <w:placeholder>
            <w:docPart w:val="775D2081E6E746E3AFC6EC84AE94D6AC"/>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Pr="00E40946">
        <w:t xml:space="preserve"> te voorkomen.</w:t>
      </w:r>
    </w:p>
    <w:p w14:paraId="45ED1553" w14:textId="68C8E5BB" w:rsidR="00850187" w:rsidRDefault="00850187" w:rsidP="00850187">
      <w:r w:rsidRPr="00850187">
        <w:t>De termen en definities gegeven in ISO</w:t>
      </w:r>
      <w:r w:rsidR="00DF0BD6">
        <w:t xml:space="preserve"> 9</w:t>
      </w:r>
      <w:r w:rsidRPr="00850187">
        <w:t>000 zijn van toepassing op dit document, evenals de onderstaande</w:t>
      </w:r>
      <w:r w:rsidR="00DF0BD6">
        <w:t>:</w:t>
      </w:r>
    </w:p>
    <w:p w14:paraId="38067E0B" w14:textId="358285B0" w:rsidR="00AF4AD9" w:rsidRPr="00AF4AD9" w:rsidRDefault="00AF4AD9" w:rsidP="00AF4AD9">
      <w:pPr>
        <w:rPr>
          <w:b/>
          <w:bCs/>
        </w:rPr>
      </w:pPr>
      <w:r w:rsidRPr="00AF4AD9">
        <w:rPr>
          <w:b/>
          <w:bCs/>
        </w:rPr>
        <w:t>Certificatie</w:t>
      </w:r>
      <w:r w:rsidR="00D67951">
        <w:rPr>
          <w:b/>
          <w:bCs/>
        </w:rPr>
        <w:t>ver</w:t>
      </w:r>
      <w:r w:rsidRPr="00AF4AD9">
        <w:rPr>
          <w:b/>
          <w:bCs/>
        </w:rPr>
        <w:t>eis</w:t>
      </w:r>
      <w:r w:rsidR="00D67951">
        <w:rPr>
          <w:b/>
          <w:bCs/>
        </w:rPr>
        <w:t>te</w:t>
      </w:r>
      <w:r w:rsidRPr="00AF4AD9">
        <w:rPr>
          <w:b/>
          <w:bCs/>
        </w:rPr>
        <w:t xml:space="preserve">: </w:t>
      </w:r>
    </w:p>
    <w:p w14:paraId="04772558" w14:textId="502640C9" w:rsidR="00AF4AD9" w:rsidRDefault="00AF4AD9" w:rsidP="00AF4AD9">
      <w:pPr>
        <w:pStyle w:val="Lijstalinea"/>
        <w:numPr>
          <w:ilvl w:val="0"/>
          <w:numId w:val="1"/>
        </w:numPr>
      </w:pPr>
      <w:r>
        <w:t xml:space="preserve">gespecificeerde eis, met in begrip van de eisen uit ISO 9001, waaraan door </w:t>
      </w:r>
      <w:sdt>
        <w:sdtPr>
          <w:alias w:val="Bedrijf"/>
          <w:tag w:val=""/>
          <w:id w:val="1467313598"/>
          <w:placeholder>
            <w:docPart w:val="3CA475DCC0834280A589A62289A3D588"/>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moet worden voldaan als voorwaarde voor het verkrijgen van certificatie.</w:t>
      </w:r>
    </w:p>
    <w:p w14:paraId="1F2913F9" w14:textId="77777777" w:rsidR="00AF4AD9" w:rsidRPr="00AF4AD9" w:rsidRDefault="00DC35EF" w:rsidP="00AF4AD9">
      <w:pPr>
        <w:rPr>
          <w:b/>
          <w:bCs/>
        </w:rPr>
      </w:pPr>
      <w:r w:rsidRPr="00AF4AD9">
        <w:rPr>
          <w:b/>
          <w:bCs/>
        </w:rPr>
        <w:t xml:space="preserve">Kans (opportuniteit): </w:t>
      </w:r>
    </w:p>
    <w:p w14:paraId="52C0D669" w14:textId="5BFD4ABD" w:rsidR="00114F20" w:rsidRDefault="00DC35EF" w:rsidP="00AF4AD9">
      <w:pPr>
        <w:pStyle w:val="Lijstalinea"/>
        <w:numPr>
          <w:ilvl w:val="0"/>
          <w:numId w:val="1"/>
        </w:numPr>
      </w:pPr>
      <w:r>
        <w:t>een moment of geheel aan omstandigheden dat het mogelijk maakt om iets te doen (bron: ISO 9000 Glossary – Guidance on selected words used in the ISO 9000 family of standards)</w:t>
      </w:r>
    </w:p>
    <w:p w14:paraId="2163161A" w14:textId="4EB4E7A5" w:rsidR="006450B6" w:rsidRDefault="006450B6" w:rsidP="00762ABF">
      <w:pPr>
        <w:rPr>
          <w:b/>
          <w:bCs/>
        </w:rPr>
      </w:pPr>
      <w:r>
        <w:rPr>
          <w:b/>
          <w:bCs/>
        </w:rPr>
        <w:t>Producttype</w:t>
      </w:r>
    </w:p>
    <w:p w14:paraId="0377FBB0" w14:textId="720CE6B8" w:rsidR="00D40250" w:rsidRDefault="00D40250" w:rsidP="00C762E8">
      <w:pPr>
        <w:pStyle w:val="Lijstalinea"/>
        <w:numPr>
          <w:ilvl w:val="0"/>
          <w:numId w:val="1"/>
        </w:numPr>
      </w:pPr>
      <w:r>
        <w:t xml:space="preserve">een specifieke categorie of groep van producten die vergelijkbare technische specificaties en </w:t>
      </w:r>
      <w:r w:rsidR="00EC4B0B">
        <w:t>kenmerken hebben</w:t>
      </w:r>
      <w:r>
        <w:t>.</w:t>
      </w:r>
    </w:p>
    <w:p w14:paraId="4DE92C86" w14:textId="1DBE1CC9" w:rsidR="00762ABF" w:rsidRPr="00361A44" w:rsidRDefault="00762ABF" w:rsidP="00762ABF">
      <w:pPr>
        <w:rPr>
          <w:b/>
          <w:bCs/>
        </w:rPr>
      </w:pPr>
      <w:r w:rsidRPr="00361A44">
        <w:rPr>
          <w:b/>
          <w:bCs/>
        </w:rPr>
        <w:t>Risico</w:t>
      </w:r>
    </w:p>
    <w:p w14:paraId="5EA0D8A8" w14:textId="2B5C5768" w:rsidR="00762ABF" w:rsidRDefault="00762ABF" w:rsidP="00762ABF">
      <w:pPr>
        <w:pStyle w:val="Lijstalinea"/>
        <w:numPr>
          <w:ilvl w:val="0"/>
          <w:numId w:val="1"/>
        </w:numPr>
      </w:pPr>
      <w:r>
        <w:t>effect van onzekerheid</w:t>
      </w:r>
      <w:r w:rsidR="00D24705">
        <w:t xml:space="preserve"> (op het voldoen aan een eis of verwachting)</w:t>
      </w:r>
      <w:r>
        <w:br/>
        <w:t xml:space="preserve">opmerking: </w:t>
      </w:r>
      <w:r w:rsidR="0030791A">
        <w:t xml:space="preserve">het effect kan zowel een negatieve </w:t>
      </w:r>
      <w:r w:rsidR="00361A44">
        <w:t xml:space="preserve">als een positieve </w:t>
      </w:r>
      <w:r w:rsidR="0030791A">
        <w:t>een afwijking zijn van een eis of verw</w:t>
      </w:r>
      <w:r w:rsidR="00361A44">
        <w:t>achting.</w:t>
      </w:r>
    </w:p>
    <w:p w14:paraId="4D9D0836" w14:textId="3FB7BC64" w:rsidR="00361A44" w:rsidRDefault="00361A44" w:rsidP="00361A44">
      <w:pPr>
        <w:pStyle w:val="verborgentekst"/>
      </w:pPr>
      <w:r>
        <w:t xml:space="preserve">Een positieve afwijking kan zijn dat </w:t>
      </w:r>
      <w:r w:rsidR="007B1E20">
        <w:t xml:space="preserve">meer (volume/massa) wordt opgeleverd; het is niet per se dat klanten daar gelukkig van worden. Als de klant </w:t>
      </w:r>
      <w:r w:rsidR="009F6860">
        <w:t>een</w:t>
      </w:r>
      <w:r w:rsidR="00897E9C">
        <w:t xml:space="preserve"> positieve afwijking niet prettig vindt, is het een risico</w:t>
      </w:r>
      <w:r w:rsidR="00DF5392">
        <w:t>,</w:t>
      </w:r>
      <w:r w:rsidR="009F6860">
        <w:t xml:space="preserve"> als een klant een negatieve afwijking </w:t>
      </w:r>
      <w:r w:rsidR="003B54E5">
        <w:t xml:space="preserve">wel prettig vindt, is kan het worden </w:t>
      </w:r>
      <w:r w:rsidR="00B55EC3">
        <w:t>beschouwd</w:t>
      </w:r>
      <w:r w:rsidR="003B54E5">
        <w:t xml:space="preserve"> als een soort kans.</w:t>
      </w:r>
    </w:p>
    <w:p w14:paraId="071FCA50" w14:textId="0F08A585" w:rsidR="0026282B" w:rsidRPr="006E2932" w:rsidRDefault="0026282B" w:rsidP="00850187">
      <w:pPr>
        <w:pStyle w:val="Kop1"/>
      </w:pPr>
      <w:bookmarkStart w:id="7" w:name="_Toc204441994"/>
      <w:r w:rsidRPr="006E2932">
        <w:lastRenderedPageBreak/>
        <w:t xml:space="preserve">Korte beschrijving </w:t>
      </w:r>
      <w:sdt>
        <w:sdtPr>
          <w:alias w:val="Bedrijf"/>
          <w:tag w:val=""/>
          <w:id w:val="864563370"/>
          <w:placeholder>
            <w:docPart w:val="FB81592658C34E1080439A5CE581BB67"/>
          </w:placeholder>
          <w:dataBinding w:prefixMappings="xmlns:ns0='http://schemas.openxmlformats.org/officeDocument/2006/extended-properties' " w:xpath="/ns0:Properties[1]/ns0:Company[1]" w:storeItemID="{6668398D-A668-4E3E-A5EB-62B293D839F1}"/>
          <w:text/>
        </w:sdtPr>
        <w:sdtContent>
          <w:r w:rsidR="00AF6EA6" w:rsidRPr="006E2932">
            <w:t>[Organisatie]</w:t>
          </w:r>
        </w:sdtContent>
      </w:sdt>
      <w:bookmarkEnd w:id="7"/>
    </w:p>
    <w:p w14:paraId="6FAB4117" w14:textId="654F6D04" w:rsidR="001F4D71" w:rsidRPr="006E2932" w:rsidRDefault="002614AA" w:rsidP="0026282B">
      <w:pPr>
        <w:pStyle w:val="Kop2"/>
      </w:pPr>
      <w:bookmarkStart w:id="8" w:name="_Toc204441995"/>
      <w:r>
        <w:t>Historie</w:t>
      </w:r>
      <w:bookmarkEnd w:id="8"/>
    </w:p>
    <w:p w14:paraId="6D0F0DE4" w14:textId="77777777" w:rsidR="006E2932" w:rsidRPr="00BB6D46" w:rsidRDefault="006E2932" w:rsidP="00744804">
      <w:pPr>
        <w:pStyle w:val="verborgentekst"/>
        <w:rPr>
          <w:b/>
          <w:bCs/>
          <w:u w:val="single"/>
        </w:rPr>
      </w:pPr>
      <w:r w:rsidRPr="00BB6D46">
        <w:rPr>
          <w:b/>
          <w:bCs/>
          <w:u w:val="single"/>
        </w:rPr>
        <w:t>Stap 1</w:t>
      </w:r>
    </w:p>
    <w:p w14:paraId="0FD5F5C9" w14:textId="328AA3C1" w:rsidR="00744804" w:rsidRDefault="00744804" w:rsidP="00744804">
      <w:pPr>
        <w:pStyle w:val="verborgentekst"/>
      </w:pPr>
      <w:r>
        <w:t xml:space="preserve">Hier beschrijft </w:t>
      </w:r>
      <w:r w:rsidR="00EE5699">
        <w:t>je</w:t>
      </w:r>
      <w:r>
        <w:t xml:space="preserve"> kort de geschiedenis van </w:t>
      </w:r>
      <w:sdt>
        <w:sdtPr>
          <w:rPr>
            <w:highlight w:val="yellow"/>
          </w:rPr>
          <w:alias w:val="Bedrijf"/>
          <w:tag w:val=""/>
          <w:id w:val="275683558"/>
          <w:placeholder>
            <w:docPart w:val="D11F8E1FC2EE41678CF74F2B8705D75F"/>
          </w:placeholder>
          <w:dataBinding w:prefixMappings="xmlns:ns0='http://schemas.openxmlformats.org/officeDocument/2006/extended-properties' " w:xpath="/ns0:Properties[1]/ns0:Company[1]" w:storeItemID="{6668398D-A668-4E3E-A5EB-62B293D839F1}"/>
          <w:text/>
        </w:sdtPr>
        <w:sdtContent>
          <w:r w:rsidR="00FB6318">
            <w:rPr>
              <w:highlight w:val="yellow"/>
            </w:rPr>
            <w:t>[Organisatie]</w:t>
          </w:r>
        </w:sdtContent>
      </w:sdt>
      <w:r>
        <w:t>.</w:t>
      </w:r>
    </w:p>
    <w:p w14:paraId="2AB38BB6" w14:textId="7550F08C" w:rsidR="001F4D71" w:rsidRDefault="00744804" w:rsidP="00744804">
      <w:pPr>
        <w:pStyle w:val="verborgentekst"/>
      </w:pPr>
      <w:r>
        <w:t xml:space="preserve">Dit onderdeel is niet verplicht voor ISO 9001. Maar het helpt wel. Nieuwe medewerkers en externe auditors krijgen zo een beter beeld van </w:t>
      </w:r>
      <w:r w:rsidR="0096377D">
        <w:t>je</w:t>
      </w:r>
      <w:r>
        <w:t xml:space="preserve"> organisatie. Ook verklaart het waarom sommige dingen misschien vreemd lijken, maar zo zijn omdat ze historisch zo zijn ontstaan.</w:t>
      </w:r>
    </w:p>
    <w:p w14:paraId="502C4229" w14:textId="49395332" w:rsidR="001F4D71" w:rsidRDefault="006560E8" w:rsidP="001F4D71">
      <w:r>
        <w:t>[</w:t>
      </w:r>
      <w:r w:rsidR="001F4D71">
        <w:t>TEKST</w:t>
      </w:r>
      <w:r>
        <w:t>]</w:t>
      </w:r>
    </w:p>
    <w:p w14:paraId="286D5FC4" w14:textId="4693A71C" w:rsidR="006942D1" w:rsidRPr="006E2932" w:rsidRDefault="006942D1" w:rsidP="006942D1">
      <w:pPr>
        <w:pStyle w:val="verborgentekst"/>
      </w:pPr>
      <w:r w:rsidRPr="006E2932">
        <w:t>Ga verder met 4.2</w:t>
      </w:r>
      <w:r w:rsidR="00F0706E" w:rsidRPr="006E2932">
        <w:t xml:space="preserve"> </w:t>
      </w:r>
      <w:r w:rsidR="00F0706E" w:rsidRPr="006E2932">
        <w:fldChar w:fldCharType="begin"/>
      </w:r>
      <w:r w:rsidR="00F0706E" w:rsidRPr="006E2932">
        <w:instrText xml:space="preserve"> REF _Ref142938018 \h </w:instrText>
      </w:r>
      <w:r w:rsidR="00DF7598" w:rsidRPr="006E2932">
        <w:instrText xml:space="preserve"> \* MERGEFORMAT </w:instrText>
      </w:r>
      <w:r w:rsidR="00F0706E" w:rsidRPr="006E2932">
        <w:fldChar w:fldCharType="separate"/>
      </w:r>
      <w:r w:rsidR="0014047A" w:rsidRPr="006E2932">
        <w:t>Strategische richting</w:t>
      </w:r>
      <w:r w:rsidR="00F0706E" w:rsidRPr="006E2932">
        <w:fldChar w:fldCharType="end"/>
      </w:r>
    </w:p>
    <w:p w14:paraId="3739DB58" w14:textId="77A0D228" w:rsidR="0026282B" w:rsidRPr="006E2932" w:rsidRDefault="0026282B" w:rsidP="0026282B">
      <w:pPr>
        <w:pStyle w:val="Kop2"/>
      </w:pPr>
      <w:bookmarkStart w:id="9" w:name="_Ref142938018"/>
      <w:bookmarkStart w:id="10" w:name="_Toc204441996"/>
      <w:r w:rsidRPr="006E2932">
        <w:t>Strategische richting</w:t>
      </w:r>
      <w:bookmarkEnd w:id="9"/>
      <w:bookmarkEnd w:id="10"/>
    </w:p>
    <w:p w14:paraId="279708D1" w14:textId="6499FAE0" w:rsidR="006E2932" w:rsidRPr="00BB6D46" w:rsidRDefault="006E2932" w:rsidP="002A3F03">
      <w:pPr>
        <w:pStyle w:val="verborgentekst"/>
        <w:rPr>
          <w:b/>
          <w:bCs/>
          <w:u w:val="single"/>
        </w:rPr>
      </w:pPr>
      <w:r w:rsidRPr="00BB6D46">
        <w:rPr>
          <w:b/>
          <w:bCs/>
          <w:u w:val="single"/>
        </w:rPr>
        <w:t>Stap 2</w:t>
      </w:r>
    </w:p>
    <w:p w14:paraId="4C6D01BB" w14:textId="6E3B738A" w:rsidR="002A3F03" w:rsidRDefault="002A3F03" w:rsidP="002A3F03">
      <w:pPr>
        <w:pStyle w:val="verborgentekst"/>
      </w:pPr>
      <w:r>
        <w:t xml:space="preserve">De strategie van </w:t>
      </w:r>
      <w:sdt>
        <w:sdtPr>
          <w:alias w:val="Bedrijf"/>
          <w:tag w:val=""/>
          <w:id w:val="685647139"/>
          <w:placeholder>
            <w:docPart w:val="F62A43E05EC7481E84C33B5EB96D8FAF"/>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463000">
        <w:t xml:space="preserve"> </w:t>
      </w:r>
      <w:r>
        <w:t>is het startpunt voor het kwaliteitssysteem. Volgens kwaliteitsexpert</w:t>
      </w:r>
      <w:r w:rsidR="006D1045">
        <w:t xml:space="preserve"> </w:t>
      </w:r>
      <w:r>
        <w:t xml:space="preserve">Joseph </w:t>
      </w:r>
      <w:r w:rsidR="003D7A27">
        <w:t>M</w:t>
      </w:r>
      <w:r>
        <w:t>. Juran kun je kwaliteit op twee manieren bekijken:</w:t>
      </w:r>
    </w:p>
    <w:p w14:paraId="0CE848B1" w14:textId="4C914C2F" w:rsidR="002A3F03" w:rsidRDefault="002A3F03" w:rsidP="002A3F03">
      <w:pPr>
        <w:pStyle w:val="verborgentekst"/>
        <w:numPr>
          <w:ilvl w:val="0"/>
          <w:numId w:val="43"/>
        </w:numPr>
      </w:pPr>
      <w:r>
        <w:t xml:space="preserve">Producten en diensten moeten </w:t>
      </w:r>
      <w:r w:rsidR="003D7A27">
        <w:t>kenmerken</w:t>
      </w:r>
      <w:r>
        <w:t xml:space="preserve"> hebben die klanten nodig hebben</w:t>
      </w:r>
    </w:p>
    <w:p w14:paraId="4639550A" w14:textId="41B3CF7C" w:rsidR="002A3F03" w:rsidRDefault="002A3F03" w:rsidP="002A3F03">
      <w:pPr>
        <w:pStyle w:val="verborgentekst"/>
        <w:numPr>
          <w:ilvl w:val="0"/>
          <w:numId w:val="43"/>
        </w:numPr>
      </w:pPr>
      <w:r>
        <w:t>Producten en diensten moeten zonder fouten worden geleverd</w:t>
      </w:r>
    </w:p>
    <w:p w14:paraId="18CD68A8" w14:textId="525130FE" w:rsidR="002A3F03" w:rsidRDefault="002A3F03" w:rsidP="002A3F03">
      <w:pPr>
        <w:pStyle w:val="verborgentekst"/>
      </w:pPr>
      <w:r>
        <w:t xml:space="preserve">Het is belangrijk dat </w:t>
      </w:r>
      <w:r w:rsidR="0096377D">
        <w:t>je</w:t>
      </w:r>
      <w:r>
        <w:t xml:space="preserve"> weet wie </w:t>
      </w:r>
      <w:r w:rsidR="0096377D">
        <w:t xml:space="preserve">jullie </w:t>
      </w:r>
      <w:r>
        <w:t xml:space="preserve">klanten zijn. Ook moet </w:t>
      </w:r>
      <w:r w:rsidR="0096377D">
        <w:t>je</w:t>
      </w:r>
      <w:r>
        <w:t xml:space="preserve"> duidelijk weten wat </w:t>
      </w:r>
      <w:r w:rsidR="0096377D">
        <w:t>jullie</w:t>
      </w:r>
      <w:r>
        <w:t xml:space="preserve"> producten of diensten zijn. Een kwaliteitssysteem moet passen bij de strategie van</w:t>
      </w:r>
      <w:r w:rsidR="00463000">
        <w:t xml:space="preserve"> </w:t>
      </w:r>
      <w:sdt>
        <w:sdtPr>
          <w:alias w:val="Bedrijf"/>
          <w:tag w:val=""/>
          <w:id w:val="-618837244"/>
          <w:placeholder>
            <w:docPart w:val="716BACB25E374FEF9F594C441F27BC16"/>
          </w:placeholder>
          <w:dataBinding w:prefixMappings="xmlns:ns0='http://schemas.openxmlformats.org/officeDocument/2006/extended-properties' " w:xpath="/ns0:Properties[1]/ns0:Company[1]" w:storeItemID="{6668398D-A668-4E3E-A5EB-62B293D839F1}"/>
          <w:text/>
        </w:sdtPr>
        <w:sdtContent>
          <w:r w:rsidR="00FB6318">
            <w:t>[Organisatie]</w:t>
          </w:r>
        </w:sdtContent>
      </w:sdt>
      <w:r>
        <w:t>.</w:t>
      </w:r>
    </w:p>
    <w:p w14:paraId="406E3891" w14:textId="5FA682F4" w:rsidR="0026282B" w:rsidRPr="007D558C" w:rsidRDefault="0026282B" w:rsidP="0026282B">
      <w:pPr>
        <w:pStyle w:val="Kop3"/>
      </w:pPr>
      <w:bookmarkStart w:id="11" w:name="_Ref142035738"/>
      <w:bookmarkStart w:id="12" w:name="_Toc204441997"/>
      <w:r w:rsidRPr="007D558C">
        <w:t>Product-markt-combinaties</w:t>
      </w:r>
      <w:bookmarkEnd w:id="11"/>
      <w:bookmarkEnd w:id="12"/>
    </w:p>
    <w:p w14:paraId="11D1FB8F" w14:textId="1CE96F03" w:rsidR="006E2932" w:rsidRPr="00BB6D46" w:rsidRDefault="007D558C" w:rsidP="00BB6D46">
      <w:pPr>
        <w:pStyle w:val="verborgentekst"/>
        <w:rPr>
          <w:b/>
          <w:bCs/>
          <w:u w:val="single"/>
        </w:rPr>
      </w:pPr>
      <w:r w:rsidRPr="00BB6D46">
        <w:rPr>
          <w:b/>
          <w:bCs/>
          <w:u w:val="single"/>
        </w:rPr>
        <w:t>Stap 3</w:t>
      </w:r>
    </w:p>
    <w:p w14:paraId="32FB7A91" w14:textId="5C0C4069" w:rsidR="00A95621" w:rsidRDefault="00A95621" w:rsidP="00A95621">
      <w:pPr>
        <w:pStyle w:val="verborgentekst"/>
      </w:pPr>
      <w:r>
        <w:t>Wat verko</w:t>
      </w:r>
      <w:r w:rsidR="007D558C">
        <w:t xml:space="preserve">pen jullie </w:t>
      </w:r>
      <w:r>
        <w:t>aan wie?</w:t>
      </w:r>
    </w:p>
    <w:p w14:paraId="7499EE4E" w14:textId="047A7097" w:rsidR="00A95621" w:rsidRDefault="00A95621" w:rsidP="00A95621">
      <w:pPr>
        <w:pStyle w:val="verborgentekst"/>
      </w:pPr>
      <w:r>
        <w:t xml:space="preserve">Wat zijn </w:t>
      </w:r>
      <w:r w:rsidR="007D558C">
        <w:t>jullie</w:t>
      </w:r>
      <w:r>
        <w:t xml:space="preserve"> product-markt-combinaties? (Eventueel aangevuld met technologie)</w:t>
      </w:r>
    </w:p>
    <w:p w14:paraId="48FA9873" w14:textId="0DB8CFB4" w:rsidR="00A95621" w:rsidRDefault="00A95621" w:rsidP="00A95621">
      <w:pPr>
        <w:pStyle w:val="verborgentekst"/>
      </w:pPr>
      <w:r>
        <w:t>In de tabel hieronder gaat het om 'producttypen' of 'soorten diensten'. Vaak spee</w:t>
      </w:r>
      <w:r w:rsidR="007D558C">
        <w:t>l je</w:t>
      </w:r>
      <w:r>
        <w:t xml:space="preserve"> in op</w:t>
      </w:r>
      <w:r w:rsidR="00463000">
        <w:t xml:space="preserve"> </w:t>
      </w:r>
      <w:r>
        <w:t>specifieke wensen van klanten door variaties te maken op het basistype. In de tabel benoemt u de</w:t>
      </w:r>
      <w:r w:rsidR="00463000">
        <w:t xml:space="preserve"> </w:t>
      </w:r>
      <w:r>
        <w:t>basistypen van uw producten of diensten.</w:t>
      </w:r>
    </w:p>
    <w:p w14:paraId="4BD8401B" w14:textId="77777777" w:rsidR="0074096C" w:rsidRDefault="0074096C" w:rsidP="0074096C">
      <w:pPr>
        <w:pStyle w:val="verborgentekst"/>
      </w:pPr>
      <w:r>
        <w:t>U kunt markten op verschillende manieren definiëren: per gebied, doelgroep, sector, enzovoort.</w:t>
      </w:r>
    </w:p>
    <w:p w14:paraId="65CFDFCC" w14:textId="2132FEE9" w:rsidR="0074096C" w:rsidRDefault="0074096C" w:rsidP="0074096C">
      <w:pPr>
        <w:pStyle w:val="verborgentekst"/>
      </w:pPr>
      <w:r>
        <w:t>Het kan zijn dat een product geschikt is voor meerdere markten, maar dat er wel belangrijke</w:t>
      </w:r>
      <w:r w:rsidR="00463000">
        <w:t xml:space="preserve"> </w:t>
      </w:r>
      <w:r>
        <w:t>verschillen bestaan. Dan is het verstandig om deze apart te benoemen.</w:t>
      </w:r>
    </w:p>
    <w:p w14:paraId="25B8DA96" w14:textId="6195E6B6" w:rsidR="00A95621" w:rsidRDefault="0074096C" w:rsidP="0074096C">
      <w:pPr>
        <w:pStyle w:val="verborgentekst"/>
      </w:pPr>
      <w:r>
        <w:t xml:space="preserve">Als </w:t>
      </w:r>
      <w:sdt>
        <w:sdtPr>
          <w:alias w:val="Bedrijf"/>
          <w:tag w:val=""/>
          <w:id w:val="498473812"/>
          <w:placeholder>
            <w:docPart w:val="FC86E6661AF54664885FAF635278C431"/>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463000">
        <w:t xml:space="preserve"> </w:t>
      </w:r>
      <w:r>
        <w:t>eigen technologieën heeft, kun</w:t>
      </w:r>
      <w:r w:rsidR="00547590">
        <w:t xml:space="preserve"> je</w:t>
      </w:r>
      <w:r>
        <w:t xml:space="preserve"> deze ook benoemen. Dit geldt voor situaties</w:t>
      </w:r>
      <w:r w:rsidR="00463000">
        <w:t xml:space="preserve"> </w:t>
      </w:r>
      <w:r>
        <w:t xml:space="preserve">waar </w:t>
      </w:r>
      <w:r w:rsidR="00547590">
        <w:t>je</w:t>
      </w:r>
      <w:r>
        <w:t xml:space="preserve"> varianten van een product of dienst levert, gebaseerd op verschillende technologieën. </w:t>
      </w:r>
      <w:r w:rsidR="00547590">
        <w:t>Je</w:t>
      </w:r>
      <w:r w:rsidR="00463000">
        <w:t xml:space="preserve"> </w:t>
      </w:r>
      <w:r>
        <w:t>kunt de kolom 'technologie' weglaten als dit niet relevant is.</w:t>
      </w:r>
    </w:p>
    <w:p w14:paraId="09A5005F" w14:textId="4846C60D" w:rsidR="00DC35EF" w:rsidRDefault="00000000" w:rsidP="00DC35EF">
      <w:sdt>
        <w:sdtPr>
          <w:alias w:val="Bedrijf"/>
          <w:tag w:val=""/>
          <w:id w:val="-955870937"/>
          <w:placeholder>
            <w:docPart w:val="14B0DBAE6E9C4E859443232748ABCE5A"/>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0B34C0">
        <w:t xml:space="preserve"> </w:t>
      </w:r>
      <w:r w:rsidR="00276A9F">
        <w:t>richt zich op de volgende product-markt-combinaties:</w:t>
      </w:r>
    </w:p>
    <w:p w14:paraId="2E1128E9" w14:textId="7652EBE3" w:rsidR="00A43DC7" w:rsidRDefault="00A43DC7" w:rsidP="00A43DC7">
      <w:pPr>
        <w:pStyle w:val="Bijschrift"/>
        <w:keepNext/>
      </w:pPr>
      <w:bookmarkStart w:id="13" w:name="_Ref194435985"/>
      <w:r>
        <w:t xml:space="preserve">Tabel </w:t>
      </w:r>
      <w:fldSimple w:instr=" STYLEREF 1 \s ">
        <w:r w:rsidR="0014047A">
          <w:rPr>
            <w:noProof/>
          </w:rPr>
          <w:t>4</w:t>
        </w:r>
      </w:fldSimple>
      <w:r w:rsidR="00EC7814">
        <w:noBreakHyphen/>
      </w:r>
      <w:fldSimple w:instr=" SEQ Tabel \* ARABIC \s 1 ">
        <w:r w:rsidR="0014047A">
          <w:rPr>
            <w:noProof/>
          </w:rPr>
          <w:t>1</w:t>
        </w:r>
      </w:fldSimple>
      <w:bookmarkEnd w:id="13"/>
      <w:r>
        <w:t xml:space="preserve"> Product-markt-combinaties</w:t>
      </w:r>
      <w:r w:rsidR="00EC7814">
        <w:t xml:space="preserve"> van </w:t>
      </w:r>
      <w:sdt>
        <w:sdtPr>
          <w:alias w:val="Bedrijf"/>
          <w:tag w:val=""/>
          <w:id w:val="-1802677051"/>
          <w:placeholder>
            <w:docPart w:val="DF4A65C8FFF9426398616CFB361AC5AC"/>
          </w:placeholder>
          <w:dataBinding w:prefixMappings="xmlns:ns0='http://schemas.openxmlformats.org/officeDocument/2006/extended-properties' " w:xpath="/ns0:Properties[1]/ns0:Company[1]" w:storeItemID="{6668398D-A668-4E3E-A5EB-62B293D839F1}"/>
          <w:text/>
        </w:sdtPr>
        <w:sdtContent>
          <w:r w:rsidR="00AF6EA6">
            <w:t>[Organisatie]</w:t>
          </w:r>
        </w:sdtContent>
      </w:sdt>
    </w:p>
    <w:tbl>
      <w:tblPr>
        <w:tblStyle w:val="Tabelraster"/>
        <w:tblW w:w="0" w:type="auto"/>
        <w:tblLook w:val="04A0" w:firstRow="1" w:lastRow="0" w:firstColumn="1" w:lastColumn="0" w:noHBand="0" w:noVBand="1"/>
      </w:tblPr>
      <w:tblGrid>
        <w:gridCol w:w="3020"/>
        <w:gridCol w:w="3021"/>
        <w:gridCol w:w="3021"/>
      </w:tblGrid>
      <w:tr w:rsidR="003C6D80" w14:paraId="58CA7A65" w14:textId="77777777" w:rsidTr="003C6D80">
        <w:tc>
          <w:tcPr>
            <w:tcW w:w="3020" w:type="dxa"/>
          </w:tcPr>
          <w:p w14:paraId="5A03F289" w14:textId="1418422E" w:rsidR="003C6D80" w:rsidRPr="00A27103" w:rsidRDefault="003C6D80" w:rsidP="00DC35EF">
            <w:r w:rsidRPr="00A27103">
              <w:t>Product</w:t>
            </w:r>
            <w:r w:rsidR="007C4499">
              <w:t>(type)</w:t>
            </w:r>
            <w:r w:rsidRPr="00A27103">
              <w:t xml:space="preserve"> of dienst </w:t>
            </w:r>
          </w:p>
        </w:tc>
        <w:tc>
          <w:tcPr>
            <w:tcW w:w="3021" w:type="dxa"/>
          </w:tcPr>
          <w:p w14:paraId="647C568C" w14:textId="496BC359" w:rsidR="003C6D80" w:rsidRPr="00A27103" w:rsidRDefault="003C6D80" w:rsidP="00DC35EF">
            <w:r w:rsidRPr="00A27103">
              <w:t>Markt</w:t>
            </w:r>
            <w:r w:rsidR="00A27103">
              <w:t xml:space="preserve"> (doelgroep)</w:t>
            </w:r>
          </w:p>
        </w:tc>
        <w:tc>
          <w:tcPr>
            <w:tcW w:w="3021" w:type="dxa"/>
          </w:tcPr>
          <w:p w14:paraId="11111E77" w14:textId="3F507881" w:rsidR="003C6D80" w:rsidRPr="00A27103" w:rsidRDefault="003C6D80" w:rsidP="00DC35EF">
            <w:r w:rsidRPr="00A27103">
              <w:t>Technologie</w:t>
            </w:r>
          </w:p>
        </w:tc>
      </w:tr>
      <w:tr w:rsidR="003C6D80" w14:paraId="69E1DB66" w14:textId="77777777" w:rsidTr="003C6D80">
        <w:tc>
          <w:tcPr>
            <w:tcW w:w="3020" w:type="dxa"/>
          </w:tcPr>
          <w:p w14:paraId="21E1C76E" w14:textId="77777777" w:rsidR="003C6D80" w:rsidRDefault="003C6D80" w:rsidP="00DC35EF"/>
        </w:tc>
        <w:tc>
          <w:tcPr>
            <w:tcW w:w="3021" w:type="dxa"/>
          </w:tcPr>
          <w:p w14:paraId="6DAC78B6" w14:textId="77777777" w:rsidR="003C6D80" w:rsidRDefault="003C6D80" w:rsidP="00DC35EF"/>
        </w:tc>
        <w:tc>
          <w:tcPr>
            <w:tcW w:w="3021" w:type="dxa"/>
          </w:tcPr>
          <w:p w14:paraId="0C9FCF56" w14:textId="77777777" w:rsidR="003C6D80" w:rsidRDefault="003C6D80" w:rsidP="00DC35EF"/>
        </w:tc>
      </w:tr>
      <w:tr w:rsidR="003C6D80" w14:paraId="3D28EB5A" w14:textId="77777777" w:rsidTr="003C6D80">
        <w:tc>
          <w:tcPr>
            <w:tcW w:w="3020" w:type="dxa"/>
          </w:tcPr>
          <w:p w14:paraId="59199100" w14:textId="77777777" w:rsidR="003C6D80" w:rsidRDefault="003C6D80" w:rsidP="00DC35EF"/>
        </w:tc>
        <w:tc>
          <w:tcPr>
            <w:tcW w:w="3021" w:type="dxa"/>
          </w:tcPr>
          <w:p w14:paraId="44DC8245" w14:textId="77777777" w:rsidR="003C6D80" w:rsidRDefault="003C6D80" w:rsidP="00DC35EF"/>
        </w:tc>
        <w:tc>
          <w:tcPr>
            <w:tcW w:w="3021" w:type="dxa"/>
          </w:tcPr>
          <w:p w14:paraId="5A7E5FAA" w14:textId="77777777" w:rsidR="003C6D80" w:rsidRDefault="003C6D80" w:rsidP="00DC35EF"/>
        </w:tc>
      </w:tr>
    </w:tbl>
    <w:p w14:paraId="4C0E08B2" w14:textId="65D9B96E" w:rsidR="00220E1D" w:rsidRDefault="00220E1D" w:rsidP="003C6D80"/>
    <w:p w14:paraId="39D4533C" w14:textId="77777777" w:rsidR="00A27103" w:rsidRPr="00A27103" w:rsidRDefault="00A27103" w:rsidP="00A27103">
      <w:pPr>
        <w:rPr>
          <w:rStyle w:val="Nadruk"/>
        </w:rPr>
      </w:pPr>
      <w:r w:rsidRPr="00A27103">
        <w:rPr>
          <w:rStyle w:val="Nadruk"/>
        </w:rPr>
        <w:lastRenderedPageBreak/>
        <w:t>Producten en diensten</w:t>
      </w:r>
    </w:p>
    <w:p w14:paraId="10C6C6BA" w14:textId="2C040D4E" w:rsidR="007049E7" w:rsidRDefault="007049E7" w:rsidP="007049E7">
      <w:pPr>
        <w:pStyle w:val="verborgentekst"/>
      </w:pPr>
      <w:r>
        <w:t>In de tabel hierboven zijn de product-markt-combinaties benoemd. Maar we hebben nog niet</w:t>
      </w:r>
      <w:r w:rsidR="004C0100">
        <w:t xml:space="preserve"> </w:t>
      </w:r>
      <w:r>
        <w:t>gekeken naar de opbouw van producten of diensten.</w:t>
      </w:r>
    </w:p>
    <w:p w14:paraId="11F8CB83" w14:textId="0B7D1A0A" w:rsidR="007049E7" w:rsidRDefault="007049E7" w:rsidP="007049E7">
      <w:pPr>
        <w:pStyle w:val="verborgentekst"/>
      </w:pPr>
      <w:r>
        <w:t>Een product bestaat vaak uit meer onderdelen dan alleen het fysieke object of de 'kerndienst'. Deze</w:t>
      </w:r>
      <w:r w:rsidR="004C0100">
        <w:t xml:space="preserve"> </w:t>
      </w:r>
      <w:r>
        <w:t>extra onderdelen zijn nodig om het product daadwerkelijk te kunnen gebruiken. In veel gevallen</w:t>
      </w:r>
      <w:r w:rsidR="004C0100">
        <w:t xml:space="preserve"> </w:t>
      </w:r>
      <w:r>
        <w:t>staan deze onderdelen apart op een factuur. Geef voor elk product of dienst een globale</w:t>
      </w:r>
      <w:r w:rsidR="004C0100">
        <w:t xml:space="preserve"> </w:t>
      </w:r>
      <w:r>
        <w:t>opsomming van de onderdelen die apart op een factuur kunnen staan. Let op: het gaat niet om</w:t>
      </w:r>
      <w:r w:rsidR="004C0100">
        <w:t xml:space="preserve"> </w:t>
      </w:r>
      <w:r>
        <w:t>onderdelen die in een product zijn verwerkt.</w:t>
      </w:r>
    </w:p>
    <w:p w14:paraId="722C84B0" w14:textId="5CB0DDE6" w:rsidR="005E1934" w:rsidRDefault="007049E7" w:rsidP="007049E7">
      <w:pPr>
        <w:pStyle w:val="verborgentekst"/>
      </w:pPr>
      <w:r>
        <w:t>Het is ook verstandig om na te denken welke producttypen een vergelijkbaar 'productieproces'</w:t>
      </w:r>
      <w:r w:rsidR="004C0100">
        <w:t xml:space="preserve"> </w:t>
      </w:r>
      <w:r>
        <w:t xml:space="preserve">hebben. Voor echt verschillende productieprocessen moet namelijk een apart </w:t>
      </w:r>
      <w:r w:rsidR="004C0100">
        <w:t>Operationeel H</w:t>
      </w:r>
      <w:r>
        <w:t>andboek</w:t>
      </w:r>
      <w:r w:rsidR="004C0100">
        <w:t xml:space="preserve"> </w:t>
      </w:r>
      <w:r>
        <w:t>worden opgesteld.</w:t>
      </w:r>
    </w:p>
    <w:p w14:paraId="15F4BD64" w14:textId="10F0A54E" w:rsidR="00A27103" w:rsidRPr="00A27103" w:rsidRDefault="00A27103" w:rsidP="00A27103">
      <w:r>
        <w:t>Onderstaand is voor ieder product of dienst aangegeven uit welke onderdelen deze bestaan:</w:t>
      </w:r>
    </w:p>
    <w:p w14:paraId="5A6FF278" w14:textId="7CE8A5DD" w:rsidR="00A27103" w:rsidRDefault="00A27103" w:rsidP="00A27103">
      <w:pPr>
        <w:pStyle w:val="Lijstalinea"/>
        <w:numPr>
          <w:ilvl w:val="0"/>
          <w:numId w:val="1"/>
        </w:numPr>
      </w:pPr>
      <w:r>
        <w:t>[product</w:t>
      </w:r>
      <w:r w:rsidR="00726BF7">
        <w:t>type</w:t>
      </w:r>
      <w:r>
        <w:t xml:space="preserve"> 1]: </w:t>
      </w:r>
    </w:p>
    <w:p w14:paraId="0A2755DB" w14:textId="238D7E50" w:rsidR="00A27103" w:rsidRDefault="00A27103" w:rsidP="00A27103">
      <w:pPr>
        <w:pStyle w:val="Lijstalinea"/>
        <w:numPr>
          <w:ilvl w:val="1"/>
          <w:numId w:val="1"/>
        </w:numPr>
      </w:pPr>
      <w:r>
        <w:t>[Onderdeel 1]</w:t>
      </w:r>
    </w:p>
    <w:p w14:paraId="7FF576B0" w14:textId="0AED9773" w:rsidR="00A27103" w:rsidRDefault="00A27103" w:rsidP="00A27103">
      <w:pPr>
        <w:pStyle w:val="Lijstalinea"/>
        <w:numPr>
          <w:ilvl w:val="1"/>
          <w:numId w:val="1"/>
        </w:numPr>
      </w:pPr>
      <w:r>
        <w:t>..</w:t>
      </w:r>
    </w:p>
    <w:p w14:paraId="3EF521AB" w14:textId="41D5DE78" w:rsidR="00A27103" w:rsidRDefault="00A27103" w:rsidP="003C6D80">
      <w:pPr>
        <w:rPr>
          <w:rStyle w:val="Nadruk"/>
        </w:rPr>
      </w:pPr>
      <w:r w:rsidRPr="00A27103">
        <w:rPr>
          <w:rStyle w:val="Nadruk"/>
        </w:rPr>
        <w:t>Markt</w:t>
      </w:r>
      <w:r>
        <w:rPr>
          <w:rStyle w:val="Nadruk"/>
        </w:rPr>
        <w:t xml:space="preserve"> (doelgroep)</w:t>
      </w:r>
    </w:p>
    <w:p w14:paraId="618FFF17" w14:textId="7B1DEBEA" w:rsidR="00430A27" w:rsidRPr="00430A27" w:rsidRDefault="00430A27" w:rsidP="00430A27">
      <w:pPr>
        <w:pStyle w:val="verborgentekst"/>
        <w:rPr>
          <w:rStyle w:val="Nadruk"/>
          <w:i/>
          <w:iCs w:val="0"/>
        </w:rPr>
      </w:pPr>
      <w:r w:rsidRPr="00430A27">
        <w:rPr>
          <w:rStyle w:val="Nadruk"/>
          <w:i/>
          <w:iCs w:val="0"/>
        </w:rPr>
        <w:t>In de tabel zijn - naast de producten en diensten - de markten (doelgroepen) aangegeven. Om</w:t>
      </w:r>
      <w:r w:rsidR="004C0100">
        <w:rPr>
          <w:rStyle w:val="Nadruk"/>
          <w:i/>
          <w:iCs w:val="0"/>
        </w:rPr>
        <w:t xml:space="preserve"> s</w:t>
      </w:r>
      <w:r w:rsidRPr="00430A27">
        <w:rPr>
          <w:rStyle w:val="Nadruk"/>
          <w:i/>
          <w:iCs w:val="0"/>
        </w:rPr>
        <w:t>uccesvol te zijn is het belangrijk om meer te weten over de beweegredenen van deze potentiële</w:t>
      </w:r>
      <w:r w:rsidR="0047724D">
        <w:rPr>
          <w:rStyle w:val="Nadruk"/>
          <w:i/>
          <w:iCs w:val="0"/>
        </w:rPr>
        <w:t xml:space="preserve"> </w:t>
      </w:r>
      <w:r w:rsidRPr="00430A27">
        <w:rPr>
          <w:rStyle w:val="Nadruk"/>
          <w:i/>
          <w:iCs w:val="0"/>
        </w:rPr>
        <w:t>klanten. Elke klant probeert een behoefte te vervullen, of beter gezegd een probleem op te lossen.</w:t>
      </w:r>
      <w:r w:rsidR="0047724D">
        <w:rPr>
          <w:rStyle w:val="Nadruk"/>
          <w:i/>
          <w:iCs w:val="0"/>
        </w:rPr>
        <w:t xml:space="preserve"> </w:t>
      </w:r>
      <w:r w:rsidRPr="00430A27">
        <w:rPr>
          <w:rStyle w:val="Nadruk"/>
          <w:i/>
          <w:iCs w:val="0"/>
        </w:rPr>
        <w:t>En ze zijn bereid om daarvoor te betalen.</w:t>
      </w:r>
    </w:p>
    <w:p w14:paraId="4B9FBB1C" w14:textId="5561AD51" w:rsidR="00103F52" w:rsidRDefault="00430A27" w:rsidP="00430A27">
      <w:pPr>
        <w:pStyle w:val="verborgentekst"/>
        <w:rPr>
          <w:rStyle w:val="Nadruk"/>
          <w:i/>
          <w:iCs w:val="0"/>
        </w:rPr>
      </w:pPr>
      <w:r w:rsidRPr="00430A27">
        <w:rPr>
          <w:rStyle w:val="Nadruk"/>
          <w:i/>
          <w:iCs w:val="0"/>
        </w:rPr>
        <w:t>Voor klanten is het duurder om iets zelf te maken/doen, ze zijn er minder goed in (of doen er</w:t>
      </w:r>
      <w:r w:rsidR="0047724D">
        <w:rPr>
          <w:rStyle w:val="Nadruk"/>
          <w:i/>
          <w:iCs w:val="0"/>
        </w:rPr>
        <w:t xml:space="preserve"> </w:t>
      </w:r>
      <w:r w:rsidRPr="00430A27">
        <w:rPr>
          <w:rStyle w:val="Nadruk"/>
          <w:i/>
          <w:iCs w:val="0"/>
        </w:rPr>
        <w:t>langer over) of hebben simpelweg nu geen tijd. Geef een beschrijving van de doelgroep, specifieke</w:t>
      </w:r>
      <w:r w:rsidR="0047724D">
        <w:rPr>
          <w:rStyle w:val="Nadruk"/>
          <w:i/>
          <w:iCs w:val="0"/>
        </w:rPr>
        <w:t xml:space="preserve"> </w:t>
      </w:r>
      <w:r w:rsidRPr="00430A27">
        <w:rPr>
          <w:rStyle w:val="Nadruk"/>
          <w:i/>
          <w:iCs w:val="0"/>
        </w:rPr>
        <w:t xml:space="preserve">kenmerken en de behoeften/problemen waar </w:t>
      </w:r>
      <w:sdt>
        <w:sdtPr>
          <w:rPr>
            <w:rStyle w:val="Nadruk"/>
            <w:i/>
            <w:iCs w:val="0"/>
          </w:rPr>
          <w:alias w:val="Bedrijf"/>
          <w:tag w:val=""/>
          <w:id w:val="376909414"/>
          <w:placeholder>
            <w:docPart w:val="0CDEE88375EE40C0A0780DEF4F8D638D"/>
          </w:placeholder>
          <w:dataBinding w:prefixMappings="xmlns:ns0='http://schemas.openxmlformats.org/officeDocument/2006/extended-properties' " w:xpath="/ns0:Properties[1]/ns0:Company[1]" w:storeItemID="{6668398D-A668-4E3E-A5EB-62B293D839F1}"/>
          <w:text/>
        </w:sdtPr>
        <w:sdtContent>
          <w:r w:rsidR="00FB6318">
            <w:rPr>
              <w:rStyle w:val="Nadruk"/>
              <w:i/>
              <w:iCs w:val="0"/>
            </w:rPr>
            <w:t>[Organisatie]</w:t>
          </w:r>
        </w:sdtContent>
      </w:sdt>
      <w:r w:rsidR="0047724D">
        <w:rPr>
          <w:rStyle w:val="Nadruk"/>
          <w:i/>
          <w:iCs w:val="0"/>
        </w:rPr>
        <w:t xml:space="preserve"> </w:t>
      </w:r>
      <w:r w:rsidRPr="00430A27">
        <w:rPr>
          <w:rStyle w:val="Nadruk"/>
          <w:i/>
          <w:iCs w:val="0"/>
        </w:rPr>
        <w:t>op inspeelt.</w:t>
      </w:r>
      <w:r w:rsidR="00953D8F">
        <w:rPr>
          <w:rStyle w:val="Nadruk"/>
          <w:i/>
          <w:iCs w:val="0"/>
        </w:rPr>
        <w:t xml:space="preserve"> </w:t>
      </w:r>
    </w:p>
    <w:p w14:paraId="77F4C0A6" w14:textId="20F79294" w:rsidR="00103F52" w:rsidRDefault="00103F52" w:rsidP="00103F52">
      <w:pPr>
        <w:rPr>
          <w:rStyle w:val="Nadruk"/>
          <w:i w:val="0"/>
          <w:iCs w:val="0"/>
        </w:rPr>
      </w:pPr>
      <w:r>
        <w:rPr>
          <w:rStyle w:val="Nadruk"/>
          <w:i w:val="0"/>
          <w:iCs w:val="0"/>
        </w:rPr>
        <w:t>Onderstaand is voor de verschillende markten (doelgroepen) beschreven wat hun specifieke kenmerken zijn:</w:t>
      </w:r>
    </w:p>
    <w:p w14:paraId="3F356CA9" w14:textId="39859A95" w:rsidR="00103F52" w:rsidRPr="00953D8F" w:rsidRDefault="00103F52" w:rsidP="00103F52">
      <w:pPr>
        <w:pStyle w:val="Lijstalinea"/>
        <w:numPr>
          <w:ilvl w:val="0"/>
          <w:numId w:val="1"/>
        </w:numPr>
        <w:rPr>
          <w:rStyle w:val="Nadruk"/>
          <w:i w:val="0"/>
          <w:iCs w:val="0"/>
          <w:highlight w:val="yellow"/>
        </w:rPr>
      </w:pPr>
      <w:r w:rsidRPr="00953D8F">
        <w:rPr>
          <w:rStyle w:val="Nadruk"/>
          <w:i w:val="0"/>
          <w:iCs w:val="0"/>
          <w:highlight w:val="yellow"/>
        </w:rPr>
        <w:t>[markt 1]: [omschrijving]</w:t>
      </w:r>
    </w:p>
    <w:p w14:paraId="6118568D" w14:textId="5FE0BA0D" w:rsidR="00103F52" w:rsidRPr="00103F52" w:rsidRDefault="00103F52" w:rsidP="00103F52">
      <w:pPr>
        <w:pStyle w:val="Lijstalinea"/>
        <w:numPr>
          <w:ilvl w:val="0"/>
          <w:numId w:val="1"/>
        </w:numPr>
        <w:rPr>
          <w:rStyle w:val="Nadruk"/>
          <w:i w:val="0"/>
          <w:iCs w:val="0"/>
        </w:rPr>
      </w:pPr>
      <w:r>
        <w:rPr>
          <w:rStyle w:val="Nadruk"/>
          <w:i w:val="0"/>
          <w:iCs w:val="0"/>
        </w:rPr>
        <w:t>..</w:t>
      </w:r>
    </w:p>
    <w:p w14:paraId="41C5B73A" w14:textId="65D1634A" w:rsidR="00A27103" w:rsidRDefault="00103F52" w:rsidP="00103F52">
      <w:pPr>
        <w:rPr>
          <w:rStyle w:val="Nadruk"/>
        </w:rPr>
      </w:pPr>
      <w:r>
        <w:rPr>
          <w:rStyle w:val="Nadruk"/>
        </w:rPr>
        <w:t>Technologie</w:t>
      </w:r>
      <w:r w:rsidR="00916608">
        <w:rPr>
          <w:rStyle w:val="Nadruk"/>
        </w:rPr>
        <w:t xml:space="preserve"> </w:t>
      </w:r>
      <w:r w:rsidR="00916608" w:rsidRPr="00695D34">
        <w:rPr>
          <w:rStyle w:val="Nadruk"/>
          <w:highlight w:val="yellow"/>
        </w:rPr>
        <w:t>(optioneel)</w:t>
      </w:r>
    </w:p>
    <w:p w14:paraId="75D3F976" w14:textId="4A4A89AD" w:rsidR="00E05FAE" w:rsidRDefault="00E05FAE" w:rsidP="00E05FAE">
      <w:pPr>
        <w:pStyle w:val="verborgentekst"/>
      </w:pPr>
      <w:r>
        <w:t>In de tabel is mogelijk technologie benoemd die cruciaal is voor het succesvol werken met</w:t>
      </w:r>
      <w:r w:rsidR="006D1045">
        <w:t xml:space="preserve"> </w:t>
      </w:r>
      <w:r>
        <w:t>specifieke product-markt-combinaties. Een korte toelichting op deze technologie kan nuttig zijn.</w:t>
      </w:r>
    </w:p>
    <w:p w14:paraId="5B310431" w14:textId="7B3CE558" w:rsidR="00E05FAE" w:rsidRDefault="00E05FAE" w:rsidP="00E05FAE">
      <w:pPr>
        <w:pStyle w:val="verborgentekst"/>
      </w:pPr>
      <w:r>
        <w:t>Denk aan herkomst, eigendom en toepassingsgebied. Als technologie cruciaal is, moet uw</w:t>
      </w:r>
      <w:r w:rsidR="006D1045">
        <w:t xml:space="preserve"> </w:t>
      </w:r>
      <w:r>
        <w:t>organisatie 'iets' doen om op de hoogte te blijven van ontwikkelingen. Of dit actief of passief is, dat</w:t>
      </w:r>
      <w:r w:rsidR="006D1045">
        <w:t xml:space="preserve"> </w:t>
      </w:r>
      <w:r>
        <w:t>is in deze fase minder belangrijk.</w:t>
      </w:r>
    </w:p>
    <w:p w14:paraId="1C22DEEF" w14:textId="4E30D2DF" w:rsidR="00103F52" w:rsidRDefault="00E05FAE" w:rsidP="00E05FAE">
      <w:pPr>
        <w:pStyle w:val="verborgentekst"/>
      </w:pPr>
      <w:r>
        <w:t xml:space="preserve">Hieronder is een overzicht van de technologie die voor </w:t>
      </w:r>
      <w:r w:rsidR="00874E4F">
        <w:t>je</w:t>
      </w:r>
      <w:r>
        <w:t xml:space="preserve"> </w:t>
      </w:r>
      <w:r w:rsidR="00874E4F">
        <w:t>organisatie</w:t>
      </w:r>
      <w:r>
        <w:t xml:space="preserve"> strategisch belangrijk is:</w:t>
      </w:r>
    </w:p>
    <w:p w14:paraId="2DAA3A9B" w14:textId="7EFB3BD5" w:rsidR="00916608" w:rsidRDefault="00FF6FEB" w:rsidP="00916608">
      <w:r>
        <w:t xml:space="preserve">Onderstaand is een overzicht gegeven van de technologie die voor </w:t>
      </w:r>
      <w:sdt>
        <w:sdtPr>
          <w:alias w:val="Bedrijf"/>
          <w:tag w:val=""/>
          <w:id w:val="1191267345"/>
          <w:placeholder>
            <w:docPart w:val="FFC949A026D84EBE8162CC91F9B3B5B1"/>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van strategisch belang is:</w:t>
      </w:r>
    </w:p>
    <w:p w14:paraId="46242722" w14:textId="08B73CBE" w:rsidR="00FF6FEB" w:rsidRPr="00B85987" w:rsidRDefault="00FF6FEB" w:rsidP="00646713">
      <w:pPr>
        <w:pStyle w:val="Lijstalinea"/>
        <w:numPr>
          <w:ilvl w:val="0"/>
          <w:numId w:val="19"/>
        </w:numPr>
        <w:rPr>
          <w:highlight w:val="yellow"/>
        </w:rPr>
      </w:pPr>
      <w:r w:rsidRPr="00B85987">
        <w:rPr>
          <w:highlight w:val="yellow"/>
        </w:rPr>
        <w:t>[technologie 1]</w:t>
      </w:r>
      <w:r w:rsidR="00517A5A" w:rsidRPr="00B85987">
        <w:rPr>
          <w:highlight w:val="yellow"/>
        </w:rPr>
        <w:t>: [</w:t>
      </w:r>
      <w:r w:rsidR="00B85987" w:rsidRPr="00B85987">
        <w:rPr>
          <w:highlight w:val="yellow"/>
        </w:rPr>
        <w:t>korte toelichting]</w:t>
      </w:r>
    </w:p>
    <w:p w14:paraId="76E14E06" w14:textId="71469A36" w:rsidR="00B85987" w:rsidRDefault="00B85987" w:rsidP="00646713">
      <w:pPr>
        <w:pStyle w:val="Lijstalinea"/>
        <w:numPr>
          <w:ilvl w:val="0"/>
          <w:numId w:val="19"/>
        </w:numPr>
      </w:pPr>
      <w:r>
        <w:t>…</w:t>
      </w:r>
    </w:p>
    <w:p w14:paraId="546B0467" w14:textId="37A94DD4" w:rsidR="00E04F67" w:rsidRPr="007D558C" w:rsidRDefault="00E04F67" w:rsidP="00E04F67">
      <w:r w:rsidRPr="007D558C">
        <w:lastRenderedPageBreak/>
        <w:t xml:space="preserve">Ga verder met </w:t>
      </w:r>
      <w:r w:rsidR="002C48A0" w:rsidRPr="007D558C">
        <w:t>4.2.2</w:t>
      </w:r>
    </w:p>
    <w:p w14:paraId="11FAC647" w14:textId="24919171" w:rsidR="0026282B" w:rsidRPr="007D558C" w:rsidRDefault="0026282B" w:rsidP="0026282B">
      <w:pPr>
        <w:pStyle w:val="Kop3"/>
      </w:pPr>
      <w:bookmarkStart w:id="14" w:name="_Ref199416393"/>
      <w:bookmarkStart w:id="15" w:name="_Ref199416396"/>
      <w:bookmarkStart w:id="16" w:name="_Toc204441998"/>
      <w:r w:rsidRPr="007D558C">
        <w:t>Issues</w:t>
      </w:r>
      <w:r w:rsidR="0097312D" w:rsidRPr="007D558C">
        <w:t xml:space="preserve"> vanuit de context</w:t>
      </w:r>
      <w:bookmarkEnd w:id="14"/>
      <w:bookmarkEnd w:id="15"/>
      <w:bookmarkEnd w:id="16"/>
    </w:p>
    <w:p w14:paraId="3A5C050B" w14:textId="04ECEDD6" w:rsidR="0013312C" w:rsidRDefault="0013312C" w:rsidP="0013312C">
      <w:pPr>
        <w:pStyle w:val="verborgentekst"/>
      </w:pPr>
      <w:r>
        <w:t>** Normreferentie 4.1 **</w:t>
      </w:r>
    </w:p>
    <w:p w14:paraId="2957DB1B" w14:textId="19150905" w:rsidR="007D558C" w:rsidRPr="00BB6D46" w:rsidRDefault="007D558C" w:rsidP="0013312C">
      <w:pPr>
        <w:pStyle w:val="verborgentekst"/>
        <w:rPr>
          <w:b/>
          <w:bCs/>
          <w:u w:val="single"/>
        </w:rPr>
      </w:pPr>
      <w:r w:rsidRPr="00BB6D46">
        <w:rPr>
          <w:b/>
          <w:bCs/>
          <w:u w:val="single"/>
        </w:rPr>
        <w:t>Stap 4</w:t>
      </w:r>
    </w:p>
    <w:p w14:paraId="542E6435" w14:textId="21E701FD" w:rsidR="006B3633" w:rsidRPr="006B3633" w:rsidRDefault="006B3633" w:rsidP="006B3633">
      <w:pPr>
        <w:rPr>
          <w:i/>
          <w:vanish/>
          <w:color w:val="808080" w:themeColor="background1" w:themeShade="80"/>
        </w:rPr>
      </w:pPr>
      <w:r w:rsidRPr="006B3633">
        <w:rPr>
          <w:i/>
          <w:vanish/>
          <w:color w:val="808080" w:themeColor="background1" w:themeShade="80"/>
        </w:rPr>
        <w:t>Het functioneren van een organisatie wordt beïnvloed door vele factoren. Waaronder de</w:t>
      </w:r>
      <w:r w:rsidR="006D1045">
        <w:rPr>
          <w:i/>
          <w:vanish/>
          <w:color w:val="808080" w:themeColor="background1" w:themeShade="80"/>
        </w:rPr>
        <w:t xml:space="preserve"> </w:t>
      </w:r>
      <w:r w:rsidRPr="006B3633">
        <w:rPr>
          <w:i/>
          <w:vanish/>
          <w:color w:val="808080" w:themeColor="background1" w:themeShade="80"/>
        </w:rPr>
        <w:t>beschreven geschiedenis.</w:t>
      </w:r>
    </w:p>
    <w:p w14:paraId="45D96B62" w14:textId="0EF1B8D4" w:rsidR="006B3633" w:rsidRPr="006B3633" w:rsidRDefault="006B3633" w:rsidP="006B3633">
      <w:pPr>
        <w:rPr>
          <w:i/>
          <w:vanish/>
          <w:color w:val="808080" w:themeColor="background1" w:themeShade="80"/>
        </w:rPr>
      </w:pPr>
      <w:r w:rsidRPr="006B3633">
        <w:rPr>
          <w:i/>
          <w:vanish/>
          <w:color w:val="808080" w:themeColor="background1" w:themeShade="80"/>
        </w:rPr>
        <w:t>Denk ook aan allerlei zaken die invloed kunnen hebben op de kwaliteit van uw producten en</w:t>
      </w:r>
      <w:r w:rsidR="006D1045">
        <w:rPr>
          <w:i/>
          <w:vanish/>
          <w:color w:val="808080" w:themeColor="background1" w:themeShade="80"/>
        </w:rPr>
        <w:t xml:space="preserve"> </w:t>
      </w:r>
      <w:r w:rsidRPr="006B3633">
        <w:rPr>
          <w:i/>
          <w:vanish/>
          <w:color w:val="808080" w:themeColor="background1" w:themeShade="80"/>
        </w:rPr>
        <w:t>diensten. Dit kan zowel positieve als negatieve invloed hebben. Het kunnen actuele zaken zijn, maar</w:t>
      </w:r>
      <w:r w:rsidR="006D1045">
        <w:rPr>
          <w:i/>
          <w:vanish/>
          <w:color w:val="808080" w:themeColor="background1" w:themeShade="80"/>
        </w:rPr>
        <w:t xml:space="preserve"> </w:t>
      </w:r>
      <w:r w:rsidRPr="006B3633">
        <w:rPr>
          <w:i/>
          <w:vanish/>
          <w:color w:val="808080" w:themeColor="background1" w:themeShade="80"/>
        </w:rPr>
        <w:t>ook meer langdurige zaken. Deze zaken kunnen leiden tot specifieke risico's of kansen met</w:t>
      </w:r>
      <w:r w:rsidR="00CB30F5">
        <w:rPr>
          <w:i/>
          <w:vanish/>
          <w:color w:val="808080" w:themeColor="background1" w:themeShade="80"/>
        </w:rPr>
        <w:t xml:space="preserve"> </w:t>
      </w:r>
      <w:r w:rsidRPr="006B3633">
        <w:rPr>
          <w:i/>
          <w:vanish/>
          <w:color w:val="808080" w:themeColor="background1" w:themeShade="80"/>
        </w:rPr>
        <w:t>betrekking tot de kwaliteit van geleverde producten of diensten.</w:t>
      </w:r>
    </w:p>
    <w:p w14:paraId="40F96DC3" w14:textId="1277A8DD" w:rsidR="006B3633" w:rsidRPr="006B3633" w:rsidRDefault="006B3633" w:rsidP="006B3633">
      <w:pPr>
        <w:rPr>
          <w:i/>
          <w:vanish/>
          <w:color w:val="808080" w:themeColor="background1" w:themeShade="80"/>
        </w:rPr>
      </w:pPr>
      <w:r w:rsidRPr="006B3633">
        <w:rPr>
          <w:i/>
          <w:vanish/>
          <w:color w:val="808080" w:themeColor="background1" w:themeShade="80"/>
        </w:rPr>
        <w:t>Opmerking: als dit lastig is, kun</w:t>
      </w:r>
      <w:r w:rsidR="00CF19CB">
        <w:rPr>
          <w:i/>
          <w:vanish/>
          <w:color w:val="808080" w:themeColor="background1" w:themeShade="80"/>
        </w:rPr>
        <w:t xml:space="preserve"> je</w:t>
      </w:r>
      <w:r w:rsidRPr="006B3633">
        <w:rPr>
          <w:i/>
          <w:vanish/>
          <w:color w:val="808080" w:themeColor="background1" w:themeShade="80"/>
        </w:rPr>
        <w:t xml:space="preserve"> ook eerst voor de processen risico's (en kansen) identificeren.</w:t>
      </w:r>
    </w:p>
    <w:p w14:paraId="329958D6" w14:textId="5691FFBE" w:rsidR="006B3633" w:rsidRPr="006B3633" w:rsidRDefault="006B3633" w:rsidP="006B3633">
      <w:pPr>
        <w:rPr>
          <w:i/>
          <w:vanish/>
          <w:color w:val="808080" w:themeColor="background1" w:themeShade="80"/>
        </w:rPr>
      </w:pPr>
      <w:r w:rsidRPr="006B3633">
        <w:rPr>
          <w:i/>
          <w:vanish/>
          <w:color w:val="808080" w:themeColor="background1" w:themeShade="80"/>
        </w:rPr>
        <w:t>Vervolgens deel</w:t>
      </w:r>
      <w:r w:rsidR="00CF19CB">
        <w:rPr>
          <w:i/>
          <w:vanish/>
          <w:color w:val="808080" w:themeColor="background1" w:themeShade="80"/>
        </w:rPr>
        <w:t xml:space="preserve"> je</w:t>
      </w:r>
      <w:r w:rsidRPr="006B3633">
        <w:rPr>
          <w:i/>
          <w:vanish/>
          <w:color w:val="808080" w:themeColor="background1" w:themeShade="80"/>
        </w:rPr>
        <w:t xml:space="preserve"> deze in categorieën in (= externe factoren). Deze risico's worden geïdentificeerd</w:t>
      </w:r>
      <w:r w:rsidR="006D1045">
        <w:rPr>
          <w:i/>
          <w:vanish/>
          <w:color w:val="808080" w:themeColor="background1" w:themeShade="80"/>
        </w:rPr>
        <w:t xml:space="preserve"> </w:t>
      </w:r>
      <w:r w:rsidRPr="006B3633">
        <w:rPr>
          <w:i/>
          <w:vanish/>
          <w:color w:val="808080" w:themeColor="background1" w:themeShade="80"/>
        </w:rPr>
        <w:t xml:space="preserve">bij de uitwerking van het </w:t>
      </w:r>
      <w:r w:rsidR="006D1045">
        <w:rPr>
          <w:i/>
          <w:vanish/>
          <w:color w:val="808080" w:themeColor="background1" w:themeShade="80"/>
        </w:rPr>
        <w:t>Operationeel Handboek</w:t>
      </w:r>
      <w:r w:rsidRPr="006B3633">
        <w:rPr>
          <w:i/>
          <w:vanish/>
          <w:color w:val="808080" w:themeColor="background1" w:themeShade="80"/>
        </w:rPr>
        <w:t>.</w:t>
      </w:r>
    </w:p>
    <w:p w14:paraId="711A4CC7" w14:textId="2D9E1C92" w:rsidR="006B3633" w:rsidRDefault="006B3633" w:rsidP="006B3633">
      <w:pPr>
        <w:rPr>
          <w:i/>
          <w:vanish/>
          <w:color w:val="808080" w:themeColor="background1" w:themeShade="80"/>
        </w:rPr>
      </w:pPr>
      <w:r w:rsidRPr="006B3633">
        <w:rPr>
          <w:i/>
          <w:vanish/>
          <w:color w:val="808080" w:themeColor="background1" w:themeShade="80"/>
        </w:rPr>
        <w:t xml:space="preserve">Vanuit de norm moet </w:t>
      </w:r>
      <w:r w:rsidR="00CF19CB">
        <w:rPr>
          <w:i/>
          <w:vanish/>
          <w:color w:val="808080" w:themeColor="background1" w:themeShade="80"/>
        </w:rPr>
        <w:t>je</w:t>
      </w:r>
      <w:r w:rsidRPr="006B3633">
        <w:rPr>
          <w:i/>
          <w:vanish/>
          <w:color w:val="808080" w:themeColor="background1" w:themeShade="80"/>
        </w:rPr>
        <w:t xml:space="preserve"> beoordelen of klimaatverandering invloed heeft op de prestaties van </w:t>
      </w:r>
      <w:r w:rsidR="00C51A29">
        <w:rPr>
          <w:i/>
          <w:vanish/>
          <w:color w:val="808080" w:themeColor="background1" w:themeShade="80"/>
        </w:rPr>
        <w:t>de</w:t>
      </w:r>
      <w:r w:rsidR="006D1045">
        <w:rPr>
          <w:i/>
          <w:vanish/>
          <w:color w:val="808080" w:themeColor="background1" w:themeShade="80"/>
        </w:rPr>
        <w:t xml:space="preserve"> </w:t>
      </w:r>
      <w:r w:rsidRPr="006B3633">
        <w:rPr>
          <w:i/>
          <w:vanish/>
          <w:color w:val="808080" w:themeColor="background1" w:themeShade="80"/>
        </w:rPr>
        <w:t>organisatie ten aanzien van de kwaliteit van de producten of diensten. Voor veel organisaties is de</w:t>
      </w:r>
      <w:r w:rsidR="006D1045">
        <w:rPr>
          <w:i/>
          <w:vanish/>
          <w:color w:val="808080" w:themeColor="background1" w:themeShade="80"/>
        </w:rPr>
        <w:t xml:space="preserve"> </w:t>
      </w:r>
      <w:r w:rsidRPr="006B3633">
        <w:rPr>
          <w:i/>
          <w:vanish/>
          <w:color w:val="808080" w:themeColor="background1" w:themeShade="80"/>
        </w:rPr>
        <w:t>invloed beperkt. Maar het kan bijvoorbeeld zijn dat specifieke grondstoffen minder goed</w:t>
      </w:r>
      <w:r w:rsidR="006D1045">
        <w:rPr>
          <w:i/>
          <w:vanish/>
          <w:color w:val="808080" w:themeColor="background1" w:themeShade="80"/>
        </w:rPr>
        <w:t xml:space="preserve"> </w:t>
      </w:r>
      <w:r w:rsidRPr="006B3633">
        <w:rPr>
          <w:i/>
          <w:vanish/>
          <w:color w:val="808080" w:themeColor="background1" w:themeShade="80"/>
        </w:rPr>
        <w:t>verkrijgbaar gaan zijn. Geef aan of klimaatverandering relevant is voor het kwaliteitssysteem, en</w:t>
      </w:r>
      <w:r w:rsidR="006D1045">
        <w:rPr>
          <w:i/>
          <w:vanish/>
          <w:color w:val="808080" w:themeColor="background1" w:themeShade="80"/>
        </w:rPr>
        <w:t xml:space="preserve"> </w:t>
      </w:r>
      <w:r w:rsidRPr="006B3633">
        <w:rPr>
          <w:i/>
          <w:vanish/>
          <w:color w:val="808080" w:themeColor="background1" w:themeShade="80"/>
        </w:rPr>
        <w:t>waarom.</w:t>
      </w:r>
    </w:p>
    <w:p w14:paraId="5527ED4A" w14:textId="57625BF8" w:rsidR="0026282B" w:rsidRDefault="0026282B" w:rsidP="006B3633">
      <w:r>
        <w:t xml:space="preserve">Met betrekking tot de hiervoor benoemde PMC’s heeft </w:t>
      </w:r>
      <w:sdt>
        <w:sdtPr>
          <w:alias w:val="Bedrijf"/>
          <w:tag w:val=""/>
          <w:id w:val="-545061083"/>
          <w:placeholder>
            <w:docPart w:val="77BC65A721BD40558FCDD18FB81275D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36006F">
        <w:t xml:space="preserve"> </w:t>
      </w:r>
      <w:r>
        <w:t>te rekening te houden met de volgende issues</w:t>
      </w:r>
      <w:r w:rsidR="006560E8">
        <w:t>:</w:t>
      </w:r>
    </w:p>
    <w:p w14:paraId="2571FF58" w14:textId="4B2C14FA" w:rsidR="00EC7814" w:rsidRDefault="00EC7814" w:rsidP="00EC7814">
      <w:pPr>
        <w:pStyle w:val="Bijschrift"/>
        <w:keepNext/>
      </w:pPr>
      <w:bookmarkStart w:id="17" w:name="_Ref196410039"/>
      <w:r>
        <w:t xml:space="preserve">Tabel </w:t>
      </w:r>
      <w:fldSimple w:instr=" STYLEREF 1 \s ">
        <w:r w:rsidR="0014047A">
          <w:rPr>
            <w:noProof/>
          </w:rPr>
          <w:t>4</w:t>
        </w:r>
      </w:fldSimple>
      <w:r>
        <w:noBreakHyphen/>
      </w:r>
      <w:fldSimple w:instr=" SEQ Tabel \* ARABIC \s 1 ">
        <w:r w:rsidR="0014047A">
          <w:rPr>
            <w:noProof/>
          </w:rPr>
          <w:t>2</w:t>
        </w:r>
      </w:fldSimple>
      <w:bookmarkEnd w:id="17"/>
      <w:r>
        <w:t xml:space="preserve"> Issues relevant voor het doel van het managementsysteem van </w:t>
      </w:r>
      <w:sdt>
        <w:sdtPr>
          <w:alias w:val="Bedrijf"/>
          <w:tag w:val=""/>
          <w:id w:val="-779332865"/>
          <w:placeholder>
            <w:docPart w:val="419DA7E83CB44C668E9BA2E9045095EC"/>
          </w:placeholder>
          <w:dataBinding w:prefixMappings="xmlns:ns0='http://schemas.openxmlformats.org/officeDocument/2006/extended-properties' " w:xpath="/ns0:Properties[1]/ns0:Company[1]" w:storeItemID="{6668398D-A668-4E3E-A5EB-62B293D839F1}"/>
          <w:text/>
        </w:sdtPr>
        <w:sdtContent>
          <w:r w:rsidR="00AF6EA6">
            <w:t>[Organisatie]</w:t>
          </w:r>
        </w:sdtContent>
      </w:sdt>
    </w:p>
    <w:tbl>
      <w:tblPr>
        <w:tblStyle w:val="Tabelraster"/>
        <w:tblW w:w="0" w:type="auto"/>
        <w:tblLook w:val="04A0" w:firstRow="1" w:lastRow="0" w:firstColumn="1" w:lastColumn="0" w:noHBand="0" w:noVBand="1"/>
      </w:tblPr>
      <w:tblGrid>
        <w:gridCol w:w="2830"/>
        <w:gridCol w:w="6232"/>
      </w:tblGrid>
      <w:tr w:rsidR="00AF6210" w14:paraId="3BB3FD2E" w14:textId="77777777" w:rsidTr="006560E8">
        <w:tc>
          <w:tcPr>
            <w:tcW w:w="2830" w:type="dxa"/>
          </w:tcPr>
          <w:p w14:paraId="25575562" w14:textId="55C030E2" w:rsidR="00AF6210" w:rsidRPr="00CC2C56" w:rsidRDefault="006560E8" w:rsidP="0026282B">
            <w:pPr>
              <w:rPr>
                <w:b/>
                <w:bCs/>
              </w:rPr>
            </w:pPr>
            <w:r w:rsidRPr="00CC2C56">
              <w:rPr>
                <w:b/>
                <w:bCs/>
              </w:rPr>
              <w:t>Issue</w:t>
            </w:r>
          </w:p>
        </w:tc>
        <w:tc>
          <w:tcPr>
            <w:tcW w:w="6232" w:type="dxa"/>
          </w:tcPr>
          <w:p w14:paraId="22734893" w14:textId="0AC186F5" w:rsidR="00AF6210" w:rsidRPr="00CC2C56" w:rsidRDefault="006560E8" w:rsidP="0026282B">
            <w:pPr>
              <w:rPr>
                <w:b/>
                <w:bCs/>
              </w:rPr>
            </w:pPr>
            <w:r w:rsidRPr="00CC2C56">
              <w:rPr>
                <w:b/>
                <w:bCs/>
              </w:rPr>
              <w:t>Korte toelichting</w:t>
            </w:r>
          </w:p>
        </w:tc>
      </w:tr>
      <w:tr w:rsidR="006560E8" w14:paraId="30FEC0A2" w14:textId="77777777" w:rsidTr="006560E8">
        <w:tc>
          <w:tcPr>
            <w:tcW w:w="2830" w:type="dxa"/>
          </w:tcPr>
          <w:p w14:paraId="01966A85" w14:textId="0C54D1D8" w:rsidR="006560E8" w:rsidRDefault="00767FB5" w:rsidP="0026282B">
            <w:r>
              <w:t>Klimaatverandering</w:t>
            </w:r>
          </w:p>
        </w:tc>
        <w:tc>
          <w:tcPr>
            <w:tcW w:w="6232" w:type="dxa"/>
          </w:tcPr>
          <w:p w14:paraId="02812F43" w14:textId="77777777" w:rsidR="006560E8" w:rsidRDefault="006560E8" w:rsidP="0026282B"/>
        </w:tc>
      </w:tr>
      <w:tr w:rsidR="006560E8" w14:paraId="112C0EA7" w14:textId="77777777" w:rsidTr="006560E8">
        <w:tc>
          <w:tcPr>
            <w:tcW w:w="2830" w:type="dxa"/>
          </w:tcPr>
          <w:p w14:paraId="19EFF1C5" w14:textId="77777777" w:rsidR="006560E8" w:rsidRDefault="006560E8" w:rsidP="0026282B"/>
        </w:tc>
        <w:tc>
          <w:tcPr>
            <w:tcW w:w="6232" w:type="dxa"/>
          </w:tcPr>
          <w:p w14:paraId="251AD362" w14:textId="77777777" w:rsidR="006560E8" w:rsidRDefault="006560E8" w:rsidP="0026282B"/>
        </w:tc>
      </w:tr>
    </w:tbl>
    <w:p w14:paraId="446EE37A" w14:textId="77777777" w:rsidR="00AF6210" w:rsidRDefault="00AF6210" w:rsidP="0026282B"/>
    <w:p w14:paraId="19649C61" w14:textId="770014AF" w:rsidR="0026282B" w:rsidRPr="007D558C" w:rsidRDefault="004944B3" w:rsidP="0026282B">
      <w:pPr>
        <w:pStyle w:val="Kop3"/>
        <w:rPr>
          <w:lang w:val="en-GB"/>
        </w:rPr>
      </w:pPr>
      <w:bookmarkStart w:id="18" w:name="_Ref142647711"/>
      <w:bookmarkStart w:id="19" w:name="_Ref199416408"/>
      <w:bookmarkStart w:id="20" w:name="_Ref199416412"/>
      <w:bookmarkStart w:id="21" w:name="_Toc204441999"/>
      <w:r w:rsidRPr="007D558C">
        <w:rPr>
          <w:lang w:val="en-GB"/>
        </w:rPr>
        <w:t>Supply</w:t>
      </w:r>
      <w:r w:rsidR="000143B8" w:rsidRPr="007D558C">
        <w:rPr>
          <w:lang w:val="en-GB"/>
        </w:rPr>
        <w:t xml:space="preserve"> chain</w:t>
      </w:r>
      <w:r w:rsidR="00520FE3" w:rsidRPr="007D558C">
        <w:rPr>
          <w:lang w:val="en-GB"/>
        </w:rPr>
        <w:t>(s)</w:t>
      </w:r>
      <w:r w:rsidR="000143B8" w:rsidRPr="007D558C">
        <w:rPr>
          <w:lang w:val="en-GB"/>
        </w:rPr>
        <w:t xml:space="preserve"> van</w:t>
      </w:r>
      <w:r w:rsidR="004A0D71" w:rsidRPr="007D558C">
        <w:rPr>
          <w:lang w:val="en-GB"/>
        </w:rPr>
        <w:t xml:space="preserve"> </w:t>
      </w:r>
      <w:bookmarkEnd w:id="18"/>
      <w:sdt>
        <w:sdtPr>
          <w:rPr>
            <w:lang w:val="en-GB"/>
          </w:rPr>
          <w:alias w:val="Bedrijf"/>
          <w:tag w:val=""/>
          <w:id w:val="-2129841540"/>
          <w:placeholder>
            <w:docPart w:val="8269EF6733BC4B35ADF58BD68CC73EE8"/>
          </w:placeholder>
          <w:dataBinding w:prefixMappings="xmlns:ns0='http://schemas.openxmlformats.org/officeDocument/2006/extended-properties' " w:xpath="/ns0:Properties[1]/ns0:Company[1]" w:storeItemID="{6668398D-A668-4E3E-A5EB-62B293D839F1}"/>
          <w:text/>
        </w:sdtPr>
        <w:sdtContent>
          <w:r w:rsidR="00AF6EA6" w:rsidRPr="007D558C">
            <w:rPr>
              <w:lang w:val="en-GB"/>
            </w:rPr>
            <w:t>[Organisatie]</w:t>
          </w:r>
        </w:sdtContent>
      </w:sdt>
      <w:bookmarkEnd w:id="19"/>
      <w:bookmarkEnd w:id="20"/>
      <w:bookmarkEnd w:id="21"/>
    </w:p>
    <w:p w14:paraId="3CB9AFA7" w14:textId="33FA67B9" w:rsidR="0013312C" w:rsidRDefault="0013312C" w:rsidP="00F674DA">
      <w:pPr>
        <w:pStyle w:val="verborgentekst"/>
      </w:pPr>
      <w:r w:rsidRPr="007D558C">
        <w:t>** Normreferentie 4.2 **</w:t>
      </w:r>
    </w:p>
    <w:p w14:paraId="62017B34" w14:textId="293C610D" w:rsidR="007D558C" w:rsidRPr="00BB6D46" w:rsidRDefault="007D558C" w:rsidP="00F674DA">
      <w:pPr>
        <w:pStyle w:val="verborgentekst"/>
        <w:rPr>
          <w:b/>
          <w:bCs/>
          <w:u w:val="single"/>
        </w:rPr>
      </w:pPr>
      <w:r w:rsidRPr="00BB6D46">
        <w:rPr>
          <w:b/>
          <w:bCs/>
          <w:u w:val="single"/>
        </w:rPr>
        <w:t>Stap 5</w:t>
      </w:r>
    </w:p>
    <w:p w14:paraId="60D975AD" w14:textId="260C14F1" w:rsidR="002A0FC7" w:rsidRDefault="00CF224D" w:rsidP="002A0FC7">
      <w:pPr>
        <w:pStyle w:val="verborgentekst"/>
      </w:pPr>
      <w:r>
        <w:t>Je</w:t>
      </w:r>
      <w:r w:rsidR="002A0FC7">
        <w:t xml:space="preserve"> organisatie kan het niet helemaal alleen. </w:t>
      </w:r>
      <w:r w:rsidR="00C51A29">
        <w:t>Een organisatie</w:t>
      </w:r>
      <w:r w:rsidR="002A0FC7">
        <w:t xml:space="preserve"> moet samenwerken met andere partijen om tot een</w:t>
      </w:r>
      <w:r w:rsidR="006A4E09">
        <w:t xml:space="preserve"> </w:t>
      </w:r>
      <w:r w:rsidR="002A0FC7">
        <w:t>goed product of een goede dienst te komen. Samenwerking kan in de vorm van een nauw</w:t>
      </w:r>
      <w:r w:rsidR="006A4E09">
        <w:t xml:space="preserve"> </w:t>
      </w:r>
      <w:r w:rsidR="002A0FC7">
        <w:t>verbonden partnerschap zijn, maar het kan ook minder intensief zijn. Het gaat om de partijen die</w:t>
      </w:r>
      <w:r w:rsidR="006A4E09">
        <w:t xml:space="preserve"> </w:t>
      </w:r>
      <w:r w:rsidR="002A0FC7">
        <w:t>invloed hebben op de kwaliteit van de producten of diensten</w:t>
      </w:r>
    </w:p>
    <w:p w14:paraId="628660D3" w14:textId="527DEED8" w:rsidR="000143B8" w:rsidRDefault="000143B8" w:rsidP="000143B8">
      <w:r>
        <w:t xml:space="preserve">In onderstaand schema is weergegeven welke partijen invloed hebben op het vermogen van </w:t>
      </w:r>
      <w:sdt>
        <w:sdtPr>
          <w:alias w:val="Bedrijf"/>
          <w:tag w:val=""/>
          <w:id w:val="-453557052"/>
          <w:placeholder>
            <w:docPart w:val="338F2BD314F44146A8EA7C90DFD6EED4"/>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4A0D71">
        <w:t xml:space="preserve"> </w:t>
      </w:r>
      <w:r>
        <w:t xml:space="preserve">om producten en diensten te leveren die </w:t>
      </w:r>
      <w:r w:rsidR="00C65B7C">
        <w:t xml:space="preserve">consequent </w:t>
      </w:r>
      <w:r>
        <w:t>voldoen aan de eisen van de klant en van toepassing zijnde wet- en regelgeving.</w:t>
      </w:r>
    </w:p>
    <w:p w14:paraId="16B8271F" w14:textId="709F72CE" w:rsidR="000143B8" w:rsidRPr="00276A9F" w:rsidRDefault="00276A9F" w:rsidP="00AE0229">
      <w:pPr>
        <w:pStyle w:val="verborgentekst"/>
      </w:pPr>
      <w:r w:rsidRPr="00276A9F">
        <w:t>Z</w:t>
      </w:r>
      <w:r w:rsidR="000143B8" w:rsidRPr="00276A9F">
        <w:t>owel aan de leverancierskant als aan de distributiekant</w:t>
      </w:r>
      <w:r w:rsidR="008710D8">
        <w:t>!</w:t>
      </w:r>
    </w:p>
    <w:p w14:paraId="16CC45F9" w14:textId="03A0BF98" w:rsidR="004A0D71" w:rsidRDefault="0086293D" w:rsidP="004A0D71">
      <w:pPr>
        <w:keepNext/>
        <w:jc w:val="center"/>
      </w:pPr>
      <w:r>
        <w:rPr>
          <w:noProof/>
        </w:rPr>
        <w:lastRenderedPageBreak/>
        <w:drawing>
          <wp:inline distT="0" distB="0" distL="0" distR="0" wp14:anchorId="1B00799D" wp14:editId="7208656C">
            <wp:extent cx="5909845" cy="1551018"/>
            <wp:effectExtent l="0" t="0" r="0" b="0"/>
            <wp:docPr id="21308917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9645" cy="1561463"/>
                    </a:xfrm>
                    <a:prstGeom prst="rect">
                      <a:avLst/>
                    </a:prstGeom>
                    <a:noFill/>
                  </pic:spPr>
                </pic:pic>
              </a:graphicData>
            </a:graphic>
          </wp:inline>
        </w:drawing>
      </w:r>
    </w:p>
    <w:p w14:paraId="7CB1A03B" w14:textId="02D9F4B0" w:rsidR="000143B8" w:rsidRDefault="004A0D71" w:rsidP="004A0D71">
      <w:pPr>
        <w:pStyle w:val="Bijschrift"/>
        <w:jc w:val="center"/>
      </w:pPr>
      <w:r>
        <w:t xml:space="preserve">Figuur </w:t>
      </w:r>
      <w:fldSimple w:instr=" STYLEREF 1 \s ">
        <w:r w:rsidR="0014047A">
          <w:rPr>
            <w:noProof/>
          </w:rPr>
          <w:t>4</w:t>
        </w:r>
      </w:fldSimple>
      <w:r w:rsidR="00D311E3">
        <w:noBreakHyphen/>
      </w:r>
      <w:fldSimple w:instr=" SEQ Figuur \* ARABIC \s 1 ">
        <w:r w:rsidR="0014047A">
          <w:rPr>
            <w:noProof/>
          </w:rPr>
          <w:t>1</w:t>
        </w:r>
      </w:fldSimple>
      <w:r>
        <w:t xml:space="preserve"> </w:t>
      </w:r>
      <w:r w:rsidR="004944B3">
        <w:t>Supply</w:t>
      </w:r>
      <w:r>
        <w:t xml:space="preserve"> chain</w:t>
      </w:r>
    </w:p>
    <w:p w14:paraId="166E1FAA" w14:textId="7988631A" w:rsidR="00220E1D" w:rsidRPr="007A60A3" w:rsidRDefault="00520FE3" w:rsidP="00AE0229">
      <w:pPr>
        <w:pStyle w:val="verborgentekst"/>
      </w:pPr>
      <w:r w:rsidRPr="007A60A3">
        <w:t xml:space="preserve">Zie originele afbeelding in </w:t>
      </w:r>
      <w:r w:rsidR="00AF4AD9">
        <w:t xml:space="preserve">de </w:t>
      </w:r>
      <w:r w:rsidR="00447A48" w:rsidRPr="007A60A3">
        <w:t>PowerPoint</w:t>
      </w:r>
      <w:r w:rsidRPr="007A60A3">
        <w:t>. V</w:t>
      </w:r>
      <w:r w:rsidR="00CF707F" w:rsidRPr="007A60A3">
        <w:t xml:space="preserve">oeg eventueel partijen toe die niet direct tot de </w:t>
      </w:r>
      <w:r w:rsidR="007D2A51">
        <w:t>supply</w:t>
      </w:r>
      <w:r w:rsidR="00CF707F" w:rsidRPr="007A60A3">
        <w:t xml:space="preserve"> chain behoren, maar die wel invloed hebben op de kwaliteit van de geleverde producten en diensten</w:t>
      </w:r>
      <w:r w:rsidR="00AF4AD9">
        <w:t>.</w:t>
      </w:r>
    </w:p>
    <w:p w14:paraId="4AF86E9E" w14:textId="506F076F" w:rsidR="000143B8" w:rsidRDefault="008E725D" w:rsidP="000143B8">
      <w:r>
        <w:t xml:space="preserve">In de onderstaande tabel staan de relevante belanghebbende, inclusief hun </w:t>
      </w:r>
      <w:r w:rsidR="004944B3">
        <w:t>m</w:t>
      </w:r>
      <w:r>
        <w:t xml:space="preserve">ogelijke invloed op het vermogen van </w:t>
      </w:r>
      <w:sdt>
        <w:sdtPr>
          <w:alias w:val="Bedrijf"/>
          <w:tag w:val=""/>
          <w:id w:val="-1171336725"/>
          <w:placeholder>
            <w:docPart w:val="BC99D84A089144A9B0B745FA1C6BDCD9"/>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om consequent goede producten of diensten te leveren.</w:t>
      </w:r>
    </w:p>
    <w:p w14:paraId="4B209E38" w14:textId="1A4404FE" w:rsidR="001C7A6D" w:rsidRDefault="007A5D85" w:rsidP="001C7A6D">
      <w:pPr>
        <w:pStyle w:val="verborgentekst"/>
      </w:pPr>
      <w:r>
        <w:t>Belanghebbenden kun</w:t>
      </w:r>
      <w:r w:rsidR="008E5641">
        <w:t xml:space="preserve"> je</w:t>
      </w:r>
      <w:r>
        <w:t xml:space="preserve"> op het niveau van 'categorie' benoemen. Denk aan 'toeleverancier',</w:t>
      </w:r>
      <w:r w:rsidR="006A4E09">
        <w:t xml:space="preserve"> </w:t>
      </w:r>
      <w:r>
        <w:t xml:space="preserve">'toezichthouder'. Maar </w:t>
      </w:r>
      <w:r w:rsidR="008E5641">
        <w:t>je</w:t>
      </w:r>
      <w:r>
        <w:t xml:space="preserve"> kunt ook een niveau gedetailleerder gaan. Dus 'toeleveranciers voor</w:t>
      </w:r>
      <w:r w:rsidR="006A4E09">
        <w:t xml:space="preserve"> </w:t>
      </w:r>
      <w:r>
        <w:t>product x' en 'toeleveranciers voor product y'. Nog een niveau dieper kan ook, door de</w:t>
      </w:r>
      <w:r w:rsidR="006A4E09">
        <w:t xml:space="preserve"> </w:t>
      </w:r>
      <w:r>
        <w:t>belanghebbende individueel te benoemen.</w:t>
      </w:r>
    </w:p>
    <w:tbl>
      <w:tblPr>
        <w:tblStyle w:val="Tabelraster"/>
        <w:tblW w:w="0" w:type="auto"/>
        <w:tblLook w:val="04A0" w:firstRow="1" w:lastRow="0" w:firstColumn="1" w:lastColumn="0" w:noHBand="0" w:noVBand="1"/>
      </w:tblPr>
      <w:tblGrid>
        <w:gridCol w:w="3256"/>
        <w:gridCol w:w="5806"/>
      </w:tblGrid>
      <w:tr w:rsidR="008E725D" w14:paraId="3080B31A" w14:textId="77777777" w:rsidTr="008E725D">
        <w:tc>
          <w:tcPr>
            <w:tcW w:w="3256" w:type="dxa"/>
          </w:tcPr>
          <w:p w14:paraId="001C1754" w14:textId="45DFDBAB" w:rsidR="008E725D" w:rsidRDefault="008E725D" w:rsidP="000143B8">
            <w:r>
              <w:t>Belanghebbende</w:t>
            </w:r>
          </w:p>
        </w:tc>
        <w:tc>
          <w:tcPr>
            <w:tcW w:w="5806" w:type="dxa"/>
          </w:tcPr>
          <w:p w14:paraId="50B7A6A4" w14:textId="3DBBC752" w:rsidR="008E725D" w:rsidRDefault="008E725D" w:rsidP="000143B8">
            <w:r>
              <w:t>Mogelijke invloed</w:t>
            </w:r>
          </w:p>
        </w:tc>
      </w:tr>
      <w:tr w:rsidR="008E725D" w14:paraId="503CF4AD" w14:textId="77777777" w:rsidTr="008E725D">
        <w:tc>
          <w:tcPr>
            <w:tcW w:w="3256" w:type="dxa"/>
          </w:tcPr>
          <w:p w14:paraId="0D4DBAAD" w14:textId="77777777" w:rsidR="008E725D" w:rsidRDefault="008E725D" w:rsidP="000143B8"/>
        </w:tc>
        <w:tc>
          <w:tcPr>
            <w:tcW w:w="5806" w:type="dxa"/>
          </w:tcPr>
          <w:p w14:paraId="79FF3FBB" w14:textId="77777777" w:rsidR="008E725D" w:rsidRDefault="008E725D" w:rsidP="000143B8"/>
        </w:tc>
      </w:tr>
    </w:tbl>
    <w:p w14:paraId="50A3B66E" w14:textId="77777777" w:rsidR="008E725D" w:rsidRDefault="008E725D" w:rsidP="000143B8"/>
    <w:p w14:paraId="4D9A9DC2" w14:textId="5DF9E76F" w:rsidR="000143B8" w:rsidRPr="002F2FD7" w:rsidRDefault="00AF4AD9" w:rsidP="00646713">
      <w:pPr>
        <w:pStyle w:val="Lijstalinea"/>
        <w:numPr>
          <w:ilvl w:val="0"/>
          <w:numId w:val="6"/>
        </w:numPr>
        <w:rPr>
          <w:highlight w:val="yellow"/>
        </w:rPr>
      </w:pPr>
      <w:r w:rsidRPr="002F2FD7">
        <w:rPr>
          <w:highlight w:val="yellow"/>
        </w:rPr>
        <w:t xml:space="preserve">[belanghebbende 1] </w:t>
      </w:r>
      <w:r w:rsidR="002F2FD7" w:rsidRPr="002F2FD7">
        <w:rPr>
          <w:highlight w:val="yellow"/>
        </w:rPr>
        <w:t>[mogelijke invloed]</w:t>
      </w:r>
    </w:p>
    <w:p w14:paraId="7859D7C3" w14:textId="77777777" w:rsidR="002F2FD7" w:rsidRPr="002F2FD7" w:rsidRDefault="002F2FD7" w:rsidP="00646713">
      <w:pPr>
        <w:pStyle w:val="Lijstalinea"/>
        <w:numPr>
          <w:ilvl w:val="0"/>
          <w:numId w:val="6"/>
        </w:numPr>
        <w:rPr>
          <w:highlight w:val="yellow"/>
        </w:rPr>
      </w:pPr>
    </w:p>
    <w:p w14:paraId="57FDD8DB" w14:textId="20816BD6" w:rsidR="000143B8" w:rsidRDefault="009C02A1" w:rsidP="009C02A1">
      <w:pPr>
        <w:pStyle w:val="verborgentekst"/>
      </w:pPr>
      <w:r>
        <w:t>Weeg af of het voldoende is om alleen de categorieën op te sommen. Het kan zijn dat er binnen</w:t>
      </w:r>
      <w:r w:rsidR="006A4E09">
        <w:t xml:space="preserve"> </w:t>
      </w:r>
      <w:r>
        <w:t>een categorie grote verschillen bestaan voor wat betreft 'betrouwbaarheid'. Deze verschillenkunnen het noodzakelijk maken dat de samenwerking verschillend moet verlopen. Denk aan</w:t>
      </w:r>
      <w:r w:rsidR="006A4E09">
        <w:t xml:space="preserve"> </w:t>
      </w:r>
      <w:r>
        <w:t>specifieke leveranciers waarvan de kwaliteit van geleverde producten minder is, waardoor extra</w:t>
      </w:r>
      <w:r w:rsidR="006A4E09">
        <w:t xml:space="preserve"> </w:t>
      </w:r>
      <w:r>
        <w:t>controle bij binnenkomst nodig is.</w:t>
      </w:r>
    </w:p>
    <w:p w14:paraId="75BB6F06" w14:textId="03A3DE49" w:rsidR="007544F1" w:rsidRPr="007D2A51" w:rsidRDefault="007544F1" w:rsidP="00AE0229">
      <w:pPr>
        <w:pStyle w:val="verborgentekst"/>
      </w:pPr>
      <w:r w:rsidRPr="007D2A51">
        <w:t xml:space="preserve">Ga verder met </w:t>
      </w:r>
      <w:r w:rsidRPr="007D2A51">
        <w:fldChar w:fldCharType="begin"/>
      </w:r>
      <w:r w:rsidRPr="007D2A51">
        <w:instrText xml:space="preserve"> REF _Ref194435814 \w \h  \* MERGEFORMAT </w:instrText>
      </w:r>
      <w:r w:rsidRPr="007D2A51">
        <w:fldChar w:fldCharType="separate"/>
      </w:r>
      <w:r w:rsidR="0014047A">
        <w:t>4.3</w:t>
      </w:r>
      <w:r w:rsidRPr="007D2A51">
        <w:fldChar w:fldCharType="end"/>
      </w:r>
      <w:r w:rsidRPr="007D2A51">
        <w:t xml:space="preserve"> </w:t>
      </w:r>
      <w:r w:rsidRPr="007D2A51">
        <w:fldChar w:fldCharType="begin"/>
      </w:r>
      <w:r w:rsidRPr="007D2A51">
        <w:instrText xml:space="preserve"> REF _Ref194435816 \h  \* MERGEFORMAT </w:instrText>
      </w:r>
      <w:r w:rsidRPr="007D2A51">
        <w:fldChar w:fldCharType="separate"/>
      </w:r>
      <w:r w:rsidR="0014047A" w:rsidRPr="007D2A51">
        <w:t>Scope van het managementsysteem</w:t>
      </w:r>
      <w:r w:rsidRPr="007D2A51">
        <w:fldChar w:fldCharType="end"/>
      </w:r>
    </w:p>
    <w:p w14:paraId="221ADC43" w14:textId="3D9C434F" w:rsidR="000143B8" w:rsidRPr="007D2A51" w:rsidRDefault="000143B8" w:rsidP="000143B8">
      <w:pPr>
        <w:pStyle w:val="Kop2"/>
      </w:pPr>
      <w:bookmarkStart w:id="22" w:name="_Ref194435814"/>
      <w:bookmarkStart w:id="23" w:name="_Ref194435816"/>
      <w:bookmarkStart w:id="24" w:name="_Toc204442000"/>
      <w:r w:rsidRPr="007D2A51">
        <w:t xml:space="preserve">Scope van het </w:t>
      </w:r>
      <w:r w:rsidR="00DC35EF" w:rsidRPr="007D2A51">
        <w:t>managementsysteem</w:t>
      </w:r>
      <w:bookmarkEnd w:id="22"/>
      <w:bookmarkEnd w:id="23"/>
      <w:bookmarkEnd w:id="24"/>
    </w:p>
    <w:p w14:paraId="4A7FD324" w14:textId="34975A41" w:rsidR="002149F2" w:rsidRDefault="002149F2" w:rsidP="0013312C">
      <w:pPr>
        <w:pStyle w:val="verborgentekst"/>
      </w:pPr>
      <w:r>
        <w:t>** Normrefer</w:t>
      </w:r>
      <w:r w:rsidR="0013312C">
        <w:t>entie 4.3 **</w:t>
      </w:r>
    </w:p>
    <w:p w14:paraId="08B27468" w14:textId="7DC036F8" w:rsidR="00BB6D46" w:rsidRPr="002D2C7D" w:rsidRDefault="00BB6D46" w:rsidP="0013312C">
      <w:pPr>
        <w:pStyle w:val="verborgentekst"/>
        <w:rPr>
          <w:b/>
          <w:bCs/>
          <w:u w:val="single"/>
        </w:rPr>
      </w:pPr>
      <w:r w:rsidRPr="002D2C7D">
        <w:rPr>
          <w:b/>
          <w:bCs/>
          <w:u w:val="single"/>
        </w:rPr>
        <w:t xml:space="preserve">Stap </w:t>
      </w:r>
      <w:r w:rsidR="002D2C7D" w:rsidRPr="002D2C7D">
        <w:rPr>
          <w:b/>
          <w:bCs/>
          <w:u w:val="single"/>
        </w:rPr>
        <w:t>6</w:t>
      </w:r>
    </w:p>
    <w:p w14:paraId="4A951A0C" w14:textId="783143F6" w:rsidR="00C65B7C" w:rsidRDefault="006F1811" w:rsidP="006F1811">
      <w:pPr>
        <w:pStyle w:val="verborgentekst"/>
      </w:pPr>
      <w:r>
        <w:t>De scope geeft de begrenzing van het kwaliteitssysteem aan. Dit heeft betrekking op de producten</w:t>
      </w:r>
      <w:r w:rsidR="007D2A51">
        <w:t xml:space="preserve"> </w:t>
      </w:r>
      <w:r>
        <w:t>en diensten van de organisatie. Maar kan ook betrekking hebben op de locaties, als de organisatiewerkzaamheden verricht op meerdere vestigingen.</w:t>
      </w:r>
      <w:r w:rsidR="00C65B7C">
        <w:t xml:space="preserve"> </w:t>
      </w:r>
    </w:p>
    <w:p w14:paraId="6427074A" w14:textId="1617CFA0" w:rsidR="000143B8" w:rsidRDefault="000143B8" w:rsidP="000143B8">
      <w:r>
        <w:t xml:space="preserve">Het </w:t>
      </w:r>
      <w:r w:rsidR="00F674DA">
        <w:t>kwaliteits</w:t>
      </w:r>
      <w:r>
        <w:t xml:space="preserve">managementsysteem van </w:t>
      </w:r>
      <w:sdt>
        <w:sdtPr>
          <w:alias w:val="Bedrijf"/>
          <w:tag w:val=""/>
          <w:id w:val="-1720282668"/>
          <w:placeholder>
            <w:docPart w:val="4D8388BD52DF4F9B9CC22BFABBA3901F"/>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is van toepassing op het volgende:</w:t>
      </w:r>
    </w:p>
    <w:p w14:paraId="47BC155C" w14:textId="5D2060EE" w:rsidR="000143B8" w:rsidRDefault="000143B8" w:rsidP="000143B8">
      <w:pPr>
        <w:jc w:val="center"/>
      </w:pPr>
      <w:r>
        <w:t>[scope]</w:t>
      </w:r>
    </w:p>
    <w:p w14:paraId="2EA2AE68" w14:textId="479F8CA2" w:rsidR="00A43DC7" w:rsidRDefault="00734014" w:rsidP="006A4E09">
      <w:pPr>
        <w:pStyle w:val="verborgentekst"/>
        <w:jc w:val="center"/>
      </w:pPr>
      <w:r>
        <w:t xml:space="preserve">voorbeeld: het ontwikkelen, produceren en installeren van </w:t>
      </w:r>
      <w:r w:rsidR="00B402FC">
        <w:t>[producttype</w:t>
      </w:r>
      <w:r w:rsidR="00A43DC7">
        <w:t>n en typen diensten</w:t>
      </w:r>
      <w:r w:rsidR="00B402FC">
        <w:t>]</w:t>
      </w:r>
      <w:r w:rsidR="006A4E09">
        <w:t xml:space="preserve"> </w:t>
      </w:r>
      <w:r w:rsidR="00A43DC7">
        <w:t xml:space="preserve">waarbij de eerste kolom uit </w:t>
      </w:r>
      <w:r w:rsidR="00A43DC7">
        <w:fldChar w:fldCharType="begin"/>
      </w:r>
      <w:r w:rsidR="00A43DC7">
        <w:instrText xml:space="preserve"> REF _Ref194435985 \h </w:instrText>
      </w:r>
      <w:r w:rsidR="00A43DC7">
        <w:fldChar w:fldCharType="separate"/>
      </w:r>
      <w:r w:rsidR="0014047A">
        <w:t xml:space="preserve">Tabel </w:t>
      </w:r>
      <w:r w:rsidR="0014047A">
        <w:rPr>
          <w:noProof/>
        </w:rPr>
        <w:t>4</w:t>
      </w:r>
      <w:r w:rsidR="0014047A">
        <w:noBreakHyphen/>
      </w:r>
      <w:r w:rsidR="0014047A">
        <w:rPr>
          <w:noProof/>
        </w:rPr>
        <w:t>1</w:t>
      </w:r>
      <w:r w:rsidR="00A43DC7">
        <w:fldChar w:fldCharType="end"/>
      </w:r>
      <w:r w:rsidR="00A43DC7">
        <w:t xml:space="preserve"> het uitgangspunt is.</w:t>
      </w:r>
    </w:p>
    <w:p w14:paraId="3E337708" w14:textId="7ED2E26B" w:rsidR="000143B8" w:rsidRDefault="000143B8" w:rsidP="000143B8">
      <w:r>
        <w:lastRenderedPageBreak/>
        <w:t xml:space="preserve">Alle eisen uit ISO 9001:2015 zijn toepasbaar voor </w:t>
      </w:r>
      <w:sdt>
        <w:sdtPr>
          <w:alias w:val="Bedrijf"/>
          <w:tag w:val=""/>
          <w:id w:val="-595779921"/>
          <w:placeholder>
            <w:docPart w:val="3A58DA19B0BC49479993E8F7D62813D4"/>
          </w:placeholder>
          <w:dataBinding w:prefixMappings="xmlns:ns0='http://schemas.openxmlformats.org/officeDocument/2006/extended-properties' " w:xpath="/ns0:Properties[1]/ns0:Company[1]" w:storeItemID="{6668398D-A668-4E3E-A5EB-62B293D839F1}"/>
          <w:text/>
        </w:sdtPr>
        <w:sdtContent>
          <w:r w:rsidR="00AF6EA6">
            <w:t>[Organisatie]</w:t>
          </w:r>
        </w:sdtContent>
      </w:sdt>
      <w:r>
        <w:t>.</w:t>
      </w:r>
    </w:p>
    <w:p w14:paraId="2678A912" w14:textId="693B4969" w:rsidR="006560E8" w:rsidRPr="006560E8" w:rsidRDefault="006560E8" w:rsidP="000143B8">
      <w:pPr>
        <w:rPr>
          <w:highlight w:val="yellow"/>
        </w:rPr>
      </w:pPr>
      <w:r w:rsidRPr="006560E8">
        <w:rPr>
          <w:highlight w:val="yellow"/>
        </w:rPr>
        <w:t>Alternatief:</w:t>
      </w:r>
    </w:p>
    <w:p w14:paraId="112C244E" w14:textId="333E4F7B" w:rsidR="006560E8" w:rsidRDefault="00F53A72" w:rsidP="000143B8">
      <w:r w:rsidRPr="006560E8">
        <w:rPr>
          <w:highlight w:val="yellow"/>
        </w:rPr>
        <w:t>Sub paragraaf</w:t>
      </w:r>
      <w:r w:rsidR="006560E8" w:rsidRPr="006560E8">
        <w:rPr>
          <w:highlight w:val="yellow"/>
        </w:rPr>
        <w:t xml:space="preserve"> 7.1.5 is voor </w:t>
      </w:r>
      <w:sdt>
        <w:sdtPr>
          <w:rPr>
            <w:highlight w:val="yellow"/>
          </w:rPr>
          <w:alias w:val="Bedrijf"/>
          <w:tag w:val=""/>
          <w:id w:val="-1547136673"/>
          <w:placeholder>
            <w:docPart w:val="D1B6975C372E4C79A1F695F76C93E0C9"/>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rsidR="006560E8" w:rsidRPr="006560E8">
        <w:rPr>
          <w:highlight w:val="yellow"/>
        </w:rPr>
        <w:t xml:space="preserve"> niet toepasbaar omdat geen gebruik wordt gemaakt van monitoring- en meetmiddelen die kalibratie behoeven.</w:t>
      </w:r>
    </w:p>
    <w:p w14:paraId="12C6558B" w14:textId="677B4552" w:rsidR="00F674DA" w:rsidRDefault="00F674DA" w:rsidP="000143B8">
      <w:r>
        <w:t>Het kwaliteitsmanagementsysteem wordt toegepast op de volgende vestigingen:</w:t>
      </w:r>
    </w:p>
    <w:p w14:paraId="6DB9990F" w14:textId="1149D02F" w:rsidR="00F674DA" w:rsidRPr="003043E0" w:rsidRDefault="00C65B7C" w:rsidP="00646713">
      <w:pPr>
        <w:pStyle w:val="Lijstalinea"/>
        <w:numPr>
          <w:ilvl w:val="0"/>
          <w:numId w:val="6"/>
        </w:numPr>
        <w:rPr>
          <w:highlight w:val="yellow"/>
        </w:rPr>
      </w:pPr>
      <w:r w:rsidRPr="003043E0">
        <w:rPr>
          <w:highlight w:val="yellow"/>
        </w:rPr>
        <w:t>[</w:t>
      </w:r>
      <w:r w:rsidR="00F674DA" w:rsidRPr="003043E0">
        <w:rPr>
          <w:highlight w:val="yellow"/>
        </w:rPr>
        <w:t>Vestiging 1</w:t>
      </w:r>
      <w:r w:rsidRPr="003043E0">
        <w:rPr>
          <w:highlight w:val="yellow"/>
        </w:rPr>
        <w:t>]</w:t>
      </w:r>
    </w:p>
    <w:p w14:paraId="2ADC9FAC" w14:textId="227BF816" w:rsidR="00F674DA" w:rsidRPr="003043E0" w:rsidRDefault="00C65B7C" w:rsidP="00646713">
      <w:pPr>
        <w:pStyle w:val="Lijstalinea"/>
        <w:numPr>
          <w:ilvl w:val="0"/>
          <w:numId w:val="6"/>
        </w:numPr>
        <w:rPr>
          <w:highlight w:val="yellow"/>
        </w:rPr>
      </w:pPr>
      <w:r w:rsidRPr="003043E0">
        <w:rPr>
          <w:highlight w:val="yellow"/>
        </w:rPr>
        <w:t>[</w:t>
      </w:r>
      <w:r w:rsidR="00F674DA" w:rsidRPr="003043E0">
        <w:rPr>
          <w:highlight w:val="yellow"/>
        </w:rPr>
        <w:t>Vestiging 2</w:t>
      </w:r>
      <w:r w:rsidRPr="003043E0">
        <w:rPr>
          <w:highlight w:val="yellow"/>
        </w:rPr>
        <w:t>]</w:t>
      </w:r>
    </w:p>
    <w:p w14:paraId="57216A56" w14:textId="22A0850F" w:rsidR="00734014" w:rsidRDefault="00D23C11" w:rsidP="00D23C11">
      <w:pPr>
        <w:pStyle w:val="verborgentekst"/>
      </w:pPr>
      <w:r w:rsidRPr="00D23C11">
        <w:t xml:space="preserve">Als </w:t>
      </w:r>
      <w:r w:rsidR="007C095A">
        <w:t>je</w:t>
      </w:r>
      <w:r w:rsidRPr="00D23C11">
        <w:t xml:space="preserve"> het kwaliteitssysteem wilt laten certificeren, moet </w:t>
      </w:r>
      <w:r w:rsidR="007C095A">
        <w:t>je</w:t>
      </w:r>
      <w:r w:rsidRPr="00D23C11">
        <w:t xml:space="preserve"> in overleg met de certificatie-instelling een</w:t>
      </w:r>
      <w:r w:rsidR="006A4E09">
        <w:t xml:space="preserve"> </w:t>
      </w:r>
      <w:r w:rsidRPr="00D23C11">
        <w:t>certificatie-scope definiëren. De meeste organisaties kiezen ervoor om deze exact hetzelfde te laten</w:t>
      </w:r>
      <w:r w:rsidR="006A4E09">
        <w:t xml:space="preserve"> </w:t>
      </w:r>
      <w:r w:rsidRPr="00D23C11">
        <w:t>zijn als de hiervoor benoemde scope. Het is echter mogelijk om de certificatie-scope te beperken</w:t>
      </w:r>
      <w:r w:rsidR="006A4E09">
        <w:t xml:space="preserve"> </w:t>
      </w:r>
      <w:r w:rsidRPr="00D23C11">
        <w:rPr>
          <w:vanish w:val="0"/>
        </w:rPr>
        <w:t>ten opzichte van deze scope. Bijvoorbeeld door een producttype of locatie uit te sluiten</w:t>
      </w:r>
      <w:r w:rsidR="00EE498D">
        <w:t xml:space="preserve">. </w:t>
      </w:r>
    </w:p>
    <w:p w14:paraId="5338A5A5" w14:textId="7FF99DF5" w:rsidR="007544F1" w:rsidRPr="002D2C7D" w:rsidRDefault="007544F1" w:rsidP="007544F1">
      <w:pPr>
        <w:pStyle w:val="verborgentekst"/>
      </w:pPr>
      <w:r w:rsidRPr="002D2C7D">
        <w:t xml:space="preserve">Ga verder met </w:t>
      </w:r>
      <w:r w:rsidRPr="002D2C7D">
        <w:fldChar w:fldCharType="begin"/>
      </w:r>
      <w:r w:rsidRPr="002D2C7D">
        <w:instrText xml:space="preserve"> REF _Ref187854567 \w \h  \* MERGEFORMAT </w:instrText>
      </w:r>
      <w:r w:rsidRPr="002D2C7D">
        <w:fldChar w:fldCharType="separate"/>
      </w:r>
      <w:r w:rsidR="0014047A">
        <w:t>4.4</w:t>
      </w:r>
      <w:r w:rsidRPr="002D2C7D">
        <w:fldChar w:fldCharType="end"/>
      </w:r>
      <w:r w:rsidRPr="002D2C7D">
        <w:t xml:space="preserve"> </w:t>
      </w:r>
      <w:r w:rsidRPr="002D2C7D">
        <w:fldChar w:fldCharType="begin"/>
      </w:r>
      <w:r w:rsidRPr="002D2C7D">
        <w:instrText xml:space="preserve"> REF _Ref187854567 \h  \* MERGEFORMAT </w:instrText>
      </w:r>
      <w:r w:rsidRPr="002D2C7D">
        <w:fldChar w:fldCharType="separate"/>
      </w:r>
      <w:r w:rsidR="0014047A" w:rsidRPr="002D2C7D">
        <w:t>Eisen aan producten en diensten</w:t>
      </w:r>
      <w:r w:rsidRPr="002D2C7D">
        <w:fldChar w:fldCharType="end"/>
      </w:r>
    </w:p>
    <w:p w14:paraId="5E9A59EC" w14:textId="17D9F832" w:rsidR="00746C30" w:rsidRPr="002D2C7D" w:rsidRDefault="00746C30" w:rsidP="00C52ECF">
      <w:pPr>
        <w:pStyle w:val="Kop2"/>
      </w:pPr>
      <w:bookmarkStart w:id="25" w:name="_Ref187854567"/>
      <w:bookmarkStart w:id="26" w:name="_Toc204442001"/>
      <w:bookmarkStart w:id="27" w:name="_Ref142647033"/>
      <w:r w:rsidRPr="002D2C7D">
        <w:t>Eisen aan producten en diensten</w:t>
      </w:r>
      <w:bookmarkEnd w:id="25"/>
      <w:bookmarkEnd w:id="26"/>
    </w:p>
    <w:p w14:paraId="1F7B6490" w14:textId="3DC0B16F" w:rsidR="00746C30" w:rsidRPr="002D2C7D" w:rsidRDefault="001B1B85" w:rsidP="006C5E33">
      <w:pPr>
        <w:pStyle w:val="Kop3"/>
      </w:pPr>
      <w:bookmarkStart w:id="28" w:name="_Ref186920674"/>
      <w:bookmarkStart w:id="29" w:name="_Toc204442002"/>
      <w:r w:rsidRPr="002D2C7D">
        <w:t>Eisen van k</w:t>
      </w:r>
      <w:r w:rsidR="006C5E33" w:rsidRPr="002D2C7D">
        <w:t>lanten</w:t>
      </w:r>
      <w:bookmarkEnd w:id="28"/>
      <w:bookmarkEnd w:id="29"/>
    </w:p>
    <w:p w14:paraId="61B09B0F" w14:textId="77777777" w:rsidR="006C5E33" w:rsidRDefault="006C5E33" w:rsidP="006C5E33">
      <w:pPr>
        <w:pStyle w:val="verborgentekst"/>
      </w:pPr>
      <w:r>
        <w:t>** Normreferentie 5.1.2a **</w:t>
      </w:r>
    </w:p>
    <w:p w14:paraId="5B8F865A" w14:textId="5905E031" w:rsidR="002D2C7D" w:rsidRPr="009D1085" w:rsidRDefault="002D2C7D" w:rsidP="006C5E33">
      <w:pPr>
        <w:pStyle w:val="verborgentekst"/>
        <w:rPr>
          <w:b/>
          <w:bCs/>
          <w:u w:val="single"/>
        </w:rPr>
      </w:pPr>
      <w:r w:rsidRPr="009D1085">
        <w:rPr>
          <w:b/>
          <w:bCs/>
          <w:u w:val="single"/>
        </w:rPr>
        <w:t>Stap 7</w:t>
      </w:r>
    </w:p>
    <w:p w14:paraId="6056F735" w14:textId="44F9DA01" w:rsidR="00CE6EB4" w:rsidRDefault="00CE6EB4" w:rsidP="00CE6EB4">
      <w:pPr>
        <w:pStyle w:val="verborgentekst"/>
      </w:pPr>
      <w:r>
        <w:t>De doelgroep (de 'klant') heeft een probleem dat moet worden opgelost met uw producten of</w:t>
      </w:r>
      <w:r w:rsidR="006A4E09">
        <w:t xml:space="preserve"> </w:t>
      </w:r>
      <w:r>
        <w:t xml:space="preserve">diensten. De producten of diensten moeten daarvoor de juiste </w:t>
      </w:r>
      <w:r w:rsidR="00D366AB">
        <w:t>kenmerken</w:t>
      </w:r>
      <w:r>
        <w:t xml:space="preserve"> hebben. Voor elk</w:t>
      </w:r>
      <w:r w:rsidR="006A4E09">
        <w:t xml:space="preserve"> </w:t>
      </w:r>
      <w:r>
        <w:t xml:space="preserve">type product of dienst </w:t>
      </w:r>
      <w:r w:rsidR="00CD0D15" w:rsidRPr="00CE6EB4">
        <w:rPr>
          <w:highlight w:val="cyan"/>
        </w:rPr>
        <w:t>(zie</w:t>
      </w:r>
      <w:r w:rsidR="00CD0D15" w:rsidRPr="00CE6EB4">
        <w:rPr>
          <w:highlight w:val="yellow"/>
        </w:rPr>
        <w:t xml:space="preserve"> </w:t>
      </w:r>
      <w:r w:rsidR="00CD0D15" w:rsidRPr="00CE6EB4">
        <w:rPr>
          <w:highlight w:val="yellow"/>
        </w:rPr>
        <w:fldChar w:fldCharType="begin"/>
      </w:r>
      <w:r w:rsidR="00CD0D15" w:rsidRPr="00CE6EB4">
        <w:rPr>
          <w:highlight w:val="yellow"/>
        </w:rPr>
        <w:instrText xml:space="preserve"> REF _Ref142035738 \r \h  \* MERGEFORMAT </w:instrText>
      </w:r>
      <w:r w:rsidR="00CD0D15" w:rsidRPr="00CE6EB4">
        <w:rPr>
          <w:highlight w:val="yellow"/>
        </w:rPr>
      </w:r>
      <w:r w:rsidR="00CD0D15" w:rsidRPr="00CE6EB4">
        <w:rPr>
          <w:highlight w:val="yellow"/>
        </w:rPr>
        <w:fldChar w:fldCharType="separate"/>
      </w:r>
      <w:r w:rsidR="0014047A">
        <w:rPr>
          <w:highlight w:val="yellow"/>
        </w:rPr>
        <w:t>4.2.1</w:t>
      </w:r>
      <w:r w:rsidR="00CD0D15" w:rsidRPr="00CE6EB4">
        <w:rPr>
          <w:highlight w:val="yellow"/>
        </w:rPr>
        <w:fldChar w:fldCharType="end"/>
      </w:r>
      <w:r w:rsidR="00CD0D15">
        <w:t xml:space="preserve">) </w:t>
      </w:r>
      <w:r>
        <w:t xml:space="preserve">moet </w:t>
      </w:r>
      <w:r w:rsidR="00D366AB">
        <w:t>je</w:t>
      </w:r>
      <w:r>
        <w:t xml:space="preserve"> bepalen welke </w:t>
      </w:r>
      <w:r w:rsidR="00D366AB">
        <w:t>kenmerken</w:t>
      </w:r>
      <w:r>
        <w:t xml:space="preserve"> het product of de dienst moet</w:t>
      </w:r>
      <w:r w:rsidR="006A4E09">
        <w:t xml:space="preserve"> </w:t>
      </w:r>
      <w:r>
        <w:t>hebben voor de klanten.</w:t>
      </w:r>
    </w:p>
    <w:p w14:paraId="291B3BA0" w14:textId="2709288D" w:rsidR="00CE6EB4" w:rsidRDefault="00D366AB" w:rsidP="00CE6EB4">
      <w:pPr>
        <w:pStyle w:val="verborgentekst"/>
      </w:pPr>
      <w:r>
        <w:t>Kenmerken</w:t>
      </w:r>
      <w:r w:rsidR="00CE6EB4">
        <w:t xml:space="preserve"> kunnen in verschillende categorieën worden onderverdeeld. Niet elke categorie is</w:t>
      </w:r>
      <w:r w:rsidR="006A4E09">
        <w:t xml:space="preserve"> </w:t>
      </w:r>
      <w:r w:rsidR="00CE6EB4">
        <w:t>voor elk product of dienst relevant:</w:t>
      </w:r>
    </w:p>
    <w:p w14:paraId="14CB3674" w14:textId="77777777" w:rsidR="00CE6EB4" w:rsidRDefault="00CE6EB4" w:rsidP="006A4E09">
      <w:pPr>
        <w:pStyle w:val="verborgentekst"/>
        <w:numPr>
          <w:ilvl w:val="0"/>
          <w:numId w:val="44"/>
        </w:numPr>
      </w:pPr>
      <w:r>
        <w:t>Fysiek (bijvoorbeeld mechanisch, elektrisch, chemisch of biologisch)</w:t>
      </w:r>
    </w:p>
    <w:p w14:paraId="52F4C500" w14:textId="77777777" w:rsidR="00CE6EB4" w:rsidRDefault="00CE6EB4" w:rsidP="006A4E09">
      <w:pPr>
        <w:pStyle w:val="verborgentekst"/>
        <w:numPr>
          <w:ilvl w:val="0"/>
          <w:numId w:val="44"/>
        </w:numPr>
      </w:pPr>
      <w:r>
        <w:t>Zintuiglijk (bijvoorbeeld gerelateerd aan reuk, aanraking, smaak, zicht, gehoor)</w:t>
      </w:r>
    </w:p>
    <w:p w14:paraId="13366812" w14:textId="77777777" w:rsidR="00CE6EB4" w:rsidRDefault="00CE6EB4" w:rsidP="006A4E09">
      <w:pPr>
        <w:pStyle w:val="verborgentekst"/>
        <w:numPr>
          <w:ilvl w:val="0"/>
          <w:numId w:val="44"/>
        </w:numPr>
      </w:pPr>
      <w:r>
        <w:t>Gedrag (bijvoorbeeld beleefdheid, eerlijkheid, waarheidsgetrouwheid)</w:t>
      </w:r>
    </w:p>
    <w:p w14:paraId="29433090" w14:textId="77777777" w:rsidR="00CE6EB4" w:rsidRDefault="00CE6EB4" w:rsidP="006A4E09">
      <w:pPr>
        <w:pStyle w:val="verborgentekst"/>
        <w:numPr>
          <w:ilvl w:val="0"/>
          <w:numId w:val="44"/>
        </w:numPr>
      </w:pPr>
      <w:r>
        <w:t>Tijd (bijvoorbeeld stiptheid, betrouwbaarheid, beschikbaarheid, continuïteit)</w:t>
      </w:r>
    </w:p>
    <w:p w14:paraId="11AADCBB" w14:textId="77777777" w:rsidR="00CE6EB4" w:rsidRDefault="00CE6EB4" w:rsidP="006A4E09">
      <w:pPr>
        <w:pStyle w:val="verborgentekst"/>
        <w:numPr>
          <w:ilvl w:val="0"/>
          <w:numId w:val="44"/>
        </w:numPr>
      </w:pPr>
      <w:r>
        <w:t>Ergonomisch (bijvoorbeeld fysiologisch kenmerk, of gerelateerd aan de veiligheid van de mens)</w:t>
      </w:r>
    </w:p>
    <w:p w14:paraId="62E2B24C" w14:textId="77777777" w:rsidR="00CE6EB4" w:rsidRDefault="00CE6EB4" w:rsidP="006A4E09">
      <w:pPr>
        <w:pStyle w:val="verborgentekst"/>
        <w:numPr>
          <w:ilvl w:val="0"/>
          <w:numId w:val="44"/>
        </w:numPr>
      </w:pPr>
      <w:r>
        <w:t>Functioneel (bijvoorbeeld maximale snelheid van een vliegtuig)</w:t>
      </w:r>
    </w:p>
    <w:p w14:paraId="30B36ADA" w14:textId="79E3564F" w:rsidR="00CE6EB4" w:rsidRDefault="00CE6EB4" w:rsidP="00CE6EB4">
      <w:pPr>
        <w:pStyle w:val="verborgentekst"/>
      </w:pPr>
      <w:r>
        <w:t xml:space="preserve">Benoem voor alle producten en/of diensten wat de </w:t>
      </w:r>
      <w:r w:rsidR="00F63FBE">
        <w:t>kenmerken</w:t>
      </w:r>
      <w:r>
        <w:t xml:space="preserve"> zijn waar klanten echt belang</w:t>
      </w:r>
      <w:r w:rsidR="006A4E09">
        <w:t xml:space="preserve"> </w:t>
      </w:r>
      <w:r>
        <w:t>aan hechten. In de marketing wordt hiervoor het begrip 'unique selling points' gebruikt.</w:t>
      </w:r>
    </w:p>
    <w:p w14:paraId="32EF09FC" w14:textId="6CBAE898" w:rsidR="00A141AA" w:rsidRDefault="00A141AA" w:rsidP="00A141AA">
      <w:pPr>
        <w:pStyle w:val="Bijschrift"/>
        <w:keepNext/>
      </w:pPr>
      <w:bookmarkStart w:id="30" w:name="_Ref186920679"/>
      <w:r>
        <w:t xml:space="preserve">Tabel </w:t>
      </w:r>
      <w:fldSimple w:instr=" STYLEREF 1 \s ">
        <w:r w:rsidR="0014047A">
          <w:rPr>
            <w:noProof/>
          </w:rPr>
          <w:t>4</w:t>
        </w:r>
      </w:fldSimple>
      <w:r w:rsidR="00EC7814">
        <w:noBreakHyphen/>
      </w:r>
      <w:fldSimple w:instr=" SEQ Tabel \* ARABIC \s 1 ">
        <w:r w:rsidR="0014047A">
          <w:rPr>
            <w:noProof/>
          </w:rPr>
          <w:t>3</w:t>
        </w:r>
      </w:fldSimple>
      <w:r>
        <w:t xml:space="preserve"> Overzicht van eisen van klanten</w:t>
      </w:r>
    </w:p>
    <w:tbl>
      <w:tblPr>
        <w:tblStyle w:val="Tabelraster"/>
        <w:tblW w:w="0" w:type="auto"/>
        <w:tblLook w:val="04A0" w:firstRow="1" w:lastRow="0" w:firstColumn="1" w:lastColumn="0" w:noHBand="0" w:noVBand="1"/>
      </w:tblPr>
      <w:tblGrid>
        <w:gridCol w:w="3020"/>
        <w:gridCol w:w="3021"/>
        <w:gridCol w:w="3021"/>
      </w:tblGrid>
      <w:tr w:rsidR="008A4116" w14:paraId="1C907C19" w14:textId="77777777" w:rsidTr="008A4116">
        <w:tc>
          <w:tcPr>
            <w:tcW w:w="3020" w:type="dxa"/>
          </w:tcPr>
          <w:p w14:paraId="4FDC0D73" w14:textId="2E69309B" w:rsidR="008A4116" w:rsidRDefault="008A4116" w:rsidP="008A4116">
            <w:r>
              <w:t>Product of dienst</w:t>
            </w:r>
            <w:r w:rsidR="00A141AA">
              <w:t xml:space="preserve"> (type)</w:t>
            </w:r>
          </w:p>
        </w:tc>
        <w:tc>
          <w:tcPr>
            <w:tcW w:w="3021" w:type="dxa"/>
          </w:tcPr>
          <w:p w14:paraId="47FCC2DA" w14:textId="372A7609" w:rsidR="008A4116" w:rsidRDefault="00A141AA" w:rsidP="008A4116">
            <w:r>
              <w:t>Kenmerken</w:t>
            </w:r>
          </w:p>
        </w:tc>
        <w:tc>
          <w:tcPr>
            <w:tcW w:w="3021" w:type="dxa"/>
          </w:tcPr>
          <w:p w14:paraId="46CC0960" w14:textId="77054033" w:rsidR="008A4116" w:rsidRDefault="00A141AA" w:rsidP="008A4116">
            <w:r>
              <w:t>Toelichting</w:t>
            </w:r>
          </w:p>
        </w:tc>
      </w:tr>
      <w:tr w:rsidR="00A141AA" w14:paraId="1ED9FF31" w14:textId="77777777" w:rsidTr="008A4116">
        <w:tc>
          <w:tcPr>
            <w:tcW w:w="3020" w:type="dxa"/>
          </w:tcPr>
          <w:p w14:paraId="398A3D38" w14:textId="77777777" w:rsidR="00A141AA" w:rsidRDefault="00A141AA" w:rsidP="008A4116"/>
        </w:tc>
        <w:tc>
          <w:tcPr>
            <w:tcW w:w="3021" w:type="dxa"/>
          </w:tcPr>
          <w:p w14:paraId="075B5308" w14:textId="77777777" w:rsidR="00A141AA" w:rsidRDefault="00A141AA" w:rsidP="008A4116"/>
        </w:tc>
        <w:tc>
          <w:tcPr>
            <w:tcW w:w="3021" w:type="dxa"/>
          </w:tcPr>
          <w:p w14:paraId="558D0A89" w14:textId="77777777" w:rsidR="00A141AA" w:rsidRDefault="00A141AA" w:rsidP="008A4116"/>
        </w:tc>
      </w:tr>
      <w:tr w:rsidR="00A141AA" w14:paraId="2652C2BE" w14:textId="77777777" w:rsidTr="008A4116">
        <w:tc>
          <w:tcPr>
            <w:tcW w:w="3020" w:type="dxa"/>
          </w:tcPr>
          <w:p w14:paraId="62336249" w14:textId="77777777" w:rsidR="00A141AA" w:rsidRDefault="00A141AA" w:rsidP="008A4116"/>
        </w:tc>
        <w:tc>
          <w:tcPr>
            <w:tcW w:w="3021" w:type="dxa"/>
          </w:tcPr>
          <w:p w14:paraId="684E70F2" w14:textId="77777777" w:rsidR="00A141AA" w:rsidRDefault="00A141AA" w:rsidP="008A4116"/>
        </w:tc>
        <w:tc>
          <w:tcPr>
            <w:tcW w:w="3021" w:type="dxa"/>
          </w:tcPr>
          <w:p w14:paraId="244FD95E" w14:textId="77777777" w:rsidR="00A141AA" w:rsidRDefault="00A141AA" w:rsidP="008A4116"/>
        </w:tc>
      </w:tr>
    </w:tbl>
    <w:p w14:paraId="4B12F4F6" w14:textId="77777777" w:rsidR="008A4116" w:rsidRDefault="008A4116" w:rsidP="008A4116"/>
    <w:p w14:paraId="1F6C593B" w14:textId="395CB211" w:rsidR="00AC46D9" w:rsidRPr="00F63FBE" w:rsidRDefault="007E74E9" w:rsidP="006F09BE">
      <w:pPr>
        <w:pStyle w:val="verborgentekst"/>
        <w:rPr>
          <w:vanish w:val="0"/>
        </w:rPr>
      </w:pPr>
      <w:r w:rsidRPr="00F63FBE">
        <w:rPr>
          <w:vanish w:val="0"/>
        </w:rPr>
        <w:lastRenderedPageBreak/>
        <w:t xml:space="preserve">Ga verder met </w:t>
      </w:r>
      <w:r w:rsidRPr="00F63FBE">
        <w:rPr>
          <w:vanish w:val="0"/>
        </w:rPr>
        <w:fldChar w:fldCharType="begin"/>
      </w:r>
      <w:r w:rsidRPr="00F63FBE">
        <w:rPr>
          <w:vanish w:val="0"/>
        </w:rPr>
        <w:instrText xml:space="preserve"> REF _Ref186922283 \w \h  \* MERGEFORMAT </w:instrText>
      </w:r>
      <w:r w:rsidRPr="00F63FBE">
        <w:rPr>
          <w:vanish w:val="0"/>
        </w:rPr>
      </w:r>
      <w:r w:rsidRPr="00F63FBE">
        <w:rPr>
          <w:vanish w:val="0"/>
        </w:rPr>
        <w:fldChar w:fldCharType="separate"/>
      </w:r>
      <w:r w:rsidR="0014047A">
        <w:rPr>
          <w:vanish w:val="0"/>
        </w:rPr>
        <w:t>4.4.2</w:t>
      </w:r>
      <w:r w:rsidRPr="00F63FBE">
        <w:rPr>
          <w:vanish w:val="0"/>
        </w:rPr>
        <w:fldChar w:fldCharType="end"/>
      </w:r>
      <w:r w:rsidRPr="00F63FBE">
        <w:rPr>
          <w:vanish w:val="0"/>
        </w:rPr>
        <w:t xml:space="preserve"> </w:t>
      </w:r>
      <w:r w:rsidRPr="00F63FBE">
        <w:rPr>
          <w:vanish w:val="0"/>
        </w:rPr>
        <w:fldChar w:fldCharType="begin"/>
      </w:r>
      <w:r w:rsidRPr="00F63FBE">
        <w:rPr>
          <w:vanish w:val="0"/>
        </w:rPr>
        <w:instrText xml:space="preserve"> REF _Ref186922283 \h  \* MERGEFORMAT </w:instrText>
      </w:r>
      <w:r w:rsidRPr="00F63FBE">
        <w:rPr>
          <w:vanish w:val="0"/>
        </w:rPr>
      </w:r>
      <w:r w:rsidRPr="00F63FBE">
        <w:rPr>
          <w:vanish w:val="0"/>
        </w:rPr>
        <w:fldChar w:fldCharType="separate"/>
      </w:r>
      <w:r w:rsidR="0014047A" w:rsidRPr="00F63FBE">
        <w:t>Eisen vanuit wet- en regelgeving (optioneel)</w:t>
      </w:r>
      <w:r w:rsidRPr="00F63FBE">
        <w:rPr>
          <w:vanish w:val="0"/>
        </w:rPr>
        <w:fldChar w:fldCharType="end"/>
      </w:r>
    </w:p>
    <w:p w14:paraId="09D23CCE" w14:textId="2A3D6F06" w:rsidR="00C52ECF" w:rsidRPr="00F63FBE" w:rsidRDefault="001B1B85" w:rsidP="006C5E33">
      <w:pPr>
        <w:pStyle w:val="Kop3"/>
      </w:pPr>
      <w:bookmarkStart w:id="31" w:name="_Ref186922283"/>
      <w:bookmarkStart w:id="32" w:name="_Toc204442003"/>
      <w:r w:rsidRPr="00F63FBE">
        <w:t>Eisen vanuit w</w:t>
      </w:r>
      <w:r w:rsidR="00C52ECF" w:rsidRPr="00F63FBE">
        <w:t>et- en regelgeving (optioneel)</w:t>
      </w:r>
      <w:bookmarkEnd w:id="27"/>
      <w:bookmarkEnd w:id="30"/>
      <w:bookmarkEnd w:id="31"/>
      <w:bookmarkEnd w:id="32"/>
    </w:p>
    <w:p w14:paraId="1F072A63" w14:textId="4B751C77" w:rsidR="002149F2" w:rsidRDefault="002149F2" w:rsidP="002149F2">
      <w:pPr>
        <w:pStyle w:val="verborgentekst"/>
      </w:pPr>
      <w:r>
        <w:t>** Normreferentie 5.1.2a **</w:t>
      </w:r>
    </w:p>
    <w:p w14:paraId="4AB7A3ED" w14:textId="0A5CA2F1" w:rsidR="009D1085" w:rsidRPr="009D1085" w:rsidRDefault="009D1085" w:rsidP="002149F2">
      <w:pPr>
        <w:pStyle w:val="verborgentekst"/>
        <w:rPr>
          <w:b/>
          <w:bCs/>
          <w:u w:val="single"/>
        </w:rPr>
      </w:pPr>
      <w:r w:rsidRPr="009D1085">
        <w:rPr>
          <w:b/>
          <w:bCs/>
          <w:u w:val="single"/>
        </w:rPr>
        <w:t>Stap 8</w:t>
      </w:r>
    </w:p>
    <w:p w14:paraId="49AC317F" w14:textId="0744A721" w:rsidR="00CD15FD" w:rsidRDefault="00CD15FD" w:rsidP="00CD15FD">
      <w:pPr>
        <w:pStyle w:val="verborgentekst"/>
      </w:pPr>
      <w:r>
        <w:t>Naast de eisen die klanten aan de producten en diensten stellen, gelden er voor veel producten en</w:t>
      </w:r>
      <w:r w:rsidR="00922F3E">
        <w:t xml:space="preserve"> </w:t>
      </w:r>
      <w:r>
        <w:t>diensten ook eisen vanuit wet- en regelgeving. Meestal gericht op de veiligheid van de</w:t>
      </w:r>
      <w:r w:rsidR="00922F3E">
        <w:t xml:space="preserve"> </w:t>
      </w:r>
      <w:r>
        <w:t>(eind)gebruikers van de producten of diensten. (Eind)gebruikers kunnen ook werknemers zijn van</w:t>
      </w:r>
      <w:r w:rsidR="00CD0D15">
        <w:t xml:space="preserve"> </w:t>
      </w:r>
      <w:r>
        <w:t>klanten.</w:t>
      </w:r>
    </w:p>
    <w:p w14:paraId="564A8BE2" w14:textId="0F7AB642" w:rsidR="00CD15FD" w:rsidRDefault="00CD15FD" w:rsidP="00CD15FD">
      <w:pPr>
        <w:pStyle w:val="verborgentekst"/>
      </w:pPr>
      <w:r>
        <w:t>Ook zijn er soms regels ter bescherming van de belangen van (eind)gebruikers omdat zij niet altijd</w:t>
      </w:r>
      <w:r w:rsidR="00CD0D15">
        <w:t xml:space="preserve"> </w:t>
      </w:r>
      <w:r>
        <w:t>voldoende informatie hebben om een goede inschatting te maken van een product of dienst.</w:t>
      </w:r>
    </w:p>
    <w:p w14:paraId="1E3ADF32" w14:textId="435B98FA" w:rsidR="00CD15FD" w:rsidRDefault="00CD15FD" w:rsidP="00CD15FD">
      <w:pPr>
        <w:pStyle w:val="verborgentekst"/>
      </w:pPr>
      <w:r>
        <w:t xml:space="preserve">Als dit geldt voor </w:t>
      </w:r>
      <w:r w:rsidR="00F63FBE">
        <w:t>jullie</w:t>
      </w:r>
      <w:r>
        <w:t xml:space="preserve"> producten of diensten, geef dan in deze paragraaf een opsomming van de</w:t>
      </w:r>
      <w:r w:rsidR="00CD0D15">
        <w:t xml:space="preserve"> </w:t>
      </w:r>
      <w:r>
        <w:t xml:space="preserve">relevante wet- en regelgeving. En als het mogelijk/nodig is, aangeven wat de relevante </w:t>
      </w:r>
      <w:r w:rsidR="000D0E47">
        <w:t>artikelen zijn</w:t>
      </w:r>
      <w:r>
        <w:t>. In deze paragraaf is een opsomming voldoende, maar zorg dat er iemand in de organisatie is</w:t>
      </w:r>
      <w:r w:rsidR="00CD0D15">
        <w:t xml:space="preserve"> </w:t>
      </w:r>
      <w:r>
        <w:t>die begrijpt wat de werkelijke betekenis is voor de producten en diensten.</w:t>
      </w:r>
    </w:p>
    <w:p w14:paraId="2FDF4590" w14:textId="7C25236E" w:rsidR="00034E32" w:rsidRDefault="00CD15FD" w:rsidP="00C52ECF">
      <w:pPr>
        <w:pStyle w:val="verborgentekst"/>
      </w:pPr>
      <w:r>
        <w:t>Voor de duidelijkheid: dit geldt niet voor alle producten en diensten. En de wet- en regelgeving</w:t>
      </w:r>
      <w:r w:rsidR="00CD0D15">
        <w:t xml:space="preserve"> </w:t>
      </w:r>
      <w:r>
        <w:t>moet gerelateerd zijn aan de producten en diensten en de belangen van de (eind)gebruikers</w:t>
      </w:r>
      <w:r w:rsidR="00CD0D15">
        <w:t xml:space="preserve"> </w:t>
      </w:r>
      <w:r>
        <w:t>beschermen. Dus wel de veiligheid van (eind)gebruikers, maar niet van eigen medewerkers. Dus wel</w:t>
      </w:r>
      <w:r w:rsidR="00745AFA">
        <w:t xml:space="preserve"> </w:t>
      </w:r>
      <w:r>
        <w:t>eisen aan de schadelijkheid van de grondstoffen van het product, maar niet aan het milieubeleid</w:t>
      </w:r>
      <w:r w:rsidR="00745AFA">
        <w:t xml:space="preserve"> </w:t>
      </w:r>
      <w:r>
        <w:t>van</w:t>
      </w:r>
      <w:r w:rsidR="00745AFA">
        <w:t xml:space="preserve"> </w:t>
      </w:r>
      <w:sdt>
        <w:sdtPr>
          <w:alias w:val="Bedrijf"/>
          <w:tag w:val=""/>
          <w:id w:val="-979530813"/>
          <w:placeholder>
            <w:docPart w:val="28589C858EC54EA8A9854AD7A5C6E704"/>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937704">
        <w:t>.</w:t>
      </w:r>
    </w:p>
    <w:p w14:paraId="2713007E" w14:textId="4077EF3B" w:rsidR="00C52ECF" w:rsidRDefault="00937704" w:rsidP="00C52ECF">
      <w:r>
        <w:t>Is</w:t>
      </w:r>
      <w:r w:rsidR="00D03913">
        <w:t xml:space="preserve"> de onderstaande tabel is een overzicht gegeven van de wet- en regelgeving die van toepassing is op de producten en diensten van </w:t>
      </w:r>
      <w:sdt>
        <w:sdtPr>
          <w:alias w:val="Bedrijf"/>
          <w:tag w:val=""/>
          <w:id w:val="-871294570"/>
          <w:placeholder>
            <w:docPart w:val="0413198C625A40838BEF6379BE7FB020"/>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D03913">
        <w:t>.</w:t>
      </w:r>
    </w:p>
    <w:p w14:paraId="0F70F462" w14:textId="10D57FD7" w:rsidR="00325D49" w:rsidRDefault="00325D49" w:rsidP="00325D49">
      <w:pPr>
        <w:pStyle w:val="Bijschrift"/>
        <w:keepNext/>
      </w:pPr>
      <w:r>
        <w:t xml:space="preserve">Tabel </w:t>
      </w:r>
      <w:fldSimple w:instr=" STYLEREF 1 \s ">
        <w:r w:rsidR="0014047A">
          <w:rPr>
            <w:noProof/>
          </w:rPr>
          <w:t>4</w:t>
        </w:r>
      </w:fldSimple>
      <w:r w:rsidR="00EC7814">
        <w:noBreakHyphen/>
      </w:r>
      <w:fldSimple w:instr=" SEQ Tabel \* ARABIC \s 1 ">
        <w:r w:rsidR="0014047A">
          <w:rPr>
            <w:noProof/>
          </w:rPr>
          <w:t>4</w:t>
        </w:r>
      </w:fldSimple>
      <w:r>
        <w:t xml:space="preserve"> Overzicht relevante wet- en regelgeving</w:t>
      </w:r>
    </w:p>
    <w:tbl>
      <w:tblPr>
        <w:tblStyle w:val="Tabelraster"/>
        <w:tblW w:w="0" w:type="auto"/>
        <w:tblLook w:val="04A0" w:firstRow="1" w:lastRow="0" w:firstColumn="1" w:lastColumn="0" w:noHBand="0" w:noVBand="1"/>
      </w:tblPr>
      <w:tblGrid>
        <w:gridCol w:w="4531"/>
        <w:gridCol w:w="4531"/>
      </w:tblGrid>
      <w:tr w:rsidR="00325D49" w14:paraId="5D1A5487" w14:textId="77777777" w:rsidTr="00325D49">
        <w:tc>
          <w:tcPr>
            <w:tcW w:w="4531" w:type="dxa"/>
          </w:tcPr>
          <w:p w14:paraId="2E61B24B" w14:textId="2724043C" w:rsidR="00325D49" w:rsidRDefault="00325D49" w:rsidP="00C52ECF">
            <w:r>
              <w:t>Titel</w:t>
            </w:r>
          </w:p>
        </w:tc>
        <w:tc>
          <w:tcPr>
            <w:tcW w:w="4531" w:type="dxa"/>
          </w:tcPr>
          <w:p w14:paraId="7501B219" w14:textId="5C2344B0" w:rsidR="00325D49" w:rsidRDefault="00034E32" w:rsidP="00C52ECF">
            <w:r>
              <w:t>Hoofdstukken/</w:t>
            </w:r>
            <w:r w:rsidR="00325D49">
              <w:t xml:space="preserve"> paragrafen</w:t>
            </w:r>
          </w:p>
        </w:tc>
      </w:tr>
      <w:tr w:rsidR="00325D49" w14:paraId="1DE907AD" w14:textId="77777777" w:rsidTr="00325D49">
        <w:tc>
          <w:tcPr>
            <w:tcW w:w="4531" w:type="dxa"/>
          </w:tcPr>
          <w:p w14:paraId="7D624471" w14:textId="77777777" w:rsidR="00325D49" w:rsidRDefault="00325D49" w:rsidP="00C52ECF"/>
        </w:tc>
        <w:tc>
          <w:tcPr>
            <w:tcW w:w="4531" w:type="dxa"/>
          </w:tcPr>
          <w:p w14:paraId="3DE88FFF" w14:textId="77777777" w:rsidR="00325D49" w:rsidRDefault="00325D49" w:rsidP="00C52ECF"/>
        </w:tc>
      </w:tr>
      <w:tr w:rsidR="00325D49" w14:paraId="59EC67B6" w14:textId="77777777" w:rsidTr="00325D49">
        <w:tc>
          <w:tcPr>
            <w:tcW w:w="4531" w:type="dxa"/>
          </w:tcPr>
          <w:p w14:paraId="44B12857" w14:textId="77777777" w:rsidR="00325D49" w:rsidRDefault="00325D49" w:rsidP="00C52ECF"/>
        </w:tc>
        <w:tc>
          <w:tcPr>
            <w:tcW w:w="4531" w:type="dxa"/>
          </w:tcPr>
          <w:p w14:paraId="5B6557F6" w14:textId="77777777" w:rsidR="00325D49" w:rsidRDefault="00325D49" w:rsidP="00C52ECF"/>
        </w:tc>
      </w:tr>
    </w:tbl>
    <w:p w14:paraId="4E61FC02" w14:textId="77777777" w:rsidR="00D03913" w:rsidRDefault="00D03913" w:rsidP="00C52ECF"/>
    <w:p w14:paraId="680DEECE" w14:textId="42AFDAEC" w:rsidR="00010FDE" w:rsidRDefault="00010FDE" w:rsidP="00010FDE">
      <w:pPr>
        <w:pStyle w:val="verborgentekst"/>
      </w:pPr>
      <w:r w:rsidRPr="006034B9">
        <w:t xml:space="preserve">Ga verder met </w:t>
      </w:r>
      <w:r w:rsidR="00A92BD6" w:rsidRPr="006034B9">
        <w:fldChar w:fldCharType="begin"/>
      </w:r>
      <w:r w:rsidR="00A92BD6" w:rsidRPr="006034B9">
        <w:instrText xml:space="preserve"> REF _Ref194086881 \r \h  \* MERGEFORMAT </w:instrText>
      </w:r>
      <w:r w:rsidR="00A92BD6" w:rsidRPr="006034B9">
        <w:fldChar w:fldCharType="separate"/>
      </w:r>
      <w:r w:rsidR="0014047A">
        <w:t>4.5</w:t>
      </w:r>
      <w:r w:rsidR="00A92BD6" w:rsidRPr="006034B9">
        <w:fldChar w:fldCharType="end"/>
      </w:r>
      <w:r w:rsidR="00AD5A2E" w:rsidRPr="006034B9">
        <w:t xml:space="preserve"> </w:t>
      </w:r>
      <w:r w:rsidR="00A92BD6" w:rsidRPr="006034B9">
        <w:fldChar w:fldCharType="begin"/>
      </w:r>
      <w:r w:rsidR="00A92BD6" w:rsidRPr="006034B9">
        <w:instrText xml:space="preserve"> REF _Ref194086881 \h  \* MERGEFORMAT </w:instrText>
      </w:r>
      <w:r w:rsidR="00A92BD6" w:rsidRPr="006034B9">
        <w:fldChar w:fldCharType="separate"/>
      </w:r>
      <w:r w:rsidR="0014047A">
        <w:t xml:space="preserve">Opzet van het managementsysteem van </w:t>
      </w:r>
      <w:sdt>
        <w:sdtPr>
          <w:alias w:val="Bedrijf"/>
          <w:tag w:val=""/>
          <w:id w:val="-1544898850"/>
          <w:placeholder>
            <w:docPart w:val="39723040167B4D04A8C852F697BBC696"/>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A92BD6" w:rsidRPr="006034B9">
        <w:fldChar w:fldCharType="end"/>
      </w:r>
    </w:p>
    <w:p w14:paraId="750B68E6" w14:textId="6AFCE004" w:rsidR="00850187" w:rsidRDefault="00850187" w:rsidP="000143B8">
      <w:pPr>
        <w:pStyle w:val="Kop2"/>
      </w:pPr>
      <w:bookmarkStart w:id="33" w:name="_Ref142647682"/>
      <w:bookmarkStart w:id="34" w:name="_Ref194086881"/>
      <w:bookmarkStart w:id="35" w:name="_Ref194086884"/>
      <w:bookmarkStart w:id="36" w:name="_Toc204442004"/>
      <w:r>
        <w:t xml:space="preserve">Opzet van het managementsysteem van </w:t>
      </w:r>
      <w:bookmarkEnd w:id="33"/>
      <w:sdt>
        <w:sdtPr>
          <w:alias w:val="Bedrijf"/>
          <w:tag w:val=""/>
          <w:id w:val="698740751"/>
          <w:placeholder>
            <w:docPart w:val="CBD287115676478EB18E8EBD87C6A788"/>
          </w:placeholder>
          <w:dataBinding w:prefixMappings="xmlns:ns0='http://schemas.openxmlformats.org/officeDocument/2006/extended-properties' " w:xpath="/ns0:Properties[1]/ns0:Company[1]" w:storeItemID="{6668398D-A668-4E3E-A5EB-62B293D839F1}"/>
          <w:text/>
        </w:sdtPr>
        <w:sdtContent>
          <w:r w:rsidR="00AF6EA6">
            <w:t>[Organisatie]</w:t>
          </w:r>
        </w:sdtContent>
      </w:sdt>
      <w:bookmarkEnd w:id="34"/>
      <w:bookmarkEnd w:id="35"/>
      <w:bookmarkEnd w:id="36"/>
    </w:p>
    <w:p w14:paraId="758EA85E" w14:textId="58F66F82" w:rsidR="00936F3E" w:rsidRPr="002D02F8" w:rsidRDefault="002D02F8" w:rsidP="00936F3E">
      <w:pPr>
        <w:pStyle w:val="verborgentekst"/>
        <w:rPr>
          <w:u w:val="single"/>
        </w:rPr>
      </w:pPr>
      <w:r w:rsidRPr="002D02F8">
        <w:rPr>
          <w:u w:val="single"/>
        </w:rPr>
        <w:t xml:space="preserve">** </w:t>
      </w:r>
      <w:r>
        <w:rPr>
          <w:u w:val="single"/>
        </w:rPr>
        <w:t>N</w:t>
      </w:r>
      <w:r w:rsidRPr="002D02F8">
        <w:rPr>
          <w:u w:val="single"/>
        </w:rPr>
        <w:t>ormreferentie 4.4 **</w:t>
      </w:r>
    </w:p>
    <w:p w14:paraId="5475472F" w14:textId="3B98F227" w:rsidR="00936F3E" w:rsidRPr="00936F3E" w:rsidRDefault="00936F3E" w:rsidP="00936F3E">
      <w:pPr>
        <w:pStyle w:val="verborgentekst"/>
        <w:rPr>
          <w:b/>
          <w:bCs/>
          <w:u w:val="single"/>
        </w:rPr>
      </w:pPr>
      <w:r w:rsidRPr="00936F3E">
        <w:rPr>
          <w:b/>
          <w:bCs/>
          <w:u w:val="single"/>
        </w:rPr>
        <w:t>Stap 9</w:t>
      </w:r>
    </w:p>
    <w:p w14:paraId="46D10353" w14:textId="5D0FFEE5" w:rsidR="006D3D78" w:rsidRPr="006D3D78" w:rsidRDefault="006D3D78" w:rsidP="006D3D78">
      <w:pPr>
        <w:pStyle w:val="verborgentekst"/>
      </w:pPr>
      <w:r w:rsidRPr="006D3D78">
        <w:t>Deze paragraaf is uitgebreid. Het doel is om zorgvuldig uit te leggen hoe het kwaliteitssysteem is</w:t>
      </w:r>
      <w:r w:rsidR="00CD0D15">
        <w:t xml:space="preserve"> </w:t>
      </w:r>
      <w:r w:rsidRPr="006D3D78">
        <w:t>opgezet en welke verbanden er bestaan tussen de verschillende onderdelen. Dit is essentieel om</w:t>
      </w:r>
      <w:r w:rsidR="00CD0D15">
        <w:t xml:space="preserve"> </w:t>
      </w:r>
      <w:r w:rsidRPr="006D3D78">
        <w:t>keuzes te kunnen maken voor wat betreft de omvang en diepgang van het kwaliteits</w:t>
      </w:r>
      <w:r w:rsidR="0010401C">
        <w:t>management</w:t>
      </w:r>
      <w:r w:rsidRPr="006D3D78">
        <w:t>systeem. Als</w:t>
      </w:r>
      <w:r w:rsidR="00CD0D15">
        <w:t xml:space="preserve"> </w:t>
      </w:r>
      <w:r w:rsidR="0010401C">
        <w:t>je</w:t>
      </w:r>
      <w:r w:rsidRPr="006D3D78">
        <w:t xml:space="preserve"> organisatie meerdere producttypen of</w:t>
      </w:r>
      <w:r w:rsidR="006034B9">
        <w:t xml:space="preserve"> soorten </w:t>
      </w:r>
      <w:r w:rsidRPr="006D3D78">
        <w:t>diensten aanbiedt, dan is een uitgebreidere</w:t>
      </w:r>
      <w:r w:rsidR="00CD0D15">
        <w:t xml:space="preserve"> </w:t>
      </w:r>
      <w:r w:rsidRPr="006D3D78">
        <w:t>beschrijving nodig. Hetzelfde geldt als de 'productieprocessen' complex zijn.</w:t>
      </w:r>
    </w:p>
    <w:p w14:paraId="0268E0E7" w14:textId="4E5A47B6" w:rsidR="00850187" w:rsidRDefault="00850187" w:rsidP="00850187">
      <w:r w:rsidRPr="00182DE7">
        <w:t>In dit kwaliteitsmanagementsysteem worden systematisch alle voor onze organisatie belangrijke elementen geadresseerd.</w:t>
      </w:r>
    </w:p>
    <w:p w14:paraId="3B69986E" w14:textId="1A60D30C" w:rsidR="00A409F4" w:rsidRDefault="003A3E5E" w:rsidP="00A409F4">
      <w:pPr>
        <w:keepNext/>
        <w:jc w:val="center"/>
      </w:pPr>
      <w:r>
        <w:rPr>
          <w:noProof/>
        </w:rPr>
        <w:lastRenderedPageBreak/>
        <w:drawing>
          <wp:inline distT="0" distB="0" distL="0" distR="0" wp14:anchorId="78495971" wp14:editId="4F365284">
            <wp:extent cx="3661671" cy="3562539"/>
            <wp:effectExtent l="0" t="0" r="0" b="0"/>
            <wp:docPr id="70375872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75865" cy="3576349"/>
                    </a:xfrm>
                    <a:prstGeom prst="rect">
                      <a:avLst/>
                    </a:prstGeom>
                    <a:noFill/>
                  </pic:spPr>
                </pic:pic>
              </a:graphicData>
            </a:graphic>
          </wp:inline>
        </w:drawing>
      </w:r>
    </w:p>
    <w:p w14:paraId="5C520F1F" w14:textId="730E5635" w:rsidR="009A5EFD" w:rsidRDefault="00A409F4" w:rsidP="00A409F4">
      <w:pPr>
        <w:pStyle w:val="Bijschrift"/>
        <w:jc w:val="center"/>
      </w:pPr>
      <w:bookmarkStart w:id="37" w:name="_Ref186631995"/>
      <w:bookmarkStart w:id="38" w:name="_Ref194178709"/>
      <w:r>
        <w:t xml:space="preserve">Figuur </w:t>
      </w:r>
      <w:fldSimple w:instr=" STYLEREF 1 \s ">
        <w:r w:rsidR="0014047A">
          <w:rPr>
            <w:noProof/>
          </w:rPr>
          <w:t>4</w:t>
        </w:r>
      </w:fldSimple>
      <w:r w:rsidR="00D311E3">
        <w:noBreakHyphen/>
      </w:r>
      <w:fldSimple w:instr=" SEQ Figuur \* ARABIC \s 1 ">
        <w:r w:rsidR="0014047A">
          <w:rPr>
            <w:noProof/>
          </w:rPr>
          <w:t>2</w:t>
        </w:r>
      </w:fldSimple>
      <w:bookmarkEnd w:id="37"/>
      <w:r>
        <w:t xml:space="preserve"> Structuur kwaliteitsmanagementsysteem </w:t>
      </w:r>
      <w:sdt>
        <w:sdtPr>
          <w:alias w:val="Bedrijf"/>
          <w:tag w:val=""/>
          <w:id w:val="-593471"/>
          <w:placeholder>
            <w:docPart w:val="2EFC3207AC9B40AD94D7DF7044EB5094"/>
          </w:placeholder>
          <w:dataBinding w:prefixMappings="xmlns:ns0='http://schemas.openxmlformats.org/officeDocument/2006/extended-properties' " w:xpath="/ns0:Properties[1]/ns0:Company[1]" w:storeItemID="{6668398D-A668-4E3E-A5EB-62B293D839F1}"/>
          <w:text/>
        </w:sdtPr>
        <w:sdtContent>
          <w:r w:rsidR="00AF6EA6">
            <w:t>[Organisatie]</w:t>
          </w:r>
        </w:sdtContent>
      </w:sdt>
      <w:bookmarkEnd w:id="38"/>
    </w:p>
    <w:p w14:paraId="573487EC" w14:textId="7592BBB2" w:rsidR="00704936" w:rsidRDefault="00704936" w:rsidP="00850187">
      <w:r>
        <w:t xml:space="preserve">Ons kwaliteitsmanagementsysteem is gebaseerd op twee Deming-cirkels. De eerste </w:t>
      </w:r>
      <w:r w:rsidR="005C3334">
        <w:t xml:space="preserve">cirkel </w:t>
      </w:r>
      <w:r>
        <w:t xml:space="preserve">(beschreven in </w:t>
      </w:r>
      <w:r w:rsidR="00F53A72">
        <w:t>dit</w:t>
      </w:r>
      <w:r>
        <w:t xml:space="preserve"> </w:t>
      </w:r>
      <w:sdt>
        <w:sdtPr>
          <w:alias w:val="Titel"/>
          <w:tag w:val=""/>
          <w:id w:val="-1763369416"/>
          <w:placeholder>
            <w:docPart w:val="C6B44F0A452B41F0ADDB7E29B9F5CC19"/>
          </w:placeholder>
          <w:dataBinding w:prefixMappings="xmlns:ns0='http://purl.org/dc/elements/1.1/' xmlns:ns1='http://schemas.openxmlformats.org/package/2006/metadata/core-properties' " w:xpath="/ns1:coreProperties[1]/ns0:title[1]" w:storeItemID="{6C3C8BC8-F283-45AE-878A-BAB7291924A1}"/>
          <w:text/>
        </w:sdtPr>
        <w:sdtContent>
          <w:r w:rsidR="00F53A72">
            <w:t>Bedrijfshandboek</w:t>
          </w:r>
        </w:sdtContent>
      </w:sdt>
      <w:r>
        <w:t>) heeft tot doel het bewaken dat onze producten en diensten de kenmerken bezitten die voor onze doelgroep(en) belangrijk zijn. De tweede cirkel heeft tot doel het bewaken dat we voortdurend in staat zijn product</w:t>
      </w:r>
      <w:r w:rsidR="00E913C3">
        <w:t>en</w:t>
      </w:r>
      <w:r>
        <w:t xml:space="preserve"> en diensten zonder gebreken te leveren. </w:t>
      </w:r>
    </w:p>
    <w:p w14:paraId="6B7A7D2A" w14:textId="111E6E38" w:rsidR="00850187" w:rsidRDefault="00850187" w:rsidP="00850187">
      <w:r>
        <w:t>Een kopie van de laatste versie van het handboek wordt op het netwerk van</w:t>
      </w:r>
      <w:r w:rsidR="00893B38">
        <w:t xml:space="preserve"> </w:t>
      </w:r>
      <w:sdt>
        <w:sdtPr>
          <w:alias w:val="Bedrijf"/>
          <w:tag w:val=""/>
          <w:id w:val="-332686997"/>
          <w:placeholder>
            <w:docPart w:val="8D47F15BDB1F4E60B09180C650821C56"/>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gepubliceerd en is voor iedereen beschikbaar</w:t>
      </w:r>
      <w:r w:rsidR="004D6D66">
        <w:t>, inclusief externe medewerkers.</w:t>
      </w:r>
    </w:p>
    <w:p w14:paraId="5520B702" w14:textId="04436EC0" w:rsidR="00850187" w:rsidRDefault="00114F20" w:rsidP="00850187">
      <w:r>
        <w:t xml:space="preserve">Het streven is dat de hulpmiddelen van het systeem aansluiten bij de competenties van de gebruikers (ofwel de medewerkers van </w:t>
      </w:r>
      <w:sdt>
        <w:sdtPr>
          <w:alias w:val="Bedrijf"/>
          <w:tag w:val=""/>
          <w:id w:val="811686011"/>
          <w:placeholder>
            <w:docPart w:val="FDDFB61B4BF34C04BEF920D13656C911"/>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27103">
        <w:t>)</w:t>
      </w:r>
      <w:r>
        <w:t xml:space="preserve">. </w:t>
      </w:r>
    </w:p>
    <w:p w14:paraId="1CBB3D2C" w14:textId="7D93476E" w:rsidR="00A54C1E" w:rsidRDefault="00A54C1E" w:rsidP="00850187">
      <w:r>
        <w:t>Het principe van de twee cirkels is gebaseerd op onderstaande afbeelding, afkomstig uit de regeltechniek.</w:t>
      </w:r>
      <w:r w:rsidR="009874AB">
        <w:t xml:space="preserve"> </w:t>
      </w:r>
    </w:p>
    <w:p w14:paraId="16ABBBA8" w14:textId="3904DCE8" w:rsidR="0041055A" w:rsidRDefault="00863B52" w:rsidP="0041055A">
      <w:pPr>
        <w:keepNext/>
      </w:pPr>
      <w:r>
        <w:rPr>
          <w:noProof/>
        </w:rPr>
        <w:drawing>
          <wp:inline distT="0" distB="0" distL="0" distR="0" wp14:anchorId="7E172E3D" wp14:editId="2BD96CF9">
            <wp:extent cx="5636946" cy="1978011"/>
            <wp:effectExtent l="0" t="0" r="1905" b="3810"/>
            <wp:docPr id="18734046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65365" cy="1987983"/>
                    </a:xfrm>
                    <a:prstGeom prst="rect">
                      <a:avLst/>
                    </a:prstGeom>
                    <a:noFill/>
                  </pic:spPr>
                </pic:pic>
              </a:graphicData>
            </a:graphic>
          </wp:inline>
        </w:drawing>
      </w:r>
    </w:p>
    <w:p w14:paraId="4CABDA9C" w14:textId="7F813FFD" w:rsidR="002E3303" w:rsidRDefault="0041055A" w:rsidP="0041055A">
      <w:pPr>
        <w:pStyle w:val="Bijschrift"/>
      </w:pPr>
      <w:r>
        <w:t xml:space="preserve">Figuur </w:t>
      </w:r>
      <w:fldSimple w:instr=" STYLEREF 1 \s ">
        <w:r w:rsidR="0014047A">
          <w:rPr>
            <w:noProof/>
          </w:rPr>
          <w:t>4</w:t>
        </w:r>
      </w:fldSimple>
      <w:r w:rsidR="00D311E3">
        <w:noBreakHyphen/>
      </w:r>
      <w:fldSimple w:instr=" SEQ Figuur \* ARABIC \s 1 ">
        <w:r w:rsidR="0014047A">
          <w:rPr>
            <w:noProof/>
          </w:rPr>
          <w:t>3</w:t>
        </w:r>
      </w:fldSimple>
      <w:r>
        <w:t xml:space="preserve"> </w:t>
      </w:r>
      <w:r w:rsidR="007777DB">
        <w:t xml:space="preserve">Regelkring op tactisch </w:t>
      </w:r>
      <w:r w:rsidR="005F59F7">
        <w:t>niveau</w:t>
      </w:r>
    </w:p>
    <w:p w14:paraId="2E43FAD0" w14:textId="7599554F" w:rsidR="00D434A9" w:rsidRDefault="00187067" w:rsidP="00850187">
      <w:r>
        <w:t>De globale werking van de</w:t>
      </w:r>
      <w:r w:rsidR="007757C2">
        <w:t xml:space="preserve"> bovenste</w:t>
      </w:r>
      <w:r>
        <w:t xml:space="preserve"> regelkring is als volgt. </w:t>
      </w:r>
    </w:p>
    <w:p w14:paraId="10622105" w14:textId="77777777" w:rsidR="00886D05" w:rsidRDefault="00187067" w:rsidP="00850187">
      <w:r>
        <w:lastRenderedPageBreak/>
        <w:t xml:space="preserve">Het </w:t>
      </w:r>
      <w:r w:rsidR="00004216">
        <w:t xml:space="preserve">doel is om producten en diensten te leveren die de kenmerken bezitten waar de markt behoefte aan heeft. Het systeem bestaat uit alle processen die nodig zijn om deze producten en diensten te leveren. </w:t>
      </w:r>
      <w:r w:rsidR="00886D05">
        <w:t xml:space="preserve">Deze zijn beschreven in het (de) Operationeel Handboek(en). </w:t>
      </w:r>
    </w:p>
    <w:p w14:paraId="40B29905" w14:textId="0633C449" w:rsidR="00187067" w:rsidRDefault="00495465" w:rsidP="00850187">
      <w:r>
        <w:t xml:space="preserve">Continue worden gegevens verzameld die gebruikt worden om te analyseren en evalueren of deze producten en diensten inderdaad de juiste kenmerken bezitten. </w:t>
      </w:r>
      <w:r w:rsidR="007757C2">
        <w:t>Op basis van de analyse van deze gegevens wordt door het management besproken of onze producten of diensten nog voldoende aansluiten bij de behoeften van onze klanten.</w:t>
      </w:r>
    </w:p>
    <w:p w14:paraId="4ED5AE8F" w14:textId="5594CDFF" w:rsidR="00B7178D" w:rsidRDefault="004A548F" w:rsidP="00850187">
      <w:r>
        <w:t xml:space="preserve">De doelstellingen staan </w:t>
      </w:r>
      <w:r w:rsidR="00B7178D">
        <w:t xml:space="preserve">in paragraaf </w:t>
      </w:r>
      <w:r w:rsidR="00872AC3">
        <w:rPr>
          <w:highlight w:val="cyan"/>
        </w:rPr>
        <w:fldChar w:fldCharType="begin"/>
      </w:r>
      <w:r w:rsidR="00872AC3">
        <w:instrText xml:space="preserve"> REF _Ref186631818 \w \h </w:instrText>
      </w:r>
      <w:r w:rsidR="00872AC3">
        <w:rPr>
          <w:highlight w:val="cyan"/>
        </w:rPr>
      </w:r>
      <w:r w:rsidR="00872AC3">
        <w:rPr>
          <w:highlight w:val="cyan"/>
        </w:rPr>
        <w:fldChar w:fldCharType="separate"/>
      </w:r>
      <w:r w:rsidR="0014047A">
        <w:t>5.2</w:t>
      </w:r>
      <w:r w:rsidR="00872AC3">
        <w:rPr>
          <w:highlight w:val="cyan"/>
        </w:rPr>
        <w:fldChar w:fldCharType="end"/>
      </w:r>
      <w:r w:rsidR="00CE470F">
        <w:t xml:space="preserve"> </w:t>
      </w:r>
      <w:r w:rsidR="00CE470F">
        <w:rPr>
          <w:highlight w:val="cyan"/>
        </w:rPr>
        <w:fldChar w:fldCharType="begin"/>
      </w:r>
      <w:r w:rsidR="00CE470F">
        <w:instrText xml:space="preserve"> REF _Ref186631818 \h </w:instrText>
      </w:r>
      <w:r w:rsidR="00CE470F">
        <w:rPr>
          <w:highlight w:val="cyan"/>
        </w:rPr>
      </w:r>
      <w:r w:rsidR="00CE470F">
        <w:rPr>
          <w:highlight w:val="cyan"/>
        </w:rPr>
        <w:fldChar w:fldCharType="separate"/>
      </w:r>
      <w:r w:rsidR="0014047A" w:rsidRPr="005222C7">
        <w:t>Doelstellingen</w:t>
      </w:r>
      <w:r w:rsidR="00CE470F">
        <w:rPr>
          <w:highlight w:val="cyan"/>
        </w:rPr>
        <w:fldChar w:fldCharType="end"/>
      </w:r>
      <w:r w:rsidR="00872AC3">
        <w:t>.</w:t>
      </w:r>
    </w:p>
    <w:p w14:paraId="1CE9DDA1" w14:textId="356DF9F3" w:rsidR="00A669B7" w:rsidRDefault="005D6379" w:rsidP="006A156D">
      <w:r>
        <w:t xml:space="preserve">De verdere uitwerking van deze regelkring is te vinden in </w:t>
      </w:r>
      <w:r w:rsidR="00A669B7" w:rsidRPr="00346869">
        <w:rPr>
          <w:highlight w:val="yellow"/>
        </w:rPr>
        <w:t>het Operationeel Handboek</w:t>
      </w:r>
      <w:r w:rsidR="00A669B7">
        <w:t>.</w:t>
      </w:r>
    </w:p>
    <w:p w14:paraId="75D93714" w14:textId="300CC5C1" w:rsidR="006A156D" w:rsidRDefault="00A669B7" w:rsidP="00A669B7">
      <w:pPr>
        <w:pStyle w:val="verborgentekst"/>
      </w:pPr>
      <w:r>
        <w:t xml:space="preserve">In het geval van meerdere, sterk van elkaar verschillende producttypen, kunnen meerdere Operationeel Handboeken nodig zijn. In dat geval moet hierboven vanzelfsprekend naar meerdere Operationeel Handboeken worden verwezen. </w:t>
      </w:r>
    </w:p>
    <w:p w14:paraId="1597F21B" w14:textId="7B03F05C" w:rsidR="00CE470F" w:rsidRPr="00862E0D" w:rsidRDefault="00CE470F" w:rsidP="00A669B7">
      <w:pPr>
        <w:pStyle w:val="verborgentekst"/>
      </w:pPr>
      <w:r w:rsidRPr="00862E0D">
        <w:t xml:space="preserve">Ga verder met paragraaf </w:t>
      </w:r>
      <w:r w:rsidRPr="00862E0D">
        <w:fldChar w:fldCharType="begin"/>
      </w:r>
      <w:r w:rsidRPr="00862E0D">
        <w:instrText xml:space="preserve"> REF _Ref142941073 \w \h  \* MERGEFORMAT </w:instrText>
      </w:r>
      <w:r w:rsidRPr="00862E0D">
        <w:fldChar w:fldCharType="separate"/>
      </w:r>
      <w:r w:rsidR="0014047A">
        <w:t>5.1</w:t>
      </w:r>
      <w:r w:rsidRPr="00862E0D">
        <w:fldChar w:fldCharType="end"/>
      </w:r>
      <w:r w:rsidRPr="00862E0D">
        <w:t xml:space="preserve"> </w:t>
      </w:r>
      <w:r w:rsidRPr="00862E0D">
        <w:fldChar w:fldCharType="begin"/>
      </w:r>
      <w:r w:rsidRPr="00862E0D">
        <w:instrText xml:space="preserve"> REF _Ref142941073 \h  \* MERGEFORMAT </w:instrText>
      </w:r>
      <w:r w:rsidRPr="00862E0D">
        <w:fldChar w:fldCharType="separate"/>
      </w:r>
      <w:r w:rsidR="0014047A" w:rsidRPr="00862E0D">
        <w:t>Kwaliteitsbeleid</w:t>
      </w:r>
      <w:r w:rsidRPr="00862E0D">
        <w:fldChar w:fldCharType="end"/>
      </w:r>
      <w:r w:rsidRPr="00862E0D">
        <w:t>.</w:t>
      </w:r>
    </w:p>
    <w:p w14:paraId="78A919B0" w14:textId="4B636B81" w:rsidR="00850187" w:rsidRPr="00862E0D" w:rsidRDefault="00F53A72" w:rsidP="00850187">
      <w:pPr>
        <w:pStyle w:val="Kop1"/>
      </w:pPr>
      <w:bookmarkStart w:id="39" w:name="_Toc204442005"/>
      <w:r w:rsidRPr="00862E0D">
        <w:t>Definiëren</w:t>
      </w:r>
      <w:r w:rsidR="00205E09" w:rsidRPr="00862E0D">
        <w:t xml:space="preserve"> randvoorwaarden activiteiten</w:t>
      </w:r>
      <w:bookmarkEnd w:id="39"/>
    </w:p>
    <w:p w14:paraId="5E90B763" w14:textId="72D4337D" w:rsidR="00182DE7" w:rsidRPr="00862E0D" w:rsidRDefault="004D6D66" w:rsidP="00850187">
      <w:pPr>
        <w:pStyle w:val="Kop2"/>
      </w:pPr>
      <w:bookmarkStart w:id="40" w:name="_Ref142941073"/>
      <w:bookmarkStart w:id="41" w:name="_Ref142941077"/>
      <w:bookmarkStart w:id="42" w:name="_Toc204442006"/>
      <w:r w:rsidRPr="00862E0D">
        <w:t>Kwaliteitsb</w:t>
      </w:r>
      <w:r w:rsidR="00182DE7" w:rsidRPr="00862E0D">
        <w:t>eleid</w:t>
      </w:r>
      <w:bookmarkEnd w:id="40"/>
      <w:bookmarkEnd w:id="41"/>
      <w:bookmarkEnd w:id="42"/>
    </w:p>
    <w:p w14:paraId="470EAA42" w14:textId="05396BCE" w:rsidR="00825CAF" w:rsidRDefault="00825CAF" w:rsidP="00825CAF">
      <w:pPr>
        <w:pStyle w:val="verborgentekst"/>
      </w:pPr>
      <w:r>
        <w:t>** Normreferentie 5.2 **</w:t>
      </w:r>
    </w:p>
    <w:p w14:paraId="71A9D3DD" w14:textId="5EB8ACBF" w:rsidR="00C277BD" w:rsidRPr="00C277BD" w:rsidRDefault="00C277BD" w:rsidP="00825CAF">
      <w:pPr>
        <w:pStyle w:val="verborgentekst"/>
        <w:rPr>
          <w:b/>
          <w:bCs/>
          <w:u w:val="single"/>
        </w:rPr>
      </w:pPr>
      <w:r w:rsidRPr="00C277BD">
        <w:rPr>
          <w:b/>
          <w:bCs/>
          <w:u w:val="single"/>
        </w:rPr>
        <w:t>Stap 10</w:t>
      </w:r>
    </w:p>
    <w:p w14:paraId="4F3A7137" w14:textId="29CF1AA8" w:rsidR="00DB703D" w:rsidRDefault="00DB703D" w:rsidP="00DB703D">
      <w:pPr>
        <w:pStyle w:val="verborgentekst"/>
      </w:pPr>
      <w:r>
        <w:t>In het Engels wordt de term 'policy' gebruikt. In de Angelsaksische context verwijst 'policy' naar de</w:t>
      </w:r>
      <w:r w:rsidR="00CD0D15">
        <w:t xml:space="preserve"> </w:t>
      </w:r>
      <w:r>
        <w:t>geformuleerde richtlijnen of regels die organisaties volgen. Het dient als een gids voor</w:t>
      </w:r>
      <w:r w:rsidR="00CD0D15">
        <w:t xml:space="preserve"> </w:t>
      </w:r>
      <w:r>
        <w:t>besluitvorming en een consistente manier van werken. Beleid zorgt voor uniformiteit, bevordert</w:t>
      </w:r>
      <w:r w:rsidR="00CD0D15">
        <w:t xml:space="preserve"> </w:t>
      </w:r>
      <w:r>
        <w:t>naleving van normen en kan verplicht zijn met bijbehorende gevolgen bij het niet naleven.</w:t>
      </w:r>
    </w:p>
    <w:p w14:paraId="5F336F71" w14:textId="6700787E" w:rsidR="00DB703D" w:rsidRDefault="00DB703D" w:rsidP="00DB703D">
      <w:pPr>
        <w:pStyle w:val="verborgentekst"/>
      </w:pPr>
      <w:r>
        <w:t>Over het algemeen is het raadzaam om een kwaliteitsbeleid zo kort mogelijk te houden. Hierbij</w:t>
      </w:r>
      <w:r w:rsidR="00CD0D15">
        <w:t xml:space="preserve"> </w:t>
      </w:r>
      <w:r>
        <w:t>benadrukt u de kernprincipes en doelen zonder onnodige details. Dit maakt het gemakkelijker voor</w:t>
      </w:r>
      <w:r w:rsidR="00CD0D15">
        <w:t xml:space="preserve"> </w:t>
      </w:r>
      <w:r>
        <w:t>medewerkers en belanghebbenden om het te begrijpen en toe te passen in hun dagelijkse</w:t>
      </w:r>
      <w:r w:rsidR="00CD0D15">
        <w:t xml:space="preserve"> </w:t>
      </w:r>
      <w:r>
        <w:t>werkzaamheden.</w:t>
      </w:r>
    </w:p>
    <w:p w14:paraId="1C4D7D83" w14:textId="6132475C" w:rsidR="00DB703D" w:rsidRDefault="00DB703D" w:rsidP="00DB703D">
      <w:pPr>
        <w:pStyle w:val="verborgentekst"/>
      </w:pPr>
      <w:r>
        <w:t>Voor ISO 9001 moeten de kernprincipes betrekking hebben op 'kwaliteit'. Een beleid kan meestal</w:t>
      </w:r>
      <w:r w:rsidR="00CD0D15">
        <w:t xml:space="preserve"> </w:t>
      </w:r>
      <w:r>
        <w:t>worden opgesteld binnen één tot enkele pagina's. Het is vooral belangrijk dat het de intentie en</w:t>
      </w:r>
      <w:r w:rsidR="00CD0D15">
        <w:t xml:space="preserve"> </w:t>
      </w:r>
      <w:r>
        <w:t>richting van de organisatie op het gebied van kwaliteit duidelijk communiceert.</w:t>
      </w:r>
    </w:p>
    <w:p w14:paraId="3CF68FE9" w14:textId="52F33EC3" w:rsidR="00DB703D" w:rsidRDefault="00DB703D" w:rsidP="00DB703D">
      <w:pPr>
        <w:pStyle w:val="verborgentekst"/>
      </w:pPr>
      <w:r>
        <w:t xml:space="preserve">Geef in korte zinnen aan hoe de directie wil zorgen dat </w:t>
      </w:r>
      <w:r w:rsidR="00862E0D">
        <w:t>je</w:t>
      </w:r>
      <w:r>
        <w:t xml:space="preserve"> organisatie producten en diensten levert</w:t>
      </w:r>
      <w:r w:rsidR="00CD0D15">
        <w:t xml:space="preserve"> </w:t>
      </w:r>
      <w:r>
        <w:t>en kan blijven leveren die voldoen aan de behoeften van de klanten én zonder fouten worden</w:t>
      </w:r>
      <w:r w:rsidR="00CD0D15">
        <w:t xml:space="preserve"> </w:t>
      </w:r>
      <w:r>
        <w:t>geleverd. Hierbij gaat het min of meer om de keuze of de organisatie vooral vertrouwt op strikte</w:t>
      </w:r>
      <w:r w:rsidR="00CD0D15">
        <w:t xml:space="preserve"> </w:t>
      </w:r>
      <w:r>
        <w:t>(gestandaardiseerde) procedures, of juist op de vakbekwaamheid van medewerkers. Maar het kan</w:t>
      </w:r>
      <w:r w:rsidR="00CD0D15">
        <w:t xml:space="preserve"> </w:t>
      </w:r>
      <w:r>
        <w:t>ook zijn dat wordt vertrouwd op hightech gereedschappen of softwareapplicaties.</w:t>
      </w:r>
    </w:p>
    <w:p w14:paraId="08D8C77D" w14:textId="2A9749AD" w:rsidR="00DB703D" w:rsidRDefault="00DB703D" w:rsidP="00DB703D">
      <w:pPr>
        <w:pStyle w:val="verborgentekst"/>
      </w:pPr>
      <w:r>
        <w:t>Het kwaliteitsbeleid moet worden gecommuniceerd met de medewerkers binnen de organisatie. En</w:t>
      </w:r>
      <w:r w:rsidR="004C2205">
        <w:t xml:space="preserve"> </w:t>
      </w:r>
      <w:r>
        <w:t>er moet worden gezorgd dat het wordt begrepen. Het kwaliteitsbeleid moet ook beschikbaar zijn</w:t>
      </w:r>
      <w:r w:rsidR="004C2205">
        <w:t xml:space="preserve"> </w:t>
      </w:r>
      <w:r>
        <w:t>voor relevante belanghebbenden. Houd dit in gedachten bij het formuleren van het beleid.</w:t>
      </w:r>
    </w:p>
    <w:p w14:paraId="5D5AF935" w14:textId="779B8D53" w:rsidR="00CE41AE" w:rsidRPr="007A60A3" w:rsidRDefault="00DB703D" w:rsidP="00DB703D">
      <w:pPr>
        <w:pStyle w:val="verborgentekst"/>
      </w:pPr>
      <w:r>
        <w:t>Bepaal ook direct een aanpak om het beleid te communiceren met de medewerkers. Het kan</w:t>
      </w:r>
      <w:r w:rsidR="004C2205">
        <w:t xml:space="preserve"> </w:t>
      </w:r>
      <w:r>
        <w:t>worden besproken in een of meerdere overleggen, waardoor direct de achterliggende gedachte</w:t>
      </w:r>
      <w:r w:rsidR="004C2205">
        <w:t xml:space="preserve"> </w:t>
      </w:r>
      <w:r>
        <w:lastRenderedPageBreak/>
        <w:t>kan worden toegelicht. Een andere aanpak mag ook, zolang medewerkers maar op de hoogte zijn</w:t>
      </w:r>
      <w:r w:rsidR="004C2205">
        <w:t xml:space="preserve"> </w:t>
      </w:r>
      <w:r>
        <w:t>van wat de directie ziet als de juiste intenties en richting.</w:t>
      </w:r>
    </w:p>
    <w:p w14:paraId="4DA868E3" w14:textId="7DA74575" w:rsidR="00DF0BD6" w:rsidRDefault="002A44B8" w:rsidP="00DF0BD6">
      <w:r>
        <w:t>De ‘policy’ voor het consequent kunnen leveren van producten en diensten die voldoen aan de gestelde eisen bestaat uit de volgende onderdelen:</w:t>
      </w:r>
    </w:p>
    <w:p w14:paraId="199910CD" w14:textId="70E20AFE" w:rsidR="002A44B8" w:rsidRPr="00267FCE" w:rsidRDefault="002A44B8" w:rsidP="00646713">
      <w:pPr>
        <w:pStyle w:val="Lijstalinea"/>
        <w:numPr>
          <w:ilvl w:val="0"/>
          <w:numId w:val="6"/>
        </w:numPr>
        <w:rPr>
          <w:highlight w:val="yellow"/>
        </w:rPr>
      </w:pPr>
      <w:r w:rsidRPr="00267FCE">
        <w:rPr>
          <w:highlight w:val="yellow"/>
        </w:rPr>
        <w:t>…</w:t>
      </w:r>
    </w:p>
    <w:p w14:paraId="5ADFC942" w14:textId="6AB9DD49" w:rsidR="0061455E" w:rsidRDefault="00676F3F" w:rsidP="00646713">
      <w:pPr>
        <w:pStyle w:val="Lijstalinea"/>
        <w:numPr>
          <w:ilvl w:val="0"/>
          <w:numId w:val="6"/>
        </w:numPr>
      </w:pPr>
      <w:r>
        <w:t xml:space="preserve">De intentie is dat ieder </w:t>
      </w:r>
      <w:r w:rsidRPr="00DB266F">
        <w:rPr>
          <w:highlight w:val="yellow"/>
        </w:rPr>
        <w:t xml:space="preserve">geleverd product of </w:t>
      </w:r>
      <w:r w:rsidR="00DB266F" w:rsidRPr="00DB266F">
        <w:rPr>
          <w:highlight w:val="yellow"/>
        </w:rPr>
        <w:t xml:space="preserve">geleverde </w:t>
      </w:r>
      <w:r w:rsidRPr="00DB266F">
        <w:rPr>
          <w:highlight w:val="yellow"/>
        </w:rPr>
        <w:t>dienst</w:t>
      </w:r>
      <w:r>
        <w:t xml:space="preserve"> voldoet aan de eisen van onze klanten </w:t>
      </w:r>
      <w:r w:rsidR="001B1B85">
        <w:t xml:space="preserve">(zie </w:t>
      </w:r>
      <w:r w:rsidR="001B1B85">
        <w:fldChar w:fldCharType="begin"/>
      </w:r>
      <w:r w:rsidR="001B1B85">
        <w:instrText xml:space="preserve"> REF _Ref186920674 \r \h </w:instrText>
      </w:r>
      <w:r w:rsidR="001B1B85">
        <w:fldChar w:fldCharType="separate"/>
      </w:r>
      <w:r w:rsidR="0014047A">
        <w:t>4.4.1</w:t>
      </w:r>
      <w:r w:rsidR="001B1B85">
        <w:fldChar w:fldCharType="end"/>
      </w:r>
      <w:r w:rsidR="001B1B85">
        <w:t xml:space="preserve">) </w:t>
      </w:r>
      <w:r>
        <w:t>en de van toepassing zijnde wet- en regelgeving</w:t>
      </w:r>
      <w:r w:rsidR="001B1B85">
        <w:t xml:space="preserve"> (zie </w:t>
      </w:r>
      <w:r w:rsidR="001B1B85">
        <w:fldChar w:fldCharType="begin"/>
      </w:r>
      <w:r w:rsidR="001B1B85">
        <w:instrText xml:space="preserve"> REF _Ref186920679 \r \h </w:instrText>
      </w:r>
      <w:r w:rsidR="001B1B85">
        <w:fldChar w:fldCharType="separate"/>
      </w:r>
      <w:r w:rsidR="0014047A">
        <w:t>0</w:t>
      </w:r>
      <w:r w:rsidR="001B1B85">
        <w:fldChar w:fldCharType="end"/>
      </w:r>
      <w:r w:rsidR="001B1B85">
        <w:t>)</w:t>
      </w:r>
      <w:r>
        <w:t>.</w:t>
      </w:r>
    </w:p>
    <w:p w14:paraId="1A20B156" w14:textId="407091D6" w:rsidR="002A44B8" w:rsidRDefault="002A44B8" w:rsidP="00646713">
      <w:pPr>
        <w:pStyle w:val="Lijstalinea"/>
        <w:numPr>
          <w:ilvl w:val="0"/>
          <w:numId w:val="6"/>
        </w:numPr>
      </w:pPr>
      <w:r>
        <w:t xml:space="preserve">Om dit allemaal te borgen heeft </w:t>
      </w:r>
      <w:sdt>
        <w:sdtPr>
          <w:alias w:val="Bedrijf"/>
          <w:tag w:val=""/>
          <w:id w:val="-1037735537"/>
          <w:placeholder>
            <w:docPart w:val="008C0792ACC7491B98B85ED39EDAB2BC"/>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een kwaliteitsmanagementsysteem </w:t>
      </w:r>
      <w:r w:rsidR="00893B38">
        <w:t>geïmplementeerd</w:t>
      </w:r>
      <w:r>
        <w:t xml:space="preserve"> dat aan de eisen uit ISO 9001:2015 voldoet en dat </w:t>
      </w:r>
      <w:r w:rsidR="00A419E4">
        <w:t>continu wordt verbeterd.</w:t>
      </w:r>
    </w:p>
    <w:p w14:paraId="50D5C0C7" w14:textId="2C53B3E5" w:rsidR="00094EE9" w:rsidRDefault="00094EE9" w:rsidP="00094EE9">
      <w:pPr>
        <w:pStyle w:val="verborgentekst"/>
      </w:pPr>
      <w:r>
        <w:t xml:space="preserve">Bepaal ook direct een </w:t>
      </w:r>
      <w:r w:rsidR="005D3FA3">
        <w:t xml:space="preserve">aanpak om het beleid te communiceren met de medewerkers. Het kan worden besproken op een of meerdere overleggen, waardoor </w:t>
      </w:r>
      <w:r w:rsidR="00845CC7">
        <w:t xml:space="preserve">direct de achterliggende gedachte kan worden toegelicht. </w:t>
      </w:r>
      <w:r w:rsidR="00AA33D0">
        <w:t xml:space="preserve">Een andere aanpak mag ook, zolang medewerkers maar op de hoogte zijn van wat de directie ziet als de </w:t>
      </w:r>
      <w:r w:rsidR="002149F2">
        <w:t>juiste intenties en richting.</w:t>
      </w:r>
    </w:p>
    <w:p w14:paraId="21A49A32" w14:textId="56A29555" w:rsidR="00457264" w:rsidRPr="005222C7" w:rsidRDefault="00FF16BF" w:rsidP="007544F1">
      <w:pPr>
        <w:pStyle w:val="verborgentekst"/>
        <w:rPr>
          <w:rStyle w:val="Zwaar"/>
          <w:b w:val="0"/>
          <w:bCs w:val="0"/>
        </w:rPr>
      </w:pPr>
      <w:bookmarkStart w:id="43" w:name="_Ref142647706"/>
      <w:bookmarkStart w:id="44" w:name="_Ref142647724"/>
      <w:r w:rsidRPr="005222C7">
        <w:rPr>
          <w:rStyle w:val="Zwaar"/>
          <w:b w:val="0"/>
          <w:bCs w:val="0"/>
        </w:rPr>
        <w:t>Ga verder met</w:t>
      </w:r>
      <w:r w:rsidR="007544F1" w:rsidRPr="005222C7">
        <w:rPr>
          <w:rStyle w:val="Zwaar"/>
          <w:b w:val="0"/>
          <w:bCs w:val="0"/>
        </w:rPr>
        <w:t xml:space="preserve"> </w:t>
      </w:r>
      <w:r w:rsidR="007544F1" w:rsidRPr="005222C7">
        <w:rPr>
          <w:rStyle w:val="Zwaar"/>
          <w:b w:val="0"/>
          <w:bCs w:val="0"/>
        </w:rPr>
        <w:fldChar w:fldCharType="begin"/>
      </w:r>
      <w:r w:rsidR="007544F1" w:rsidRPr="005222C7">
        <w:rPr>
          <w:rStyle w:val="Zwaar"/>
          <w:b w:val="0"/>
          <w:bCs w:val="0"/>
        </w:rPr>
        <w:instrText xml:space="preserve"> REF _Ref186631818 \w \h  \* MERGEFORMAT </w:instrText>
      </w:r>
      <w:r w:rsidR="007544F1" w:rsidRPr="005222C7">
        <w:rPr>
          <w:rStyle w:val="Zwaar"/>
          <w:b w:val="0"/>
          <w:bCs w:val="0"/>
        </w:rPr>
      </w:r>
      <w:r w:rsidR="007544F1" w:rsidRPr="005222C7">
        <w:rPr>
          <w:rStyle w:val="Zwaar"/>
          <w:b w:val="0"/>
          <w:bCs w:val="0"/>
        </w:rPr>
        <w:fldChar w:fldCharType="separate"/>
      </w:r>
      <w:r w:rsidR="0014047A">
        <w:rPr>
          <w:rStyle w:val="Zwaar"/>
          <w:b w:val="0"/>
          <w:bCs w:val="0"/>
        </w:rPr>
        <w:t>5.2</w:t>
      </w:r>
      <w:r w:rsidR="007544F1" w:rsidRPr="005222C7">
        <w:rPr>
          <w:rStyle w:val="Zwaar"/>
          <w:b w:val="0"/>
          <w:bCs w:val="0"/>
        </w:rPr>
        <w:fldChar w:fldCharType="end"/>
      </w:r>
      <w:r w:rsidR="007544F1" w:rsidRPr="005222C7">
        <w:rPr>
          <w:rStyle w:val="Zwaar"/>
          <w:b w:val="0"/>
          <w:bCs w:val="0"/>
        </w:rPr>
        <w:t xml:space="preserve"> </w:t>
      </w:r>
      <w:r w:rsidR="007544F1" w:rsidRPr="005222C7">
        <w:rPr>
          <w:rStyle w:val="Zwaar"/>
          <w:b w:val="0"/>
          <w:bCs w:val="0"/>
        </w:rPr>
        <w:fldChar w:fldCharType="begin"/>
      </w:r>
      <w:r w:rsidR="007544F1" w:rsidRPr="005222C7">
        <w:rPr>
          <w:rStyle w:val="Zwaar"/>
          <w:b w:val="0"/>
          <w:bCs w:val="0"/>
        </w:rPr>
        <w:instrText xml:space="preserve"> REF _Ref186631818 \h  \* MERGEFORMAT </w:instrText>
      </w:r>
      <w:r w:rsidR="007544F1" w:rsidRPr="005222C7">
        <w:rPr>
          <w:rStyle w:val="Zwaar"/>
          <w:b w:val="0"/>
          <w:bCs w:val="0"/>
        </w:rPr>
      </w:r>
      <w:r w:rsidR="007544F1" w:rsidRPr="005222C7">
        <w:rPr>
          <w:rStyle w:val="Zwaar"/>
          <w:b w:val="0"/>
          <w:bCs w:val="0"/>
        </w:rPr>
        <w:fldChar w:fldCharType="separate"/>
      </w:r>
      <w:r w:rsidR="0014047A" w:rsidRPr="005222C7">
        <w:t>Doelstellingen</w:t>
      </w:r>
      <w:r w:rsidR="007544F1" w:rsidRPr="005222C7">
        <w:rPr>
          <w:rStyle w:val="Zwaar"/>
          <w:b w:val="0"/>
          <w:bCs w:val="0"/>
        </w:rPr>
        <w:fldChar w:fldCharType="end"/>
      </w:r>
    </w:p>
    <w:p w14:paraId="7C5093DA" w14:textId="714FE002" w:rsidR="00BA0954" w:rsidRPr="005222C7" w:rsidRDefault="00BA0954" w:rsidP="00457264">
      <w:pPr>
        <w:pStyle w:val="Kop2"/>
      </w:pPr>
      <w:bookmarkStart w:id="45" w:name="_Ref186631818"/>
      <w:bookmarkStart w:id="46" w:name="_Ref188187405"/>
      <w:bookmarkStart w:id="47" w:name="_Ref188187408"/>
      <w:bookmarkStart w:id="48" w:name="_Toc204442007"/>
      <w:r w:rsidRPr="005222C7">
        <w:t>Doelstellingen</w:t>
      </w:r>
      <w:bookmarkEnd w:id="43"/>
      <w:bookmarkEnd w:id="44"/>
      <w:bookmarkEnd w:id="45"/>
      <w:bookmarkEnd w:id="46"/>
      <w:bookmarkEnd w:id="47"/>
      <w:bookmarkEnd w:id="48"/>
    </w:p>
    <w:p w14:paraId="36BD62E7" w14:textId="3E2A0849" w:rsidR="00825CAF" w:rsidRDefault="00825CAF" w:rsidP="00825CAF">
      <w:pPr>
        <w:pStyle w:val="verborgentekst"/>
      </w:pPr>
      <w:r>
        <w:t>** normreferentie 6.2 **</w:t>
      </w:r>
    </w:p>
    <w:p w14:paraId="2B87B5B4" w14:textId="30D24F69" w:rsidR="00C277BD" w:rsidRPr="00C277BD" w:rsidRDefault="00C277BD" w:rsidP="00825CAF">
      <w:pPr>
        <w:pStyle w:val="verborgentekst"/>
        <w:rPr>
          <w:b/>
          <w:bCs/>
        </w:rPr>
      </w:pPr>
      <w:r w:rsidRPr="00C277BD">
        <w:rPr>
          <w:b/>
          <w:bCs/>
        </w:rPr>
        <w:t>Stap 11</w:t>
      </w:r>
    </w:p>
    <w:p w14:paraId="2ED1E976" w14:textId="2D22A972" w:rsidR="00BB3FE8" w:rsidRDefault="00BB3FE8" w:rsidP="00BB3FE8">
      <w:pPr>
        <w:pStyle w:val="verborgentekst"/>
      </w:pPr>
      <w:r>
        <w:t xml:space="preserve">In het </w:t>
      </w:r>
      <w:r w:rsidR="004C2205">
        <w:t>Operationeel Handboek</w:t>
      </w:r>
      <w:r>
        <w:t xml:space="preserve"> worden de doelstellingen voor de processen benoemd. Het is ook</w:t>
      </w:r>
      <w:r w:rsidR="004C2205">
        <w:t xml:space="preserve"> </w:t>
      </w:r>
      <w:r>
        <w:t>gebruikelijk om (enkele van) de punten uit het beleid om te zetten in doelstellingen. Waar in het</w:t>
      </w:r>
      <w:r w:rsidR="004C2205">
        <w:t xml:space="preserve"> </w:t>
      </w:r>
      <w:r>
        <w:t>beleid de punten worden beschreven als 'intentie', moet in deze paragraaf worden getracht om</w:t>
      </w:r>
      <w:r w:rsidR="00167D12">
        <w:t xml:space="preserve"> </w:t>
      </w:r>
      <w:r>
        <w:t>deze meetbaar te maken.</w:t>
      </w:r>
    </w:p>
    <w:p w14:paraId="7F87FF88" w14:textId="61E89B24" w:rsidR="00BB3FE8" w:rsidRDefault="00BB3FE8" w:rsidP="00BB3FE8">
      <w:pPr>
        <w:pStyle w:val="verborgentekst"/>
      </w:pPr>
      <w:r>
        <w:t>Als in het beleid is aangegeven dat het vakmanschap van medewerkers een belangrijk speerpunt is,</w:t>
      </w:r>
      <w:r w:rsidR="00167D12">
        <w:t xml:space="preserve"> </w:t>
      </w:r>
      <w:r>
        <w:t>dan kunt u daarvoor doelstellingen vaststellen. Dit kan bijvoorbeeld zijn het percentage</w:t>
      </w:r>
      <w:r w:rsidR="00167D12">
        <w:t xml:space="preserve"> </w:t>
      </w:r>
      <w:r>
        <w:t>medewerkers dat geslaagd is voor een bepaalde training voor het eind van het jaar.</w:t>
      </w:r>
    </w:p>
    <w:p w14:paraId="32AF3DB3" w14:textId="127133F1" w:rsidR="00BB3FE8" w:rsidRDefault="00BB3FE8" w:rsidP="00BB3FE8">
      <w:pPr>
        <w:pStyle w:val="verborgentekst"/>
      </w:pPr>
      <w:r>
        <w:t>Kies uit het beleid 2 of 3 punten waarvoor dit het meest relevant is en maak ze meetbaar. Dit mag</w:t>
      </w:r>
      <w:r w:rsidR="00167D12">
        <w:t xml:space="preserve"> </w:t>
      </w:r>
      <w:r>
        <w:t>op basis van 'wel behaald/niet behaald' of in meer gedetailleerde waarden.</w:t>
      </w:r>
    </w:p>
    <w:p w14:paraId="002B95A4" w14:textId="11DBDD05" w:rsidR="00BB3FE8" w:rsidRDefault="00BB3FE8" w:rsidP="00BB3FE8">
      <w:pPr>
        <w:pStyle w:val="verborgentekst"/>
      </w:pPr>
      <w:r>
        <w:t>Een kleine toelichting: er bestaat ook zoiets als een taakstelling. Voor veel mensen is het</w:t>
      </w:r>
      <w:r w:rsidR="00167D12">
        <w:t xml:space="preserve"> </w:t>
      </w:r>
      <w:r>
        <w:t>onderscheid met een doelstelling niet zo gemakkelijk te maken. Een doelstelling heeft te maken</w:t>
      </w:r>
      <w:r w:rsidR="00167D12">
        <w:t xml:space="preserve"> </w:t>
      </w:r>
      <w:r>
        <w:t>met de uitkomst van bepaalde activiteiten, een taakstelling met het voornemen om bepaalde taken</w:t>
      </w:r>
      <w:r w:rsidR="00167D12">
        <w:t xml:space="preserve"> </w:t>
      </w:r>
      <w:r>
        <w:t>uit te voeren, bijvoorbeeld om een bepaalde doelstelling te kunnen behalen.</w:t>
      </w:r>
    </w:p>
    <w:p w14:paraId="4D74DC20" w14:textId="55E6F48E" w:rsidR="00BB3FE8" w:rsidRDefault="00BB3FE8" w:rsidP="00BB3FE8">
      <w:pPr>
        <w:pStyle w:val="verborgentekst"/>
      </w:pPr>
      <w:r>
        <w:t>Als een doelstelling is om te kunnen beschikken over een minimaal aantal gekwalificeerde</w:t>
      </w:r>
      <w:r w:rsidR="00167D12">
        <w:t xml:space="preserve"> </w:t>
      </w:r>
      <w:r>
        <w:t>medewerkers voor de uitvoering van een specifiek proces, dan kan een taakstelling zijn dat een</w:t>
      </w:r>
      <w:r w:rsidR="00167D12">
        <w:t xml:space="preserve"> </w:t>
      </w:r>
      <w:r>
        <w:t>percentage medewerkers in een bepaalde periode een specifieke training volgt.</w:t>
      </w:r>
    </w:p>
    <w:p w14:paraId="76B1BCDF" w14:textId="25D70927" w:rsidR="003706DD" w:rsidRDefault="00BB3FE8" w:rsidP="00AB2666">
      <w:pPr>
        <w:pStyle w:val="verborgentekst"/>
      </w:pPr>
      <w:r>
        <w:t>In de praktijk van certificatie wordt er nauwelijks moeilijk gedaan over het verschil. Taakstellingen</w:t>
      </w:r>
      <w:r w:rsidR="00565AC6">
        <w:t xml:space="preserve"> </w:t>
      </w:r>
      <w:r>
        <w:t>(vaak eenvoudiger te formuleren) worden geaccepteerd als doelstellingen. Toch is het verstandig</w:t>
      </w:r>
      <w:r w:rsidR="00565AC6">
        <w:t xml:space="preserve"> </w:t>
      </w:r>
      <w:r>
        <w:t>om deze twee niet door elkaar te gebruiken, maar eventueel in combinatie met elkaar.</w:t>
      </w:r>
    </w:p>
    <w:p w14:paraId="13B3918C" w14:textId="5DE2E1A5" w:rsidR="00BA0954" w:rsidRDefault="00BA0954" w:rsidP="00BA0954">
      <w:r>
        <w:t xml:space="preserve">De algehele </w:t>
      </w:r>
      <w:r w:rsidR="002A44B8">
        <w:t>kwaliteits</w:t>
      </w:r>
      <w:r>
        <w:t xml:space="preserve">doelstellingen van </w:t>
      </w:r>
      <w:sdt>
        <w:sdtPr>
          <w:alias w:val="Bedrijf"/>
          <w:tag w:val=""/>
          <w:id w:val="1709450562"/>
          <w:placeholder>
            <w:docPart w:val="30CC1A3058044D3A91A3AB59583CD2A0"/>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zijn het waarborgen van:</w:t>
      </w:r>
    </w:p>
    <w:p w14:paraId="189F9CE8" w14:textId="64C80805" w:rsidR="00B22D92" w:rsidRDefault="00B22D92" w:rsidP="00646713">
      <w:pPr>
        <w:pStyle w:val="Lijstalinea"/>
        <w:numPr>
          <w:ilvl w:val="0"/>
          <w:numId w:val="6"/>
        </w:numPr>
      </w:pPr>
      <w:r w:rsidRPr="002A44B8">
        <w:rPr>
          <w:highlight w:val="yellow"/>
        </w:rPr>
        <w:t>[afgeleid van het beleid]</w:t>
      </w:r>
    </w:p>
    <w:p w14:paraId="1BA4ED9B" w14:textId="46456226" w:rsidR="00BF6D7D" w:rsidRDefault="00BF6D7D" w:rsidP="00BF6D7D">
      <w:r w:rsidRPr="00F11B63">
        <w:rPr>
          <w:highlight w:val="yellow"/>
        </w:rPr>
        <w:lastRenderedPageBreak/>
        <w:t>(Optioneel)</w:t>
      </w:r>
      <w:r>
        <w:t xml:space="preserve"> Hiervoor gelden de volgende taakstellingen:</w:t>
      </w:r>
    </w:p>
    <w:p w14:paraId="335E1360" w14:textId="51C4398B" w:rsidR="00BF6D7D" w:rsidRDefault="00BF6D7D" w:rsidP="00BF6D7D">
      <w:pPr>
        <w:pStyle w:val="Lijstalinea"/>
        <w:numPr>
          <w:ilvl w:val="0"/>
          <w:numId w:val="25"/>
        </w:numPr>
      </w:pPr>
      <w:r>
        <w:t>[uit te voeren taken naar aanleiding van een kwaliteitsdoelstelling</w:t>
      </w:r>
      <w:r w:rsidR="00F11B63">
        <w:t>, in een x periode</w:t>
      </w:r>
      <w:r>
        <w:t>].</w:t>
      </w:r>
    </w:p>
    <w:p w14:paraId="066A8123" w14:textId="227A2157" w:rsidR="0038733B" w:rsidRDefault="0038733B" w:rsidP="0038733B">
      <w:pPr>
        <w:pStyle w:val="verborgentekst"/>
      </w:pPr>
      <w:r w:rsidRPr="00AE7633">
        <w:t xml:space="preserve">Ga verder met </w:t>
      </w:r>
      <w:bookmarkStart w:id="49" w:name="_Ref99025138"/>
      <w:bookmarkStart w:id="50" w:name="_Ref99025141"/>
      <w:r w:rsidRPr="00AE7633">
        <w:fldChar w:fldCharType="begin"/>
      </w:r>
      <w:r w:rsidRPr="00AE7633">
        <w:instrText xml:space="preserve"> REF _Ref142037094 \w \h  \* MERGEFORMAT </w:instrText>
      </w:r>
      <w:r w:rsidRPr="00AE7633">
        <w:fldChar w:fldCharType="separate"/>
      </w:r>
      <w:r w:rsidR="0014047A">
        <w:t>6.2</w:t>
      </w:r>
      <w:r w:rsidRPr="00AE7633">
        <w:fldChar w:fldCharType="end"/>
      </w:r>
      <w:bookmarkEnd w:id="49"/>
      <w:bookmarkEnd w:id="50"/>
      <w:r w:rsidRPr="00AE7633">
        <w:t xml:space="preserve"> </w:t>
      </w:r>
      <w:r w:rsidRPr="00AE7633">
        <w:fldChar w:fldCharType="begin"/>
      </w:r>
      <w:r w:rsidRPr="00AE7633">
        <w:instrText xml:space="preserve"> REF _Ref142037094 \h  \* MERGEFORMAT </w:instrText>
      </w:r>
      <w:r w:rsidRPr="00AE7633">
        <w:fldChar w:fldCharType="separate"/>
      </w:r>
      <w:r w:rsidR="0014047A" w:rsidRPr="00AE7633">
        <w:t>Inrichten processen</w:t>
      </w:r>
      <w:r w:rsidRPr="00AE7633">
        <w:fldChar w:fldCharType="end"/>
      </w:r>
    </w:p>
    <w:p w14:paraId="527017B3" w14:textId="1B7E0654" w:rsidR="0038733B" w:rsidRDefault="0038733B" w:rsidP="0038733B">
      <w:pPr>
        <w:pStyle w:val="Kop2"/>
      </w:pPr>
      <w:bookmarkStart w:id="51" w:name="_Ref199417156"/>
      <w:bookmarkStart w:id="52" w:name="_Ref199417160"/>
      <w:bookmarkStart w:id="53" w:name="_Ref200367755"/>
      <w:bookmarkStart w:id="54" w:name="_Ref200367758"/>
      <w:bookmarkStart w:id="55" w:name="_Toc204442008"/>
      <w:r>
        <w:t>Organisatie</w:t>
      </w:r>
      <w:bookmarkEnd w:id="51"/>
      <w:bookmarkEnd w:id="52"/>
      <w:bookmarkEnd w:id="53"/>
      <w:bookmarkEnd w:id="54"/>
      <w:bookmarkEnd w:id="55"/>
    </w:p>
    <w:p w14:paraId="314A1282" w14:textId="2EC21DDC" w:rsidR="0038733B" w:rsidRDefault="0038733B" w:rsidP="0038733B">
      <w:pPr>
        <w:pStyle w:val="verborgentekst"/>
      </w:pPr>
      <w:r>
        <w:t xml:space="preserve">** Normreferentie </w:t>
      </w:r>
      <w:r w:rsidR="001E09A9">
        <w:t xml:space="preserve">5.1.1, </w:t>
      </w:r>
      <w:r>
        <w:t>5.3 **</w:t>
      </w:r>
    </w:p>
    <w:p w14:paraId="4FCEE69D" w14:textId="032E08E2" w:rsidR="00034B31" w:rsidRPr="00FD6EA7" w:rsidRDefault="00034B31" w:rsidP="0038733B">
      <w:pPr>
        <w:pStyle w:val="verborgentekst"/>
        <w:rPr>
          <w:b/>
          <w:bCs/>
          <w:u w:val="single"/>
        </w:rPr>
      </w:pPr>
      <w:r w:rsidRPr="00FD6EA7">
        <w:rPr>
          <w:b/>
          <w:bCs/>
          <w:u w:val="single"/>
        </w:rPr>
        <w:t xml:space="preserve">Stap </w:t>
      </w:r>
      <w:r w:rsidR="00FD6EA7" w:rsidRPr="00FD6EA7">
        <w:rPr>
          <w:b/>
          <w:bCs/>
          <w:u w:val="single"/>
        </w:rPr>
        <w:t>57</w:t>
      </w:r>
    </w:p>
    <w:p w14:paraId="01B4CEF6" w14:textId="263119F3" w:rsidR="0038733B" w:rsidRDefault="0038733B" w:rsidP="0038733B">
      <w:r>
        <w:t xml:space="preserve">Het onderstaande organogram beschrijft de structuur van </w:t>
      </w:r>
      <w:sdt>
        <w:sdtPr>
          <w:alias w:val="Bedrijf"/>
          <w:tag w:val=""/>
          <w:id w:val="-1931109099"/>
          <w:placeholder>
            <w:docPart w:val="BF8F8E5F1C2C4B7C9320279972B256C9"/>
          </w:placeholder>
          <w:dataBinding w:prefixMappings="xmlns:ns0='http://schemas.openxmlformats.org/officeDocument/2006/extended-properties' " w:xpath="/ns0:Properties[1]/ns0:Company[1]" w:storeItemID="{6668398D-A668-4E3E-A5EB-62B293D839F1}"/>
          <w:text/>
        </w:sdtPr>
        <w:sdtContent>
          <w:r w:rsidR="00AF6EA6">
            <w:t>[Organisatie]</w:t>
          </w:r>
        </w:sdtContent>
      </w:sdt>
      <w:r>
        <w:t>.</w:t>
      </w:r>
    </w:p>
    <w:p w14:paraId="10745CA8" w14:textId="77777777" w:rsidR="0038733B" w:rsidRDefault="0038733B" w:rsidP="0038733B">
      <w:pPr>
        <w:pStyle w:val="Bijschrift"/>
        <w:jc w:val="center"/>
      </w:pPr>
      <w:r>
        <w:rPr>
          <w:noProof/>
        </w:rPr>
        <w:drawing>
          <wp:inline distT="0" distB="0" distL="0" distR="0" wp14:anchorId="05D77A42" wp14:editId="07AF1A2E">
            <wp:extent cx="3826795" cy="2114550"/>
            <wp:effectExtent l="0" t="0" r="2540" b="0"/>
            <wp:docPr id="1218715465" name="Afbeelding 6" descr="Afbeelding met tekst, schermopname, Lettertype,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715465" name="Afbeelding 6" descr="Afbeelding met tekst, schermopname, Lettertype, ontwerp&#10;&#10;Door AI gegenereerde inhoud is mogelijk onjuis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36239" cy="2119768"/>
                    </a:xfrm>
                    <a:prstGeom prst="rect">
                      <a:avLst/>
                    </a:prstGeom>
                    <a:noFill/>
                  </pic:spPr>
                </pic:pic>
              </a:graphicData>
            </a:graphic>
          </wp:inline>
        </w:drawing>
      </w:r>
    </w:p>
    <w:p w14:paraId="5B134FBB" w14:textId="0D8B45E5" w:rsidR="0038733B" w:rsidRDefault="0038733B" w:rsidP="0038733B">
      <w:pPr>
        <w:pStyle w:val="Bijschrift"/>
      </w:pPr>
      <w:r>
        <w:t xml:space="preserve">Figuur </w:t>
      </w:r>
      <w:fldSimple w:instr=" STYLEREF 1 \s ">
        <w:r w:rsidR="0014047A">
          <w:rPr>
            <w:noProof/>
          </w:rPr>
          <w:t>5</w:t>
        </w:r>
      </w:fldSimple>
      <w:r w:rsidR="00D311E3">
        <w:noBreakHyphen/>
      </w:r>
      <w:fldSimple w:instr=" SEQ Figuur \* ARABIC \s 1 ">
        <w:r w:rsidR="0014047A">
          <w:rPr>
            <w:noProof/>
          </w:rPr>
          <w:t>1</w:t>
        </w:r>
      </w:fldSimple>
      <w:r>
        <w:t xml:space="preserve"> Organisatiestructuur </w:t>
      </w:r>
      <w:sdt>
        <w:sdtPr>
          <w:alias w:val="Bedrijf"/>
          <w:tag w:val=""/>
          <w:id w:val="-1393028092"/>
          <w:placeholder>
            <w:docPart w:val="0555792B6DA14500A7F00A66211695D9"/>
          </w:placeholder>
          <w:dataBinding w:prefixMappings="xmlns:ns0='http://schemas.openxmlformats.org/officeDocument/2006/extended-properties' " w:xpath="/ns0:Properties[1]/ns0:Company[1]" w:storeItemID="{6668398D-A668-4E3E-A5EB-62B293D839F1}"/>
          <w:text/>
        </w:sdtPr>
        <w:sdtContent>
          <w:r w:rsidR="00AF6EA6">
            <w:t>[Organisatie]</w:t>
          </w:r>
        </w:sdtContent>
      </w:sdt>
    </w:p>
    <w:p w14:paraId="0EE69A58" w14:textId="77777777" w:rsidR="0038733B" w:rsidRPr="007A60A3" w:rsidRDefault="0038733B" w:rsidP="008B21AC">
      <w:pPr>
        <w:pStyle w:val="verborgentekst"/>
        <w:rPr>
          <w:rStyle w:val="Zwaar"/>
          <w:b w:val="0"/>
          <w:bCs w:val="0"/>
          <w:vanish w:val="0"/>
        </w:rPr>
      </w:pPr>
      <w:r w:rsidRPr="007A60A3">
        <w:rPr>
          <w:rStyle w:val="Zwaar"/>
          <w:b w:val="0"/>
          <w:bCs w:val="0"/>
        </w:rPr>
        <w:t>Het organogram heeft ook tot doel om verantwoordelijkheden weer te geven. Hieronder kan per blok een korte omschrijving worden gegeven.</w:t>
      </w:r>
      <w:r>
        <w:rPr>
          <w:rStyle w:val="Zwaar"/>
          <w:b w:val="0"/>
          <w:bCs w:val="0"/>
        </w:rPr>
        <w:t xml:space="preserve"> De onderstaande functies bij voorkeur niet verwijderen. </w:t>
      </w:r>
    </w:p>
    <w:p w14:paraId="3FBBDA8A" w14:textId="77777777" w:rsidR="0038733B" w:rsidRDefault="0038733B" w:rsidP="0038733B">
      <w:pPr>
        <w:rPr>
          <w:rStyle w:val="Zwaar"/>
        </w:rPr>
      </w:pPr>
      <w:r>
        <w:rPr>
          <w:rStyle w:val="Zwaar"/>
        </w:rPr>
        <w:t>Directie</w:t>
      </w:r>
    </w:p>
    <w:p w14:paraId="24BBBF4B" w14:textId="77777777" w:rsidR="0038733B" w:rsidRPr="00CF4BE8" w:rsidRDefault="0038733B" w:rsidP="0038733B">
      <w:pPr>
        <w:pStyle w:val="verborgentekst"/>
        <w:rPr>
          <w:rStyle w:val="Zwaar"/>
          <w:b w:val="0"/>
          <w:bCs w:val="0"/>
        </w:rPr>
      </w:pPr>
      <w:r w:rsidRPr="00CF4BE8">
        <w:rPr>
          <w:rStyle w:val="Zwaar"/>
          <w:b w:val="0"/>
          <w:bCs w:val="0"/>
        </w:rPr>
        <w:t>** Normreferentie 5.1.1 **</w:t>
      </w:r>
    </w:p>
    <w:p w14:paraId="51A66DF2" w14:textId="14AA7F3D" w:rsidR="0038733B" w:rsidRDefault="0038733B" w:rsidP="0038733B">
      <w:pPr>
        <w:rPr>
          <w:rStyle w:val="Zwaar"/>
          <w:b w:val="0"/>
          <w:bCs w:val="0"/>
        </w:rPr>
      </w:pPr>
      <w:r w:rsidRPr="00101B8D">
        <w:rPr>
          <w:rStyle w:val="Zwaar"/>
          <w:b w:val="0"/>
          <w:bCs w:val="0"/>
        </w:rPr>
        <w:t xml:space="preserve">De </w:t>
      </w:r>
      <w:r>
        <w:rPr>
          <w:rStyle w:val="Zwaar"/>
          <w:b w:val="0"/>
          <w:bCs w:val="0"/>
        </w:rPr>
        <w:t xml:space="preserve">directie van </w:t>
      </w:r>
      <w:sdt>
        <w:sdtPr>
          <w:rPr>
            <w:rStyle w:val="Zwaar"/>
            <w:b w:val="0"/>
            <w:bCs w:val="0"/>
          </w:rPr>
          <w:alias w:val="Bedrijf"/>
          <w:tag w:val=""/>
          <w:id w:val="1140845478"/>
          <w:placeholder>
            <w:docPart w:val="9E03877C5526402EB59A4A25AEFEFB1B"/>
          </w:placeholder>
          <w:dataBinding w:prefixMappings="xmlns:ns0='http://schemas.openxmlformats.org/officeDocument/2006/extended-properties' " w:xpath="/ns0:Properties[1]/ns0:Company[1]" w:storeItemID="{6668398D-A668-4E3E-A5EB-62B293D839F1}"/>
          <w:text/>
        </w:sdtPr>
        <w:sdtContent>
          <w:r w:rsidR="009B260E">
            <w:rPr>
              <w:rStyle w:val="Zwaar"/>
              <w:b w:val="0"/>
              <w:bCs w:val="0"/>
            </w:rPr>
            <w:t>[Organisatie]</w:t>
          </w:r>
        </w:sdtContent>
      </w:sdt>
      <w:r>
        <w:rPr>
          <w:rStyle w:val="Zwaar"/>
          <w:b w:val="0"/>
          <w:bCs w:val="0"/>
        </w:rPr>
        <w:t xml:space="preserve"> is algeheel verantwoordelijk voor het leiden en aansturen van de organisatie. In relatie tot het kwaliteitsmanagementsysteem is de directie verantwoordelijk voor:</w:t>
      </w:r>
    </w:p>
    <w:p w14:paraId="78D4C49D" w14:textId="77777777" w:rsidR="0038733B" w:rsidRDefault="0038733B" w:rsidP="0038733B">
      <w:pPr>
        <w:pStyle w:val="Lijstalinea"/>
        <w:numPr>
          <w:ilvl w:val="0"/>
          <w:numId w:val="22"/>
        </w:numPr>
        <w:rPr>
          <w:rStyle w:val="Zwaar"/>
          <w:b w:val="0"/>
          <w:bCs w:val="0"/>
        </w:rPr>
      </w:pPr>
      <w:r>
        <w:rPr>
          <w:rStyle w:val="Zwaar"/>
          <w:b w:val="0"/>
          <w:bCs w:val="0"/>
        </w:rPr>
        <w:t>Het bepalen van beleid en doelstellingen met betrekking tot de kwaliteit van de geleverde producten en diensten</w:t>
      </w:r>
    </w:p>
    <w:p w14:paraId="1587A3DD" w14:textId="77777777" w:rsidR="0038733B" w:rsidRPr="00ED6F9C" w:rsidRDefault="0038733B" w:rsidP="0038733B">
      <w:pPr>
        <w:pStyle w:val="Lijstalinea"/>
        <w:numPr>
          <w:ilvl w:val="0"/>
          <w:numId w:val="22"/>
        </w:numPr>
        <w:rPr>
          <w:rStyle w:val="Zwaar"/>
          <w:b w:val="0"/>
          <w:bCs w:val="0"/>
        </w:rPr>
      </w:pPr>
      <w:r>
        <w:rPr>
          <w:rStyle w:val="Zwaar"/>
          <w:b w:val="0"/>
          <w:bCs w:val="0"/>
        </w:rPr>
        <w:t>Het voeren van het ‘eigenaarschap’ van het managementsysteem, alsmede het onderhouden en verbeteren daarvan.</w:t>
      </w:r>
    </w:p>
    <w:p w14:paraId="0FA60D43" w14:textId="77777777" w:rsidR="0038733B" w:rsidRDefault="0038733B" w:rsidP="0038733B">
      <w:pPr>
        <w:rPr>
          <w:rStyle w:val="Zwaar"/>
        </w:rPr>
      </w:pPr>
      <w:r>
        <w:rPr>
          <w:rStyle w:val="Zwaar"/>
        </w:rPr>
        <w:t>Kwaliteitsmanagement</w:t>
      </w:r>
    </w:p>
    <w:p w14:paraId="70576AC0" w14:textId="37243290" w:rsidR="0038733B" w:rsidRDefault="0038733B" w:rsidP="0038733B">
      <w:pPr>
        <w:rPr>
          <w:rStyle w:val="Zwaar"/>
          <w:b w:val="0"/>
          <w:bCs w:val="0"/>
        </w:rPr>
      </w:pPr>
      <w:r w:rsidRPr="00A74895">
        <w:rPr>
          <w:rStyle w:val="Zwaar"/>
          <w:b w:val="0"/>
          <w:bCs w:val="0"/>
        </w:rPr>
        <w:t>De</w:t>
      </w:r>
      <w:r>
        <w:rPr>
          <w:rStyle w:val="Zwaar"/>
          <w:b w:val="0"/>
          <w:bCs w:val="0"/>
        </w:rPr>
        <w:t xml:space="preserve"> medewerkers van kwaliteitsmanagement zijn verantwoordelijk voor het inrichten, implementeren, onderhouden en verbeteren van het kwaliteitsmanagementsysteem, alsmede het bewerkstelligen dat </w:t>
      </w:r>
      <w:sdt>
        <w:sdtPr>
          <w:rPr>
            <w:rStyle w:val="Zwaar"/>
            <w:b w:val="0"/>
            <w:bCs w:val="0"/>
          </w:rPr>
          <w:alias w:val="Bedrijf"/>
          <w:tag w:val=""/>
          <w:id w:val="-897665522"/>
          <w:placeholder>
            <w:docPart w:val="070A369B7C2544ACAA23C948B9155D7E"/>
          </w:placeholder>
          <w:dataBinding w:prefixMappings="xmlns:ns0='http://schemas.openxmlformats.org/officeDocument/2006/extended-properties' " w:xpath="/ns0:Properties[1]/ns0:Company[1]" w:storeItemID="{6668398D-A668-4E3E-A5EB-62B293D839F1}"/>
          <w:text/>
        </w:sdtPr>
        <w:sdtContent>
          <w:r w:rsidR="00AF6EA6">
            <w:rPr>
              <w:rStyle w:val="Zwaar"/>
              <w:b w:val="0"/>
              <w:bCs w:val="0"/>
            </w:rPr>
            <w:t>[Organisatie]</w:t>
          </w:r>
        </w:sdtContent>
      </w:sdt>
      <w:r>
        <w:rPr>
          <w:rStyle w:val="Zwaar"/>
          <w:b w:val="0"/>
          <w:bCs w:val="0"/>
        </w:rPr>
        <w:t xml:space="preserve"> blijvend voldoet aan de certificatie-eisen.</w:t>
      </w:r>
    </w:p>
    <w:p w14:paraId="64A7366B" w14:textId="77777777" w:rsidR="0038733B" w:rsidRDefault="0038733B" w:rsidP="0038733B">
      <w:pPr>
        <w:rPr>
          <w:rStyle w:val="Zwaar"/>
          <w:b w:val="0"/>
          <w:bCs w:val="0"/>
        </w:rPr>
      </w:pPr>
      <w:r>
        <w:rPr>
          <w:rStyle w:val="Zwaar"/>
          <w:b w:val="0"/>
          <w:bCs w:val="0"/>
        </w:rPr>
        <w:t xml:space="preserve">Kwaliteitsmanagement is verantwoordelijk voor </w:t>
      </w:r>
    </w:p>
    <w:p w14:paraId="7DDF8BA5" w14:textId="77777777" w:rsidR="0038733B" w:rsidRDefault="0038733B" w:rsidP="0038733B">
      <w:pPr>
        <w:pStyle w:val="Lijstalinea"/>
        <w:numPr>
          <w:ilvl w:val="0"/>
          <w:numId w:val="21"/>
        </w:numPr>
        <w:rPr>
          <w:rStyle w:val="Zwaar"/>
          <w:b w:val="0"/>
          <w:bCs w:val="0"/>
        </w:rPr>
      </w:pPr>
      <w:r>
        <w:rPr>
          <w:rStyle w:val="Zwaar"/>
          <w:b w:val="0"/>
          <w:bCs w:val="0"/>
        </w:rPr>
        <w:t>Het onderhouden van de top-level documentatie van het kwaliteitsmanagementsysteem en het bewaken van de samenhang van de verschillende onderdelen ervan</w:t>
      </w:r>
    </w:p>
    <w:p w14:paraId="03FD44E9" w14:textId="77777777" w:rsidR="0038733B" w:rsidRDefault="0038733B" w:rsidP="0038733B">
      <w:pPr>
        <w:pStyle w:val="Lijstalinea"/>
        <w:numPr>
          <w:ilvl w:val="0"/>
          <w:numId w:val="21"/>
        </w:numPr>
        <w:rPr>
          <w:rStyle w:val="Zwaar"/>
          <w:b w:val="0"/>
          <w:bCs w:val="0"/>
        </w:rPr>
      </w:pPr>
      <w:r w:rsidRPr="00344A72">
        <w:rPr>
          <w:rStyle w:val="Zwaar"/>
          <w:b w:val="0"/>
          <w:bCs w:val="0"/>
        </w:rPr>
        <w:lastRenderedPageBreak/>
        <w:t xml:space="preserve">het coördineren en uitvoeren van interne audits en het coördineren van het implementeren van corrigerende maatregelen. </w:t>
      </w:r>
    </w:p>
    <w:p w14:paraId="26495DD0" w14:textId="64AF73E4" w:rsidR="0038733B" w:rsidRPr="00344A72" w:rsidRDefault="0038733B" w:rsidP="0038733B">
      <w:pPr>
        <w:pStyle w:val="Lijstalinea"/>
        <w:numPr>
          <w:ilvl w:val="0"/>
          <w:numId w:val="21"/>
        </w:numPr>
        <w:rPr>
          <w:rStyle w:val="Zwaar"/>
          <w:b w:val="0"/>
          <w:bCs w:val="0"/>
        </w:rPr>
      </w:pPr>
      <w:r>
        <w:rPr>
          <w:rStyle w:val="Zwaar"/>
          <w:b w:val="0"/>
          <w:bCs w:val="0"/>
        </w:rPr>
        <w:t xml:space="preserve">het rapporteren van de prestaties van het kwaliteitsmanagementsysteem aan de directie van </w:t>
      </w:r>
      <w:sdt>
        <w:sdtPr>
          <w:rPr>
            <w:rStyle w:val="Zwaar"/>
            <w:b w:val="0"/>
            <w:bCs w:val="0"/>
          </w:rPr>
          <w:alias w:val="Bedrijf"/>
          <w:tag w:val=""/>
          <w:id w:val="-1884475425"/>
          <w:placeholder>
            <w:docPart w:val="D9E287823E504B33868EC41457B8A35D"/>
          </w:placeholder>
          <w:dataBinding w:prefixMappings="xmlns:ns0='http://schemas.openxmlformats.org/officeDocument/2006/extended-properties' " w:xpath="/ns0:Properties[1]/ns0:Company[1]" w:storeItemID="{6668398D-A668-4E3E-A5EB-62B293D839F1}"/>
          <w:text/>
        </w:sdtPr>
        <w:sdtContent>
          <w:r w:rsidR="00AF6EA6">
            <w:rPr>
              <w:rStyle w:val="Zwaar"/>
              <w:b w:val="0"/>
              <w:bCs w:val="0"/>
            </w:rPr>
            <w:t>[Organisatie]</w:t>
          </w:r>
        </w:sdtContent>
      </w:sdt>
    </w:p>
    <w:p w14:paraId="67A0ACC2" w14:textId="77777777" w:rsidR="0038733B" w:rsidRPr="00082639" w:rsidRDefault="0038733B" w:rsidP="0038733B">
      <w:pPr>
        <w:pStyle w:val="verborgentekst"/>
        <w:rPr>
          <w:rStyle w:val="Zwaar"/>
          <w:b w:val="0"/>
          <w:bCs w:val="0"/>
          <w:i w:val="0"/>
          <w:iCs/>
        </w:rPr>
      </w:pPr>
      <w:r w:rsidRPr="00082639">
        <w:rPr>
          <w:rStyle w:val="Zwaar"/>
          <w:b w:val="0"/>
          <w:bCs w:val="0"/>
          <w:i w:val="0"/>
          <w:iCs/>
        </w:rPr>
        <w:t>Vul aan met de functies die zelf aan het organogram zijn toegevoegd.</w:t>
      </w:r>
    </w:p>
    <w:p w14:paraId="1A107129" w14:textId="77777777" w:rsidR="0038733B" w:rsidRPr="0039297F" w:rsidRDefault="0038733B" w:rsidP="0038733B">
      <w:pPr>
        <w:rPr>
          <w:rStyle w:val="Zwaar"/>
          <w:b w:val="0"/>
          <w:bCs w:val="0"/>
        </w:rPr>
      </w:pPr>
      <w:r w:rsidRPr="00076976">
        <w:rPr>
          <w:rStyle w:val="Zwaar"/>
          <w:b w:val="0"/>
          <w:bCs w:val="0"/>
          <w:highlight w:val="yellow"/>
        </w:rPr>
        <w:t>[vul aan]</w:t>
      </w:r>
    </w:p>
    <w:p w14:paraId="03D1EDD7" w14:textId="77777777" w:rsidR="0038733B" w:rsidRPr="00E81F6B" w:rsidRDefault="0038733B" w:rsidP="0038733B">
      <w:pPr>
        <w:pStyle w:val="verborgentekst"/>
        <w:rPr>
          <w:rStyle w:val="Zwaar"/>
          <w:b w:val="0"/>
          <w:bCs w:val="0"/>
        </w:rPr>
      </w:pPr>
      <w:r w:rsidRPr="00E81F6B">
        <w:rPr>
          <w:rStyle w:val="Zwaar"/>
          <w:b w:val="0"/>
          <w:bCs w:val="0"/>
        </w:rPr>
        <w:t>De onderstaande rollen ook laten staan.</w:t>
      </w:r>
    </w:p>
    <w:p w14:paraId="279E1092" w14:textId="77777777" w:rsidR="0038733B" w:rsidRDefault="0038733B" w:rsidP="0038733B">
      <w:pPr>
        <w:rPr>
          <w:rStyle w:val="Zwaar"/>
        </w:rPr>
      </w:pPr>
      <w:r>
        <w:rPr>
          <w:rStyle w:val="Zwaar"/>
        </w:rPr>
        <w:t>Proceseigenaar</w:t>
      </w:r>
    </w:p>
    <w:p w14:paraId="75EE851B" w14:textId="77777777" w:rsidR="0038733B" w:rsidRPr="00E81F6B" w:rsidRDefault="0038733B" w:rsidP="0038733B">
      <w:pPr>
        <w:rPr>
          <w:rStyle w:val="Zwaar"/>
          <w:b w:val="0"/>
          <w:bCs w:val="0"/>
        </w:rPr>
      </w:pPr>
      <w:r w:rsidRPr="00E81F6B">
        <w:rPr>
          <w:rStyle w:val="Zwaar"/>
          <w:b w:val="0"/>
          <w:bCs w:val="0"/>
        </w:rPr>
        <w:t>D</w:t>
      </w:r>
      <w:r>
        <w:rPr>
          <w:rStyle w:val="Zwaar"/>
          <w:b w:val="0"/>
          <w:bCs w:val="0"/>
        </w:rPr>
        <w:t>e proceseigenaren zijn verantwoordelijk voor de inrichting van de operationele processen. Hieronder valt ook het (coördineren van) corrigerende maatregelen en het valideren (geldig verklaren) van deze processen.</w:t>
      </w:r>
    </w:p>
    <w:p w14:paraId="5A75555E" w14:textId="77777777" w:rsidR="0038733B" w:rsidRDefault="0038733B" w:rsidP="0038733B">
      <w:pPr>
        <w:rPr>
          <w:rStyle w:val="Zwaar"/>
        </w:rPr>
      </w:pPr>
      <w:r>
        <w:rPr>
          <w:rStyle w:val="Zwaar"/>
        </w:rPr>
        <w:t>Interne auditor</w:t>
      </w:r>
    </w:p>
    <w:p w14:paraId="6258DB07" w14:textId="77777777" w:rsidR="0038733B" w:rsidRDefault="0038733B" w:rsidP="0038733B">
      <w:pPr>
        <w:rPr>
          <w:rStyle w:val="Zwaar"/>
          <w:b w:val="0"/>
          <w:bCs w:val="0"/>
        </w:rPr>
      </w:pPr>
      <w:r>
        <w:rPr>
          <w:rStyle w:val="Zwaar"/>
          <w:b w:val="0"/>
          <w:bCs w:val="0"/>
        </w:rPr>
        <w:t xml:space="preserve">De interne auditoren zijn verantwoordelijk voor het </w:t>
      </w:r>
      <w:r w:rsidRPr="00640856">
        <w:rPr>
          <w:rStyle w:val="Zwaar"/>
          <w:b w:val="0"/>
          <w:bCs w:val="0"/>
        </w:rPr>
        <w:t>systematisch</w:t>
      </w:r>
      <w:r>
        <w:rPr>
          <w:rStyle w:val="Zwaar"/>
          <w:b w:val="0"/>
          <w:bCs w:val="0"/>
        </w:rPr>
        <w:t xml:space="preserve"> en onpartijdig </w:t>
      </w:r>
      <w:r w:rsidRPr="00640856">
        <w:rPr>
          <w:rStyle w:val="Zwaar"/>
          <w:b w:val="0"/>
          <w:bCs w:val="0"/>
        </w:rPr>
        <w:t>verkrijgen van objectief bewijs</w:t>
      </w:r>
      <w:r>
        <w:rPr>
          <w:rStyle w:val="Zwaar"/>
          <w:b w:val="0"/>
          <w:bCs w:val="0"/>
        </w:rPr>
        <w:t xml:space="preserve"> </w:t>
      </w:r>
      <w:r w:rsidRPr="00640856">
        <w:rPr>
          <w:rStyle w:val="Zwaar"/>
          <w:b w:val="0"/>
          <w:bCs w:val="0"/>
        </w:rPr>
        <w:t>en het objectief beoordelen daarvan om vast te stellen in welke mate aan de auditcriteria is</w:t>
      </w:r>
      <w:r>
        <w:rPr>
          <w:rStyle w:val="Zwaar"/>
          <w:b w:val="0"/>
          <w:bCs w:val="0"/>
        </w:rPr>
        <w:t xml:space="preserve"> voldaan.</w:t>
      </w:r>
    </w:p>
    <w:p w14:paraId="124BE2CC" w14:textId="7295F954" w:rsidR="008B21AC" w:rsidRPr="008B21AC" w:rsidRDefault="008B21AC" w:rsidP="008B21AC">
      <w:pPr>
        <w:pStyle w:val="verborgentekst"/>
        <w:rPr>
          <w:rStyle w:val="Zwaar"/>
          <w:b w:val="0"/>
          <w:bCs w:val="0"/>
        </w:rPr>
      </w:pPr>
      <w:r w:rsidRPr="008B21AC">
        <w:rPr>
          <w:rStyle w:val="Zwaar"/>
          <w:b w:val="0"/>
          <w:bCs w:val="0"/>
        </w:rPr>
        <w:t>We zijn hiermee aan het eind van het traject gekomen. Het kan zijn dat er onderweg wat</w:t>
      </w:r>
      <w:r w:rsidR="00565AC6">
        <w:rPr>
          <w:rStyle w:val="Zwaar"/>
          <w:b w:val="0"/>
          <w:bCs w:val="0"/>
        </w:rPr>
        <w:t xml:space="preserve"> </w:t>
      </w:r>
      <w:r w:rsidRPr="008B21AC">
        <w:rPr>
          <w:rStyle w:val="Zwaar"/>
          <w:b w:val="0"/>
          <w:bCs w:val="0"/>
        </w:rPr>
        <w:t>onderwerpen zijn blijven liggen. Loop voor de zekerheid nog even alle paragrafen na.</w:t>
      </w:r>
    </w:p>
    <w:p w14:paraId="7FA99EA1" w14:textId="36BA2912" w:rsidR="008B21AC" w:rsidRPr="008B21AC" w:rsidRDefault="008B21AC" w:rsidP="008B21AC">
      <w:pPr>
        <w:pStyle w:val="verborgentekst"/>
        <w:rPr>
          <w:rStyle w:val="Zwaar"/>
          <w:b w:val="0"/>
          <w:bCs w:val="0"/>
        </w:rPr>
      </w:pPr>
      <w:r w:rsidRPr="008B21AC">
        <w:rPr>
          <w:rStyle w:val="Zwaar"/>
          <w:b w:val="0"/>
          <w:bCs w:val="0"/>
        </w:rPr>
        <w:t>Zoals eerder gezegd: dit document is niet 'mooi'. Het is dus niet iets om zomaar neer te leggen en</w:t>
      </w:r>
      <w:r w:rsidR="00565AC6">
        <w:rPr>
          <w:rStyle w:val="Zwaar"/>
          <w:b w:val="0"/>
          <w:bCs w:val="0"/>
        </w:rPr>
        <w:t xml:space="preserve"> </w:t>
      </w:r>
      <w:r w:rsidRPr="008B21AC">
        <w:rPr>
          <w:rStyle w:val="Zwaar"/>
          <w:b w:val="0"/>
          <w:bCs w:val="0"/>
        </w:rPr>
        <w:t>te verwachten dat medewerkers het met groot enthousiasme zullen lezen. Wees niet teleurgesteld</w:t>
      </w:r>
      <w:r w:rsidR="00565AC6">
        <w:rPr>
          <w:rStyle w:val="Zwaar"/>
          <w:b w:val="0"/>
          <w:bCs w:val="0"/>
        </w:rPr>
        <w:t xml:space="preserve"> </w:t>
      </w:r>
      <w:r w:rsidRPr="008B21AC">
        <w:rPr>
          <w:rStyle w:val="Zwaar"/>
          <w:b w:val="0"/>
          <w:bCs w:val="0"/>
        </w:rPr>
        <w:t xml:space="preserve">als deze documenten geen 'bestsellers' worden binnen </w:t>
      </w:r>
      <w:r w:rsidR="00CB3892">
        <w:rPr>
          <w:rStyle w:val="Zwaar"/>
          <w:b w:val="0"/>
          <w:bCs w:val="0"/>
        </w:rPr>
        <w:t>je</w:t>
      </w:r>
      <w:r w:rsidRPr="008B21AC">
        <w:rPr>
          <w:rStyle w:val="Zwaar"/>
          <w:b w:val="0"/>
          <w:bCs w:val="0"/>
        </w:rPr>
        <w:t xml:space="preserve"> organisatie.</w:t>
      </w:r>
    </w:p>
    <w:p w14:paraId="7ABCB6CD" w14:textId="6033FF52" w:rsidR="003D25C2" w:rsidRDefault="00456DD1" w:rsidP="009A0E14">
      <w:pPr>
        <w:pStyle w:val="verborgentekst"/>
        <w:rPr>
          <w:rStyle w:val="Zwaar"/>
          <w:b w:val="0"/>
          <w:bCs w:val="0"/>
        </w:rPr>
      </w:pPr>
      <w:r>
        <w:rPr>
          <w:rStyle w:val="Zwaar"/>
          <w:b w:val="0"/>
          <w:bCs w:val="0"/>
        </w:rPr>
        <w:t>Je</w:t>
      </w:r>
      <w:r w:rsidR="008B21AC" w:rsidRPr="008B21AC">
        <w:rPr>
          <w:rStyle w:val="Zwaar"/>
          <w:b w:val="0"/>
          <w:bCs w:val="0"/>
        </w:rPr>
        <w:t xml:space="preserve"> kunt ervoor kiezen om de inhoud van deze documenten op een meer aantrekkelijke wijze vast te</w:t>
      </w:r>
      <w:r w:rsidR="00565AC6">
        <w:rPr>
          <w:rStyle w:val="Zwaar"/>
          <w:b w:val="0"/>
          <w:bCs w:val="0"/>
        </w:rPr>
        <w:t xml:space="preserve"> </w:t>
      </w:r>
      <w:r w:rsidR="008B21AC" w:rsidRPr="008B21AC">
        <w:rPr>
          <w:rStyle w:val="Zwaar"/>
          <w:b w:val="0"/>
          <w:bCs w:val="0"/>
        </w:rPr>
        <w:t xml:space="preserve">leggen. Op een manier die beter past bij de medewerkers van </w:t>
      </w:r>
      <w:r w:rsidR="003D25C2">
        <w:rPr>
          <w:rStyle w:val="Zwaar"/>
          <w:b w:val="0"/>
          <w:bCs w:val="0"/>
        </w:rPr>
        <w:t>je</w:t>
      </w:r>
      <w:r w:rsidR="008B21AC" w:rsidRPr="008B21AC">
        <w:rPr>
          <w:rStyle w:val="Zwaar"/>
          <w:b w:val="0"/>
          <w:bCs w:val="0"/>
        </w:rPr>
        <w:t xml:space="preserve"> organisatie. Hoe dan ook moet </w:t>
      </w:r>
      <w:r w:rsidR="003D25C2">
        <w:rPr>
          <w:rStyle w:val="Zwaar"/>
          <w:b w:val="0"/>
          <w:bCs w:val="0"/>
        </w:rPr>
        <w:t>je</w:t>
      </w:r>
      <w:r w:rsidR="00565AC6">
        <w:rPr>
          <w:rStyle w:val="Zwaar"/>
          <w:b w:val="0"/>
          <w:bCs w:val="0"/>
        </w:rPr>
        <w:t xml:space="preserve"> </w:t>
      </w:r>
      <w:r w:rsidR="008B21AC" w:rsidRPr="008B21AC">
        <w:rPr>
          <w:rStyle w:val="Zwaar"/>
          <w:b w:val="0"/>
          <w:bCs w:val="0"/>
        </w:rPr>
        <w:t>nu wel medewerkers op de hoogte brengen van het bestaan ervan. Kies hiervoor een manier die</w:t>
      </w:r>
      <w:r w:rsidR="00565AC6">
        <w:rPr>
          <w:rStyle w:val="Zwaar"/>
          <w:b w:val="0"/>
          <w:bCs w:val="0"/>
        </w:rPr>
        <w:t xml:space="preserve"> </w:t>
      </w:r>
      <w:r w:rsidR="008B21AC" w:rsidRPr="008B21AC">
        <w:rPr>
          <w:rStyle w:val="Zwaar"/>
          <w:b w:val="0"/>
          <w:bCs w:val="0"/>
        </w:rPr>
        <w:t>past bij de organisatie.</w:t>
      </w:r>
      <w:r w:rsidR="009A0E14">
        <w:rPr>
          <w:rStyle w:val="Zwaar"/>
          <w:b w:val="0"/>
          <w:bCs w:val="0"/>
        </w:rPr>
        <w:t xml:space="preserve"> Laat weten dat de beschrijven van de activiteiten niet bedoeld zijn om een werkwijze op te dringen, maar om elkaar beter te begrijpen.</w:t>
      </w:r>
    </w:p>
    <w:p w14:paraId="5F3AD5DE" w14:textId="731FB2CA" w:rsidR="009A0E14" w:rsidRPr="008B21AC" w:rsidRDefault="009A0E14" w:rsidP="009A0E14">
      <w:pPr>
        <w:pStyle w:val="verborgentekst"/>
        <w:rPr>
          <w:rStyle w:val="Zwaar"/>
          <w:b w:val="0"/>
          <w:bCs w:val="0"/>
        </w:rPr>
      </w:pPr>
      <w:r>
        <w:rPr>
          <w:rStyle w:val="Zwaar"/>
          <w:b w:val="0"/>
          <w:bCs w:val="0"/>
        </w:rPr>
        <w:t xml:space="preserve">Zorg dat er vanaf nu voldoende gegevens worden verzameld om te kunnen evalueren of producten of diensten aan de eisen voldoen én of klanten er tevreden van worden. Een score van 100% zal nooit haalbaar zijn, maar </w:t>
      </w:r>
      <w:r w:rsidR="00A2074A">
        <w:rPr>
          <w:rStyle w:val="Zwaar"/>
          <w:b w:val="0"/>
          <w:bCs w:val="0"/>
        </w:rPr>
        <w:t xml:space="preserve">er mag natuurlijk wel altijd naar worden gestreefd. </w:t>
      </w:r>
    </w:p>
    <w:p w14:paraId="3FBAD8EB" w14:textId="221AEB17" w:rsidR="00A507CD" w:rsidRDefault="008B21AC" w:rsidP="00A507CD">
      <w:pPr>
        <w:pStyle w:val="verborgentekst"/>
        <w:rPr>
          <w:rStyle w:val="Zwaar"/>
          <w:b w:val="0"/>
          <w:bCs w:val="0"/>
        </w:rPr>
      </w:pPr>
      <w:r w:rsidRPr="008B21AC">
        <w:rPr>
          <w:rStyle w:val="Zwaar"/>
          <w:b w:val="0"/>
          <w:bCs w:val="0"/>
        </w:rPr>
        <w:t>In de tussentijd kun</w:t>
      </w:r>
      <w:r w:rsidR="003D25C2">
        <w:rPr>
          <w:rStyle w:val="Zwaar"/>
          <w:b w:val="0"/>
          <w:bCs w:val="0"/>
        </w:rPr>
        <w:t xml:space="preserve"> je </w:t>
      </w:r>
      <w:r w:rsidRPr="008B21AC">
        <w:rPr>
          <w:rStyle w:val="Zwaar"/>
          <w:b w:val="0"/>
          <w:bCs w:val="0"/>
        </w:rPr>
        <w:t>op zoek gaan naar een certificatie-instelling die geaccrediteerd is voor ISO</w:t>
      </w:r>
      <w:r w:rsidR="00565AC6">
        <w:rPr>
          <w:rStyle w:val="Zwaar"/>
          <w:b w:val="0"/>
          <w:bCs w:val="0"/>
        </w:rPr>
        <w:t xml:space="preserve"> </w:t>
      </w:r>
      <w:r w:rsidRPr="008B21AC">
        <w:rPr>
          <w:rStyle w:val="Zwaar"/>
          <w:b w:val="0"/>
          <w:bCs w:val="0"/>
        </w:rPr>
        <w:t>9001 en de sector waarin uw organisatie opereert. Om in aanmerking te komen voor certificatie,</w:t>
      </w:r>
      <w:r w:rsidR="00565AC6">
        <w:rPr>
          <w:rStyle w:val="Zwaar"/>
          <w:b w:val="0"/>
          <w:bCs w:val="0"/>
        </w:rPr>
        <w:t xml:space="preserve"> </w:t>
      </w:r>
      <w:r w:rsidRPr="008B21AC">
        <w:rPr>
          <w:rStyle w:val="Zwaar"/>
          <w:b w:val="0"/>
          <w:bCs w:val="0"/>
        </w:rPr>
        <w:t>moet minimaal 1x de gehele PLAN-DO-CHECK-ACT-cyclus zijn doorlopen. Dat betekent dat de</w:t>
      </w:r>
      <w:r w:rsidR="00565AC6">
        <w:rPr>
          <w:rStyle w:val="Zwaar"/>
          <w:b w:val="0"/>
          <w:bCs w:val="0"/>
        </w:rPr>
        <w:t xml:space="preserve"> </w:t>
      </w:r>
      <w:r w:rsidRPr="008B21AC">
        <w:rPr>
          <w:rStyle w:val="Zwaar"/>
          <w:b w:val="0"/>
          <w:bCs w:val="0"/>
        </w:rPr>
        <w:t>meetgegevens moeten zijn geanalyseerd en geëvalueerd, interne audits zijn uitgevoerd en een</w:t>
      </w:r>
      <w:r w:rsidR="00565AC6">
        <w:rPr>
          <w:rStyle w:val="Zwaar"/>
          <w:b w:val="0"/>
          <w:bCs w:val="0"/>
        </w:rPr>
        <w:t xml:space="preserve"> </w:t>
      </w:r>
      <w:r w:rsidRPr="008B21AC">
        <w:rPr>
          <w:rStyle w:val="Zwaar"/>
          <w:b w:val="0"/>
          <w:bCs w:val="0"/>
        </w:rPr>
        <w:t>management review heeft plaatsgevonden.</w:t>
      </w:r>
      <w:r w:rsidR="006D3D8C">
        <w:rPr>
          <w:rStyle w:val="Zwaar"/>
          <w:b w:val="0"/>
          <w:bCs w:val="0"/>
        </w:rPr>
        <w:t xml:space="preserve"> </w:t>
      </w:r>
    </w:p>
    <w:p w14:paraId="56487614" w14:textId="28A07A3D" w:rsidR="00A2074A" w:rsidRDefault="00A2074A" w:rsidP="00A507CD">
      <w:pPr>
        <w:pStyle w:val="verborgentekst"/>
        <w:rPr>
          <w:rStyle w:val="Zwaar"/>
          <w:b w:val="0"/>
          <w:bCs w:val="0"/>
        </w:rPr>
      </w:pPr>
      <w:r>
        <w:rPr>
          <w:rStyle w:val="Zwaar"/>
          <w:b w:val="0"/>
          <w:bCs w:val="0"/>
        </w:rPr>
        <w:t>Rest mij niets anders dat je ve</w:t>
      </w:r>
      <w:r w:rsidR="009970CC">
        <w:rPr>
          <w:rStyle w:val="Zwaar"/>
          <w:b w:val="0"/>
          <w:bCs w:val="0"/>
        </w:rPr>
        <w:t>el succes te wensen met het steeds verder verbeteren van jullie producten of diensten</w:t>
      </w:r>
      <w:r w:rsidR="004C2F32">
        <w:rPr>
          <w:rStyle w:val="Zwaar"/>
          <w:b w:val="0"/>
          <w:bCs w:val="0"/>
        </w:rPr>
        <w:t xml:space="preserve"> en het kwaliteitsmanagementsysteem. In die volgorde. </w:t>
      </w:r>
      <w:r w:rsidR="00F83600">
        <w:rPr>
          <w:rStyle w:val="Zwaar"/>
          <w:b w:val="0"/>
          <w:bCs w:val="0"/>
        </w:rPr>
        <w:t>Je bent me tot niets verplicht, maar ik waardeer het als je me laat weten of de templates je hebben geholpen.</w:t>
      </w:r>
    </w:p>
    <w:p w14:paraId="2B1289FE" w14:textId="203B6CD9" w:rsidR="005E6E22" w:rsidRDefault="005E6E22" w:rsidP="00A507CD">
      <w:pPr>
        <w:pStyle w:val="verborgentekst"/>
        <w:rPr>
          <w:rStyle w:val="Zwaar"/>
          <w:b w:val="0"/>
          <w:bCs w:val="0"/>
        </w:rPr>
      </w:pPr>
      <w:r>
        <w:rPr>
          <w:rStyle w:val="Zwaar"/>
          <w:b w:val="0"/>
          <w:bCs w:val="0"/>
        </w:rPr>
        <w:t>Ronald Spruit</w:t>
      </w:r>
    </w:p>
    <w:p w14:paraId="76B798A3" w14:textId="6759190E" w:rsidR="005E6E22" w:rsidRDefault="005E6E22" w:rsidP="00A507CD">
      <w:pPr>
        <w:pStyle w:val="verborgentekst"/>
        <w:rPr>
          <w:rStyle w:val="Zwaar"/>
          <w:b w:val="0"/>
          <w:bCs w:val="0"/>
        </w:rPr>
      </w:pPr>
      <w:hyperlink r:id="rId16" w:history="1">
        <w:r w:rsidRPr="00455FD2">
          <w:rPr>
            <w:rStyle w:val="Hyperlink"/>
          </w:rPr>
          <w:t>ronald@regso.nl</w:t>
        </w:r>
      </w:hyperlink>
      <w:r>
        <w:rPr>
          <w:rStyle w:val="Zwaar"/>
          <w:b w:val="0"/>
          <w:bCs w:val="0"/>
        </w:rPr>
        <w:t xml:space="preserve"> </w:t>
      </w:r>
    </w:p>
    <w:p w14:paraId="6F3CE745" w14:textId="3B347AD2" w:rsidR="00F83600" w:rsidRDefault="00F83600" w:rsidP="00A507CD">
      <w:pPr>
        <w:pStyle w:val="verborgentekst"/>
        <w:rPr>
          <w:rStyle w:val="Zwaar"/>
          <w:b w:val="0"/>
          <w:bCs w:val="0"/>
        </w:rPr>
      </w:pPr>
      <w:r>
        <w:fldChar w:fldCharType="begin"/>
      </w:r>
      <w:r>
        <w:instrText>HYPERLINK</w:instrText>
      </w:r>
      <w:r>
        <w:fldChar w:fldCharType="separate"/>
      </w:r>
      <w:r w:rsidRPr="00455FD2">
        <w:rPr>
          <w:rStyle w:val="Hyperlink"/>
        </w:rPr>
        <w:t>www.regso.nl</w:t>
      </w:r>
      <w:r>
        <w:fldChar w:fldCharType="end"/>
      </w:r>
      <w:r>
        <w:rPr>
          <w:rStyle w:val="Zwaar"/>
          <w:b w:val="0"/>
          <w:bCs w:val="0"/>
        </w:rPr>
        <w:t xml:space="preserve"> </w:t>
      </w:r>
    </w:p>
    <w:p w14:paraId="1F8EB422" w14:textId="16246F0A" w:rsidR="00EA3432" w:rsidRDefault="00205E09" w:rsidP="00EA3432">
      <w:pPr>
        <w:pStyle w:val="Kop1"/>
      </w:pPr>
      <w:bookmarkStart w:id="56" w:name="_Toc204442009"/>
      <w:r>
        <w:lastRenderedPageBreak/>
        <w:t>Realiseren randvoorwaarden</w:t>
      </w:r>
      <w:r w:rsidR="00B54C30">
        <w:t xml:space="preserve"> voor processen</w:t>
      </w:r>
      <w:bookmarkEnd w:id="56"/>
    </w:p>
    <w:p w14:paraId="28D1A5C2" w14:textId="3F7D3CEE" w:rsidR="00B02921" w:rsidRPr="00B02921" w:rsidRDefault="00B02921" w:rsidP="009E1715">
      <w:pPr>
        <w:pStyle w:val="verborgentekst"/>
        <w:rPr>
          <w:b/>
          <w:bCs/>
          <w:u w:val="single"/>
        </w:rPr>
      </w:pPr>
      <w:r w:rsidRPr="00B02921">
        <w:rPr>
          <w:b/>
          <w:bCs/>
          <w:u w:val="single"/>
        </w:rPr>
        <w:t>Stap 47</w:t>
      </w:r>
    </w:p>
    <w:p w14:paraId="2EB639DB" w14:textId="0738CB08" w:rsidR="009E1715" w:rsidRDefault="009E1715" w:rsidP="009E1715">
      <w:pPr>
        <w:pStyle w:val="verborgentekst"/>
      </w:pPr>
      <w:r w:rsidRPr="009E1715">
        <w:t>Het zorgen voor de optimale omstandigheden om processen uit te voeren, wordt in dit document</w:t>
      </w:r>
      <w:r w:rsidR="00565AC6">
        <w:t xml:space="preserve"> </w:t>
      </w:r>
      <w:r w:rsidRPr="009E1715">
        <w:t xml:space="preserve">gezien als één van de hoofdtaken van de directie. Vandaar dat hier de stap 'DO' van de PLAN-DO-CHECK-ACT-cyclus van </w:t>
      </w:r>
      <w:r w:rsidR="009907F8">
        <w:t xml:space="preserve">William E. </w:t>
      </w:r>
      <w:r w:rsidRPr="009E1715">
        <w:t>Deming staat. Volgens</w:t>
      </w:r>
      <w:r w:rsidR="009907F8">
        <w:t xml:space="preserve"> Joseph M. </w:t>
      </w:r>
      <w:r w:rsidRPr="009E1715">
        <w:t xml:space="preserve"> Juran (andere kwaliteitsguru) zou dit hoofdstuk</w:t>
      </w:r>
      <w:r w:rsidR="00565AC6">
        <w:t xml:space="preserve"> </w:t>
      </w:r>
      <w:r w:rsidRPr="009E1715">
        <w:rPr>
          <w:vanish w:val="0"/>
        </w:rPr>
        <w:t>vallen onder 'Quality Planning'.</w:t>
      </w:r>
    </w:p>
    <w:p w14:paraId="00DF518F" w14:textId="16CC145F" w:rsidR="006942D1" w:rsidRPr="009907F8" w:rsidRDefault="004C239E" w:rsidP="006942D1">
      <w:pPr>
        <w:pStyle w:val="Kop2"/>
      </w:pPr>
      <w:bookmarkStart w:id="57" w:name="_Ref194002595"/>
      <w:bookmarkStart w:id="58" w:name="_Ref194002602"/>
      <w:bookmarkStart w:id="59" w:name="_Toc204442010"/>
      <w:r w:rsidRPr="009907F8">
        <w:t xml:space="preserve">Ontwerpen en </w:t>
      </w:r>
      <w:r w:rsidR="00825EAA" w:rsidRPr="009907F8">
        <w:t>verbeteren van</w:t>
      </w:r>
      <w:r w:rsidRPr="009907F8">
        <w:t xml:space="preserve"> producten en diensten</w:t>
      </w:r>
      <w:bookmarkEnd w:id="57"/>
      <w:bookmarkEnd w:id="58"/>
      <w:bookmarkEnd w:id="59"/>
    </w:p>
    <w:p w14:paraId="5CA5E6BD" w14:textId="4EFAA4D5" w:rsidR="008E073D" w:rsidRDefault="008E073D" w:rsidP="00825CAF">
      <w:pPr>
        <w:pStyle w:val="verborgentekst"/>
      </w:pPr>
      <w:r w:rsidRPr="009907F8">
        <w:t>** n</w:t>
      </w:r>
      <w:r w:rsidR="00825CAF" w:rsidRPr="009907F8">
        <w:t>ormreferentie 8.3 **</w:t>
      </w:r>
    </w:p>
    <w:p w14:paraId="61025080" w14:textId="0BCD69E4" w:rsidR="006F6B7F" w:rsidRPr="006F6B7F" w:rsidRDefault="006F6B7F" w:rsidP="00825CAF">
      <w:pPr>
        <w:pStyle w:val="verborgentekst"/>
        <w:rPr>
          <w:b/>
          <w:bCs/>
          <w:u w:val="single"/>
        </w:rPr>
      </w:pPr>
      <w:r w:rsidRPr="006F6B7F">
        <w:rPr>
          <w:b/>
          <w:bCs/>
          <w:u w:val="single"/>
        </w:rPr>
        <w:t>Stap 48</w:t>
      </w:r>
    </w:p>
    <w:p w14:paraId="67023BA2" w14:textId="467E48B4" w:rsidR="00401794" w:rsidRDefault="00401794" w:rsidP="00401794">
      <w:pPr>
        <w:pStyle w:val="verborgentekst"/>
      </w:pPr>
      <w:r>
        <w:t>Een van de mogelijke acties die kan voortkomen uit de management review is het ontwerpen van</w:t>
      </w:r>
      <w:r w:rsidR="00565AC6">
        <w:t xml:space="preserve"> </w:t>
      </w:r>
      <w:r>
        <w:t>nieuwe producten of diensten, of het verbeteren van bestaande producten of diensten.</w:t>
      </w:r>
    </w:p>
    <w:p w14:paraId="07377B8A" w14:textId="23D486D1" w:rsidR="00401794" w:rsidRDefault="00401794" w:rsidP="00401794">
      <w:pPr>
        <w:pStyle w:val="verborgentekst"/>
      </w:pPr>
      <w:r>
        <w:t>In deze paragraaf wordt globaal beschreven op welke wijze nieuwe producten of diensten worden</w:t>
      </w:r>
      <w:r w:rsidR="00FA5549">
        <w:t xml:space="preserve"> </w:t>
      </w:r>
      <w:r>
        <w:t>ontworpen en (door)ontwikkeld. Belangrijk, want een tekortkoming in een product of dienst kan</w:t>
      </w:r>
      <w:r w:rsidR="00FA5549">
        <w:t xml:space="preserve"> </w:t>
      </w:r>
      <w:r>
        <w:t>het gevolg zijn van een 'productiefout', maar evenzeer van een 'ontwerpfout'.</w:t>
      </w:r>
    </w:p>
    <w:p w14:paraId="708ED4D4" w14:textId="2C6AF86F" w:rsidR="00401794" w:rsidRDefault="00401794" w:rsidP="00401794">
      <w:pPr>
        <w:pStyle w:val="verborgentekst"/>
      </w:pPr>
      <w:r>
        <w:t xml:space="preserve">Het uitgangspunt bij 'wijzigingen van processen en/of systemen' is dat producten of diensten </w:t>
      </w:r>
      <w:r w:rsidR="00FA5549">
        <w:t>–</w:t>
      </w:r>
      <w:r>
        <w:t xml:space="preserve"> in</w:t>
      </w:r>
      <w:r w:rsidR="00FA5549">
        <w:t xml:space="preserve"> </w:t>
      </w:r>
      <w:r>
        <w:t>principe - voldoen aan de behoefte van de doelgroep. Het kan echter ook zijn dat (tijdens een</w:t>
      </w:r>
      <w:r w:rsidR="00FA5549">
        <w:t xml:space="preserve"> </w:t>
      </w:r>
      <w:r>
        <w:t>management review) wordt vastgesteld dat er een ernstige of minder ernstige ontwerpfout bestaat.</w:t>
      </w:r>
    </w:p>
    <w:p w14:paraId="1EAF5620" w14:textId="0C171A73" w:rsidR="00401794" w:rsidRDefault="00401794" w:rsidP="00401794">
      <w:pPr>
        <w:pStyle w:val="verborgentekst"/>
      </w:pPr>
      <w:r>
        <w:t>Waardoor het ontwerp van product of dienst moet worden aangepast. Of dat er simpelweg een</w:t>
      </w:r>
      <w:r w:rsidR="00FA5549">
        <w:t xml:space="preserve"> </w:t>
      </w:r>
      <w:r>
        <w:t>compleet nieuw product of nieuwe dienst moet worden ontwikkeld.</w:t>
      </w:r>
    </w:p>
    <w:p w14:paraId="3E5CF562" w14:textId="1241A333" w:rsidR="00401794" w:rsidRDefault="00401794" w:rsidP="00401794">
      <w:pPr>
        <w:pStyle w:val="verborgentekst"/>
      </w:pPr>
      <w:r>
        <w:t>Het is geen proces dat per se elke dag aan de gang is, maar elke organisatie zal van tijd tot tijd de</w:t>
      </w:r>
      <w:r w:rsidR="00FA5549">
        <w:t xml:space="preserve"> </w:t>
      </w:r>
      <w:r>
        <w:t>producten of diensten in haar portfolio moeten verbeteren om bij te blijven.</w:t>
      </w:r>
    </w:p>
    <w:p w14:paraId="69A0FA8C" w14:textId="472D03E6" w:rsidR="00401794" w:rsidRDefault="00401794" w:rsidP="00401794">
      <w:pPr>
        <w:pStyle w:val="verborgentekst"/>
      </w:pPr>
      <w:r>
        <w:t>Ontwerp en ontwikkeling is feitelijk het omzetten van een idee naar een te produceren product of</w:t>
      </w:r>
      <w:r w:rsidR="00FA5549">
        <w:t xml:space="preserve"> </w:t>
      </w:r>
      <w:r>
        <w:t xml:space="preserve">te verlenen dienst. Globaal komt het erop neer dat er een nieuw of aangepast </w:t>
      </w:r>
      <w:r w:rsidR="005C0B49">
        <w:t>Operationeel H</w:t>
      </w:r>
      <w:r>
        <w:t>andboek</w:t>
      </w:r>
      <w:r w:rsidR="00FA5549">
        <w:t xml:space="preserve"> </w:t>
      </w:r>
      <w:r>
        <w:t>wordt opgesteld.</w:t>
      </w:r>
    </w:p>
    <w:p w14:paraId="04A3BC3D" w14:textId="45356F67" w:rsidR="006942D1" w:rsidRDefault="00401794" w:rsidP="00FA5549">
      <w:pPr>
        <w:pStyle w:val="verborgentekst"/>
      </w:pPr>
      <w:r>
        <w:t xml:space="preserve">Verwijder eventueel punten die echt niet van toepassing kunnen zijn voor </w:t>
      </w:r>
      <w:r w:rsidR="002B59A3">
        <w:t>je</w:t>
      </w:r>
      <w:r>
        <w:t xml:space="preserve"> organisatie en vul aan</w:t>
      </w:r>
      <w:r w:rsidR="00FA5549">
        <w:t xml:space="preserve"> </w:t>
      </w:r>
      <w:r>
        <w:t>met punten die ontbreken in deze opsomming</w:t>
      </w:r>
      <w:r w:rsidR="00FA5549">
        <w:t xml:space="preserve"> </w:t>
      </w:r>
      <w:sdt>
        <w:sdtPr>
          <w:alias w:val="Bedrijf"/>
          <w:tag w:val=""/>
          <w:id w:val="-1351328055"/>
          <w:placeholder>
            <w:docPart w:val="30BE12055D154A758382A52A3A07708F"/>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A27503">
        <w:t xml:space="preserve"> </w:t>
      </w:r>
      <w:r w:rsidR="006942D1">
        <w:t xml:space="preserve">ontwerpt en ontwikkelt haar producten of diensten op een projectmatige wijze. </w:t>
      </w:r>
      <w:r w:rsidR="002B59A3">
        <w:t>De context van h</w:t>
      </w:r>
      <w:r w:rsidR="006942D1">
        <w:t>et proces is als volgt:</w:t>
      </w:r>
    </w:p>
    <w:p w14:paraId="363F1418" w14:textId="4687C586" w:rsidR="000A1B33" w:rsidRDefault="002166AD" w:rsidP="000A1B33">
      <w:pPr>
        <w:keepNext/>
      </w:pPr>
      <w:r>
        <w:rPr>
          <w:noProof/>
        </w:rPr>
        <w:drawing>
          <wp:inline distT="0" distB="0" distL="0" distR="0" wp14:anchorId="79D508F2" wp14:editId="59C3CB8A">
            <wp:extent cx="5569612" cy="703469"/>
            <wp:effectExtent l="0" t="0" r="0" b="1905"/>
            <wp:docPr id="30681696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85252" cy="718075"/>
                    </a:xfrm>
                    <a:prstGeom prst="rect">
                      <a:avLst/>
                    </a:prstGeom>
                    <a:noFill/>
                  </pic:spPr>
                </pic:pic>
              </a:graphicData>
            </a:graphic>
          </wp:inline>
        </w:drawing>
      </w:r>
    </w:p>
    <w:p w14:paraId="29A7679A" w14:textId="2CBA2522" w:rsidR="006104BD" w:rsidRDefault="000A1B33" w:rsidP="000A1B33">
      <w:pPr>
        <w:pStyle w:val="Bijschrift"/>
      </w:pPr>
      <w:r>
        <w:t xml:space="preserve">Figuur </w:t>
      </w:r>
      <w:fldSimple w:instr=" STYLEREF 1 \s ">
        <w:r w:rsidR="0014047A">
          <w:rPr>
            <w:noProof/>
          </w:rPr>
          <w:t>6</w:t>
        </w:r>
      </w:fldSimple>
      <w:r w:rsidR="00D311E3">
        <w:noBreakHyphen/>
      </w:r>
      <w:fldSimple w:instr=" SEQ Figuur \* ARABIC \s 1 ">
        <w:r w:rsidR="0014047A">
          <w:rPr>
            <w:noProof/>
          </w:rPr>
          <w:t>1</w:t>
        </w:r>
      </w:fldSimple>
      <w:r>
        <w:t xml:space="preserve"> </w:t>
      </w:r>
      <w:r w:rsidR="004C4590">
        <w:t>Context van p</w:t>
      </w:r>
      <w:r>
        <w:t xml:space="preserve">roces Ontwerpen en </w:t>
      </w:r>
      <w:r w:rsidR="004C4590">
        <w:t>O</w:t>
      </w:r>
      <w:r>
        <w:t>ntwikkelen</w:t>
      </w:r>
    </w:p>
    <w:p w14:paraId="4F3DA9DB" w14:textId="28DE1F80" w:rsidR="006942D1" w:rsidRDefault="006942D1" w:rsidP="006942D1">
      <w:r>
        <w:t xml:space="preserve">Aanleiding tot het starten van een project </w:t>
      </w:r>
      <w:r w:rsidR="001B0979">
        <w:t>kan</w:t>
      </w:r>
      <w:r>
        <w:t xml:space="preserve"> zijn:</w:t>
      </w:r>
    </w:p>
    <w:p w14:paraId="0BAA0A68" w14:textId="08715AF4" w:rsidR="006942D1" w:rsidRDefault="006942D1" w:rsidP="006942D1">
      <w:pPr>
        <w:pStyle w:val="verborgentekst"/>
      </w:pPr>
      <w:r>
        <w:t xml:space="preserve">Verwijder eventueel punten die écht niet van toepassing kunnen zijn voor </w:t>
      </w:r>
      <w:sdt>
        <w:sdtPr>
          <w:alias w:val="Bedrijf"/>
          <w:tag w:val=""/>
          <w:id w:val="-1711486957"/>
          <w:placeholder>
            <w:docPart w:val="ACD4994BC68841249A0C576B6FC1EC2D"/>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9C29A6">
        <w:t xml:space="preserve"> en vul aan met punten die </w:t>
      </w:r>
      <w:r w:rsidR="00C52987">
        <w:t>ontbreken in deze opsomming.</w:t>
      </w:r>
    </w:p>
    <w:p w14:paraId="155DF513" w14:textId="77777777" w:rsidR="006942D1" w:rsidRDefault="006942D1" w:rsidP="00646713">
      <w:pPr>
        <w:pStyle w:val="Lijstalinea"/>
        <w:numPr>
          <w:ilvl w:val="0"/>
          <w:numId w:val="12"/>
        </w:numPr>
      </w:pPr>
      <w:r>
        <w:t>Gewijzigde strategische richting (product-markt-technologie combinaties)</w:t>
      </w:r>
    </w:p>
    <w:p w14:paraId="508FA3B5" w14:textId="77777777" w:rsidR="006942D1" w:rsidRDefault="006942D1" w:rsidP="00646713">
      <w:pPr>
        <w:pStyle w:val="Lijstalinea"/>
        <w:numPr>
          <w:ilvl w:val="0"/>
          <w:numId w:val="12"/>
        </w:numPr>
      </w:pPr>
      <w:r>
        <w:t>Wijziging in de behoeften/eisen van de doelgroep</w:t>
      </w:r>
    </w:p>
    <w:p w14:paraId="31882D5F" w14:textId="77777777" w:rsidR="006942D1" w:rsidRDefault="006942D1" w:rsidP="00646713">
      <w:pPr>
        <w:pStyle w:val="Lijstalinea"/>
        <w:numPr>
          <w:ilvl w:val="1"/>
          <w:numId w:val="12"/>
        </w:numPr>
      </w:pPr>
      <w:r>
        <w:t>Uitkomst klanttevredenheid</w:t>
      </w:r>
    </w:p>
    <w:p w14:paraId="50416E73" w14:textId="77777777" w:rsidR="006942D1" w:rsidRDefault="006942D1" w:rsidP="00646713">
      <w:pPr>
        <w:pStyle w:val="Lijstalinea"/>
        <w:numPr>
          <w:ilvl w:val="1"/>
          <w:numId w:val="12"/>
        </w:numPr>
      </w:pPr>
      <w:r>
        <w:lastRenderedPageBreak/>
        <w:t>Uitkomst marktonderzoek</w:t>
      </w:r>
    </w:p>
    <w:p w14:paraId="793722EA" w14:textId="77777777" w:rsidR="006942D1" w:rsidRDefault="006942D1" w:rsidP="00646713">
      <w:pPr>
        <w:pStyle w:val="Lijstalinea"/>
        <w:numPr>
          <w:ilvl w:val="0"/>
          <w:numId w:val="12"/>
        </w:numPr>
      </w:pPr>
      <w:r>
        <w:t>Wijziging in relevante wet- en regelgeving</w:t>
      </w:r>
    </w:p>
    <w:p w14:paraId="534375D9" w14:textId="77777777" w:rsidR="006942D1" w:rsidRDefault="006942D1" w:rsidP="00646713">
      <w:pPr>
        <w:pStyle w:val="Lijstalinea"/>
        <w:numPr>
          <w:ilvl w:val="0"/>
          <w:numId w:val="12"/>
        </w:numPr>
      </w:pPr>
      <w:r>
        <w:t>Structurele tekortkomingen in bestaande producten of diensten</w:t>
      </w:r>
    </w:p>
    <w:p w14:paraId="5E0CF600" w14:textId="77777777" w:rsidR="006942D1" w:rsidRDefault="006942D1" w:rsidP="00646713">
      <w:pPr>
        <w:pStyle w:val="Lijstalinea"/>
        <w:numPr>
          <w:ilvl w:val="1"/>
          <w:numId w:val="12"/>
        </w:numPr>
      </w:pPr>
      <w:r>
        <w:t>Uitkomst analyse services- of storingsrapporten/klachten</w:t>
      </w:r>
    </w:p>
    <w:p w14:paraId="3246349E" w14:textId="77777777" w:rsidR="006942D1" w:rsidRDefault="006942D1" w:rsidP="00646713">
      <w:pPr>
        <w:pStyle w:val="Lijstalinea"/>
        <w:numPr>
          <w:ilvl w:val="0"/>
          <w:numId w:val="12"/>
        </w:numPr>
      </w:pPr>
      <w:r>
        <w:t>Doorgevoerde of door te voeren proceswijzigingen</w:t>
      </w:r>
    </w:p>
    <w:p w14:paraId="4A5D6A57" w14:textId="77777777" w:rsidR="006942D1" w:rsidRDefault="006942D1" w:rsidP="00646713">
      <w:pPr>
        <w:pStyle w:val="Lijstalinea"/>
        <w:numPr>
          <w:ilvl w:val="0"/>
          <w:numId w:val="12"/>
        </w:numPr>
      </w:pPr>
      <w:r>
        <w:t>Nieuw beschikbare technologie</w:t>
      </w:r>
    </w:p>
    <w:p w14:paraId="7CC55661" w14:textId="77777777" w:rsidR="006942D1" w:rsidRDefault="006942D1" w:rsidP="00646713">
      <w:pPr>
        <w:pStyle w:val="Lijstalinea"/>
        <w:numPr>
          <w:ilvl w:val="0"/>
          <w:numId w:val="12"/>
        </w:numPr>
      </w:pPr>
      <w:r>
        <w:t>Veranderingen bij leveranciers</w:t>
      </w:r>
    </w:p>
    <w:p w14:paraId="398FD215" w14:textId="2C37D494" w:rsidR="006942D1" w:rsidRDefault="00F031A1" w:rsidP="006942D1">
      <w:r>
        <w:t>De i</w:t>
      </w:r>
      <w:r w:rsidR="006942D1">
        <w:t>nput</w:t>
      </w:r>
      <w:r>
        <w:t xml:space="preserve"> bestaat uit</w:t>
      </w:r>
      <w:r w:rsidR="006942D1">
        <w:t>:</w:t>
      </w:r>
    </w:p>
    <w:p w14:paraId="5D7B396F" w14:textId="18524F39" w:rsidR="006942D1" w:rsidRDefault="006942D1" w:rsidP="00646713">
      <w:pPr>
        <w:pStyle w:val="Lijstalinea"/>
        <w:numPr>
          <w:ilvl w:val="0"/>
          <w:numId w:val="13"/>
        </w:numPr>
      </w:pPr>
      <w:r>
        <w:t>Eisen van klanten</w:t>
      </w:r>
      <w:r w:rsidR="00C52987">
        <w:t xml:space="preserve"> </w:t>
      </w:r>
      <w:r w:rsidR="00875553">
        <w:t xml:space="preserve">(zie </w:t>
      </w:r>
      <w:r w:rsidR="00875553">
        <w:fldChar w:fldCharType="begin"/>
      </w:r>
      <w:r w:rsidR="00875553">
        <w:instrText xml:space="preserve"> REF _Ref186920674 \r \h </w:instrText>
      </w:r>
      <w:r w:rsidR="00875553">
        <w:fldChar w:fldCharType="separate"/>
      </w:r>
      <w:r w:rsidR="0014047A">
        <w:t>4.4.1</w:t>
      </w:r>
      <w:r w:rsidR="00875553">
        <w:fldChar w:fldCharType="end"/>
      </w:r>
      <w:r w:rsidR="00875553">
        <w:t xml:space="preserve"> </w:t>
      </w:r>
      <w:r w:rsidR="00875553">
        <w:fldChar w:fldCharType="begin"/>
      </w:r>
      <w:r w:rsidR="00875553">
        <w:instrText xml:space="preserve"> REF _Ref186920674 \h </w:instrText>
      </w:r>
      <w:r w:rsidR="00875553">
        <w:fldChar w:fldCharType="separate"/>
      </w:r>
      <w:r w:rsidR="0014047A" w:rsidRPr="002D2C7D">
        <w:t>Eisen van klanten</w:t>
      </w:r>
      <w:r w:rsidR="00875553">
        <w:fldChar w:fldCharType="end"/>
      </w:r>
      <w:r w:rsidR="00875553">
        <w:t>)</w:t>
      </w:r>
      <w:r w:rsidR="00C7453F">
        <w:br/>
        <w:t>Andere b</w:t>
      </w:r>
      <w:r w:rsidR="00C52987">
        <w:t>ronnen: marktonderzoek, monitoren klanttevredenheid, klantklachten</w:t>
      </w:r>
      <w:r w:rsidR="00C7453F">
        <w:t>/</w:t>
      </w:r>
    </w:p>
    <w:p w14:paraId="133AFE9A" w14:textId="09236FFA" w:rsidR="00B52746" w:rsidRPr="00B52746" w:rsidRDefault="006942D1" w:rsidP="00646713">
      <w:pPr>
        <w:pStyle w:val="Lijstalinea"/>
        <w:numPr>
          <w:ilvl w:val="0"/>
          <w:numId w:val="13"/>
        </w:numPr>
        <w:rPr>
          <w:vanish/>
          <w:specVanish/>
        </w:rPr>
      </w:pPr>
      <w:r>
        <w:t>Eisen uit relevante wet- en regelgeving</w:t>
      </w:r>
      <w:r w:rsidR="00C52987">
        <w:t xml:space="preserve"> (</w:t>
      </w:r>
      <w:r w:rsidR="00D6138D">
        <w:t>zie</w:t>
      </w:r>
      <w:r w:rsidR="00167410">
        <w:t xml:space="preserve"> </w:t>
      </w:r>
      <w:r w:rsidR="00067213">
        <w:fldChar w:fldCharType="begin"/>
      </w:r>
      <w:r w:rsidR="00067213">
        <w:instrText xml:space="preserve"> REF _Ref186922283 \w \h </w:instrText>
      </w:r>
      <w:r w:rsidR="00067213">
        <w:fldChar w:fldCharType="separate"/>
      </w:r>
      <w:r w:rsidR="0014047A">
        <w:t>4.4.2</w:t>
      </w:r>
      <w:r w:rsidR="00067213">
        <w:fldChar w:fldCharType="end"/>
      </w:r>
      <w:r w:rsidR="00067213">
        <w:t xml:space="preserve"> </w:t>
      </w:r>
      <w:r w:rsidR="00067213">
        <w:fldChar w:fldCharType="begin"/>
      </w:r>
      <w:r w:rsidR="00067213">
        <w:instrText xml:space="preserve"> REF _Ref186922283 \h </w:instrText>
      </w:r>
      <w:r w:rsidR="00067213">
        <w:fldChar w:fldCharType="separate"/>
      </w:r>
      <w:r w:rsidR="0014047A" w:rsidRPr="00F63FBE">
        <w:t>Eisen vanuit wet- en regelgeving (optioneel)</w:t>
      </w:r>
      <w:r w:rsidR="00067213">
        <w:fldChar w:fldCharType="end"/>
      </w:r>
      <w:r w:rsidR="00C52987">
        <w:t>)</w:t>
      </w:r>
      <w:r w:rsidR="00D6138D">
        <w:t xml:space="preserve"> </w:t>
      </w:r>
    </w:p>
    <w:p w14:paraId="5B572DF1" w14:textId="574D17B5" w:rsidR="006942D1" w:rsidRDefault="00B52746" w:rsidP="00137686">
      <w:pPr>
        <w:pStyle w:val="verborgentekst"/>
      </w:pPr>
      <w:r>
        <w:t xml:space="preserve"> </w:t>
      </w:r>
      <w:r>
        <w:sym w:font="Wingdings" w:char="F0E0"/>
      </w:r>
      <w:r>
        <w:t xml:space="preserve"> als er eerder geen relevante wet- en regelgeving is </w:t>
      </w:r>
      <w:r w:rsidR="00BF45A9">
        <w:t>geïdentificeerd</w:t>
      </w:r>
      <w:r>
        <w:t>, dan kan dit punt worden verwijderd.</w:t>
      </w:r>
    </w:p>
    <w:p w14:paraId="1E380FA2" w14:textId="77777777" w:rsidR="004D6FA0" w:rsidRPr="004D6FA0" w:rsidRDefault="006942D1" w:rsidP="00646713">
      <w:pPr>
        <w:pStyle w:val="Lijstalinea"/>
        <w:numPr>
          <w:ilvl w:val="0"/>
          <w:numId w:val="13"/>
        </w:numPr>
        <w:rPr>
          <w:vanish/>
          <w:specVanish/>
        </w:rPr>
      </w:pPr>
      <w:r>
        <w:t>Eisen eigen organisatie</w:t>
      </w:r>
      <w:r w:rsidR="00C52987">
        <w:t xml:space="preserve"> </w:t>
      </w:r>
      <w:r w:rsidR="00C00409">
        <w:br/>
        <w:t>B</w:t>
      </w:r>
      <w:r w:rsidR="00C52987">
        <w:t xml:space="preserve">ronnen: </w:t>
      </w:r>
      <w:r w:rsidR="00F76325">
        <w:t>servicemedewerkers</w:t>
      </w:r>
      <w:r w:rsidR="00C00409">
        <w:t xml:space="preserve"> </w:t>
      </w:r>
    </w:p>
    <w:p w14:paraId="3A8A4F7E" w14:textId="67BC7651" w:rsidR="006942D1" w:rsidRDefault="004D6FA0" w:rsidP="004D6FA0">
      <w:pPr>
        <w:pStyle w:val="verborgentekst"/>
      </w:pPr>
      <w:r>
        <w:t xml:space="preserve"> </w:t>
      </w:r>
      <w:r w:rsidR="00C00409">
        <w:sym w:font="Wingdings" w:char="F0E0"/>
      </w:r>
      <w:r w:rsidR="00C00409">
        <w:t xml:space="preserve"> of </w:t>
      </w:r>
      <w:r w:rsidR="00BC3E1C">
        <w:t xml:space="preserve">andere medewerkers die directe terugkoppeling ontvangen over </w:t>
      </w:r>
      <w:r w:rsidR="00CF7439">
        <w:t>fouten in geleverde producten of diensten.</w:t>
      </w:r>
    </w:p>
    <w:p w14:paraId="67185F8D" w14:textId="77777777" w:rsidR="006942D1" w:rsidRDefault="006942D1" w:rsidP="006942D1">
      <w:r>
        <w:t>De volgende activiteiten zijn altijd onderdeel van een project:</w:t>
      </w:r>
    </w:p>
    <w:p w14:paraId="2D1688B4" w14:textId="77777777" w:rsidR="006942D1" w:rsidRDefault="006942D1" w:rsidP="006942D1">
      <w:pPr>
        <w:pStyle w:val="verborgentekst"/>
      </w:pPr>
      <w:r>
        <w:t>De onderstaande stappen kunnen worden aangepast, maar zorg dat de grote lijn bewaard blijft.</w:t>
      </w:r>
    </w:p>
    <w:p w14:paraId="54872B1E" w14:textId="77777777" w:rsidR="006942D1" w:rsidRDefault="006942D1" w:rsidP="00646713">
      <w:pPr>
        <w:pStyle w:val="Lijstalinea"/>
        <w:numPr>
          <w:ilvl w:val="0"/>
          <w:numId w:val="13"/>
        </w:numPr>
      </w:pPr>
      <w:r>
        <w:t>Analyseren (impact van nieuwe) eisen voor (ver)nieuw(d)e product of dienst;</w:t>
      </w:r>
    </w:p>
    <w:p w14:paraId="608E13E9" w14:textId="77777777" w:rsidR="006942D1" w:rsidRPr="00045DBD" w:rsidRDefault="006942D1" w:rsidP="00646713">
      <w:pPr>
        <w:pStyle w:val="Lijstalinea"/>
        <w:numPr>
          <w:ilvl w:val="0"/>
          <w:numId w:val="13"/>
        </w:numPr>
        <w:rPr>
          <w:vanish/>
          <w:specVanish/>
        </w:rPr>
      </w:pPr>
      <w:r>
        <w:t xml:space="preserve">Ontwerpen (ver)nieuw(d)e product of dienst </w:t>
      </w:r>
    </w:p>
    <w:p w14:paraId="459EAEB5" w14:textId="43EFE11E" w:rsidR="006942D1" w:rsidRPr="000E12EE" w:rsidRDefault="006942D1" w:rsidP="006942D1">
      <w:pPr>
        <w:pStyle w:val="verborgentekst"/>
      </w:pPr>
      <w:r>
        <w:t xml:space="preserve"> </w:t>
      </w:r>
      <w:r w:rsidR="00137686">
        <w:sym w:font="Wingdings" w:char="F0E0"/>
      </w:r>
      <w:r w:rsidR="00137686">
        <w:t xml:space="preserve"> </w:t>
      </w:r>
      <w:r>
        <w:t>Dit kan een uitgebreid, complex proces zijn, maar evengoed een eenvoudige schets.</w:t>
      </w:r>
    </w:p>
    <w:p w14:paraId="73A12028" w14:textId="67B893F1" w:rsidR="006942D1" w:rsidRDefault="006942D1" w:rsidP="00646713">
      <w:pPr>
        <w:pStyle w:val="Lijstalinea"/>
        <w:numPr>
          <w:ilvl w:val="0"/>
          <w:numId w:val="14"/>
        </w:numPr>
      </w:pPr>
      <w:r>
        <w:t>Controleren of (ver)nieuw(d)e product of dienst aan alle eisen voldoet (</w:t>
      </w:r>
      <w:r w:rsidR="00F53A72">
        <w:t>verifiëren</w:t>
      </w:r>
      <w:r>
        <w:t>)</w:t>
      </w:r>
    </w:p>
    <w:p w14:paraId="27EA7A5F" w14:textId="6B006D6F" w:rsidR="000435DE" w:rsidRDefault="000435DE" w:rsidP="00646713">
      <w:pPr>
        <w:pStyle w:val="Lijstalinea"/>
        <w:numPr>
          <w:ilvl w:val="0"/>
          <w:numId w:val="14"/>
        </w:numPr>
      </w:pPr>
      <w:r>
        <w:t>Uitzoeken of het (ver)nieuw(d)e product of dienst voldoet aan de behoefte van de doelgroep (validatie)</w:t>
      </w:r>
    </w:p>
    <w:p w14:paraId="5A680318" w14:textId="36A8E0BF" w:rsidR="00635805" w:rsidRDefault="00635805" w:rsidP="007544F1">
      <w:pPr>
        <w:pStyle w:val="verborgentekst"/>
      </w:pPr>
      <w:r w:rsidRPr="002549ED">
        <w:t xml:space="preserve">Ga verder met </w:t>
      </w:r>
      <w:r w:rsidR="00F52820" w:rsidRPr="002549ED">
        <w:rPr>
          <w:color w:val="FF0000"/>
        </w:rPr>
        <w:fldChar w:fldCharType="begin"/>
      </w:r>
      <w:r w:rsidR="00F52820" w:rsidRPr="002549ED">
        <w:instrText xml:space="preserve"> REF _Ref143024870 \w \h </w:instrText>
      </w:r>
      <w:r w:rsidR="00F52820" w:rsidRPr="002549ED">
        <w:rPr>
          <w:color w:val="FF0000"/>
        </w:rPr>
        <w:instrText xml:space="preserve"> \* MERGEFORMAT </w:instrText>
      </w:r>
      <w:r w:rsidR="00F52820" w:rsidRPr="002549ED">
        <w:rPr>
          <w:color w:val="FF0000"/>
        </w:rPr>
      </w:r>
      <w:r w:rsidR="00F52820" w:rsidRPr="002549ED">
        <w:rPr>
          <w:color w:val="FF0000"/>
        </w:rPr>
        <w:fldChar w:fldCharType="separate"/>
      </w:r>
      <w:r w:rsidR="0014047A">
        <w:t>6.3</w:t>
      </w:r>
      <w:r w:rsidR="00F52820" w:rsidRPr="002549ED">
        <w:rPr>
          <w:color w:val="FF0000"/>
        </w:rPr>
        <w:fldChar w:fldCharType="end"/>
      </w:r>
      <w:r w:rsidR="00F52820" w:rsidRPr="002549ED">
        <w:rPr>
          <w:color w:val="FF0000"/>
        </w:rPr>
        <w:t xml:space="preserve"> </w:t>
      </w:r>
      <w:r w:rsidR="00F52820" w:rsidRPr="002549ED">
        <w:rPr>
          <w:color w:val="FF0000"/>
        </w:rPr>
        <w:fldChar w:fldCharType="begin"/>
      </w:r>
      <w:r w:rsidR="00F52820" w:rsidRPr="002549ED">
        <w:rPr>
          <w:color w:val="FF0000"/>
        </w:rPr>
        <w:instrText xml:space="preserve"> REF _Ref143024870 \h  \* MERGEFORMAT </w:instrText>
      </w:r>
      <w:r w:rsidR="00F52820" w:rsidRPr="002549ED">
        <w:rPr>
          <w:color w:val="FF0000"/>
        </w:rPr>
      </w:r>
      <w:r w:rsidR="00F52820" w:rsidRPr="002549ED">
        <w:rPr>
          <w:color w:val="FF0000"/>
        </w:rPr>
        <w:fldChar w:fldCharType="separate"/>
      </w:r>
      <w:r w:rsidR="0014047A" w:rsidRPr="00F91AFB">
        <w:t>Wijzigen van processen en/of systeem</w:t>
      </w:r>
      <w:r w:rsidR="00F52820" w:rsidRPr="002549ED">
        <w:rPr>
          <w:color w:val="FF0000"/>
        </w:rPr>
        <w:fldChar w:fldCharType="end"/>
      </w:r>
    </w:p>
    <w:p w14:paraId="67F29A5E" w14:textId="3DB1D5CA" w:rsidR="00900E04" w:rsidRPr="00AE7633" w:rsidRDefault="004C239E" w:rsidP="00900E04">
      <w:pPr>
        <w:pStyle w:val="Kop2"/>
      </w:pPr>
      <w:bookmarkStart w:id="60" w:name="_Ref142037094"/>
      <w:bookmarkStart w:id="61" w:name="_Toc204442011"/>
      <w:r w:rsidRPr="00AE7633">
        <w:t>Inrichten p</w:t>
      </w:r>
      <w:r w:rsidR="00900E04" w:rsidRPr="00AE7633">
        <w:t>rocessen</w:t>
      </w:r>
      <w:bookmarkEnd w:id="60"/>
      <w:bookmarkEnd w:id="61"/>
    </w:p>
    <w:p w14:paraId="460A0DB9" w14:textId="0EF1CF87" w:rsidR="008E073D" w:rsidRDefault="008E073D" w:rsidP="00825CAF">
      <w:pPr>
        <w:pStyle w:val="verborgentekst"/>
      </w:pPr>
      <w:r>
        <w:t>** Normreferentie</w:t>
      </w:r>
      <w:r w:rsidR="00825CAF">
        <w:t xml:space="preserve"> 4.4 **</w:t>
      </w:r>
    </w:p>
    <w:p w14:paraId="2482B493" w14:textId="165E118F" w:rsidR="00AE7633" w:rsidRPr="00AE7633" w:rsidRDefault="00AE7633" w:rsidP="00825CAF">
      <w:pPr>
        <w:pStyle w:val="verborgentekst"/>
        <w:rPr>
          <w:b/>
          <w:bCs/>
          <w:u w:val="single"/>
        </w:rPr>
      </w:pPr>
      <w:r w:rsidRPr="00AE7633">
        <w:rPr>
          <w:b/>
          <w:bCs/>
          <w:u w:val="single"/>
        </w:rPr>
        <w:t>Stap 12</w:t>
      </w:r>
    </w:p>
    <w:p w14:paraId="210A3450" w14:textId="6A862D16" w:rsidR="00C2679B" w:rsidRDefault="00C2679B" w:rsidP="00C2679B">
      <w:pPr>
        <w:pStyle w:val="verborgentekst"/>
      </w:pPr>
      <w:r>
        <w:t>Een (ver)nieuw(d) product of dienst kan niet zomaar worden geleverd. Er zal een proces moeten</w:t>
      </w:r>
      <w:r w:rsidR="00FA5549">
        <w:t xml:space="preserve"> </w:t>
      </w:r>
      <w:r>
        <w:t>worden ontworpen om het product of dienst in serie te kunnen realiseren. Daarom volgt normaal</w:t>
      </w:r>
      <w:r w:rsidR="00FA5549">
        <w:t xml:space="preserve"> </w:t>
      </w:r>
      <w:r>
        <w:t>gesproken na het ontwerpen en ontwikkelen van een product of dienst de fase waarin de</w:t>
      </w:r>
      <w:r w:rsidR="00FA5549">
        <w:t xml:space="preserve"> </w:t>
      </w:r>
      <w:r>
        <w:t>benodigde processen worden ontworpen.</w:t>
      </w:r>
    </w:p>
    <w:p w14:paraId="655AC460" w14:textId="6C6F3FDC" w:rsidR="00C2679B" w:rsidRDefault="00C2679B" w:rsidP="00C2679B">
      <w:pPr>
        <w:pStyle w:val="verborgentekst"/>
      </w:pPr>
      <w:r>
        <w:t>De onderstaande activiteiten worden niet voortdurend uitgevoerd, maar alleen als een product of</w:t>
      </w:r>
      <w:r w:rsidR="00FA5549">
        <w:t xml:space="preserve"> </w:t>
      </w:r>
      <w:r>
        <w:t>dienst is ontwikkeld of vernieuwd.</w:t>
      </w:r>
    </w:p>
    <w:p w14:paraId="57031391" w14:textId="730705B3" w:rsidR="00C2679B" w:rsidRDefault="00C2679B" w:rsidP="00C2679B">
      <w:pPr>
        <w:pStyle w:val="verborgentekst"/>
      </w:pPr>
      <w:r>
        <w:t>Indien sprake is van een geheel nieuw producttype of nieuw type dienst wordt een nieuw</w:t>
      </w:r>
      <w:r w:rsidR="00FA5549">
        <w:t xml:space="preserve"> </w:t>
      </w:r>
      <w:r>
        <w:t>Werkhandboek opgesteld.</w:t>
      </w:r>
    </w:p>
    <w:p w14:paraId="1CCF0228" w14:textId="1CD216D7" w:rsidR="00150D75" w:rsidRDefault="00C2679B" w:rsidP="00916B42">
      <w:pPr>
        <w:pStyle w:val="verborgentekst"/>
      </w:pPr>
      <w:r>
        <w:t xml:space="preserve">Bij het opzetten van dit </w:t>
      </w:r>
      <w:sdt>
        <w:sdtPr>
          <w:alias w:val="Titel"/>
          <w:tag w:val=""/>
          <w:id w:val="1599597301"/>
          <w:placeholder>
            <w:docPart w:val="74E1529E21AC437C8E6267EB6D9AC930"/>
          </w:placeholder>
          <w:dataBinding w:prefixMappings="xmlns:ns0='http://purl.org/dc/elements/1.1/' xmlns:ns1='http://schemas.openxmlformats.org/package/2006/metadata/core-properties' " w:xpath="/ns1:coreProperties[1]/ns0:title[1]" w:storeItemID="{6C3C8BC8-F283-45AE-878A-BAB7291924A1}"/>
          <w:text/>
        </w:sdtPr>
        <w:sdtContent>
          <w:r w:rsidR="00FB6318">
            <w:t>Bedrijfshandboek</w:t>
          </w:r>
        </w:sdtContent>
      </w:sdt>
      <w:r>
        <w:t xml:space="preserve"> gaan we ervan uit dat de processen waar het om gaat, al</w:t>
      </w:r>
      <w:r w:rsidR="00FA5549">
        <w:t xml:space="preserve"> </w:t>
      </w:r>
      <w:r>
        <w:t>bestaan en in zekere mate beheerst verlopen. Maar voor de volledigheid werken we de werkwijze</w:t>
      </w:r>
      <w:r w:rsidR="00FA5549">
        <w:t xml:space="preserve"> </w:t>
      </w:r>
      <w:r>
        <w:t>voor het inrichten van processen wel alvast uit</w:t>
      </w:r>
      <w:r w:rsidR="00FA5549">
        <w:t>.</w:t>
      </w:r>
    </w:p>
    <w:p w14:paraId="210A576B" w14:textId="4CADB551" w:rsidR="00916B42" w:rsidRDefault="00CC4B3F" w:rsidP="00D73564">
      <w:r>
        <w:lastRenderedPageBreak/>
        <w:t xml:space="preserve">Op basis van de output van ontwerp en ontwikkeling worden de volgende activiteiten uitgevoerd om tot een </w:t>
      </w:r>
      <w:r w:rsidR="00F27959">
        <w:t>leverbaar product of dienst te komen:</w:t>
      </w:r>
    </w:p>
    <w:p w14:paraId="5FE11D60" w14:textId="3D56D995" w:rsidR="00D73564" w:rsidRDefault="00374AD0" w:rsidP="00D73564">
      <w:pPr>
        <w:pStyle w:val="Lijstalinea"/>
        <w:numPr>
          <w:ilvl w:val="0"/>
          <w:numId w:val="14"/>
        </w:numPr>
      </w:pPr>
      <w:r>
        <w:t>Stap 1: o</w:t>
      </w:r>
      <w:r w:rsidR="00D73564">
        <w:t>ntwerpen (ver)nieuw(d)e proces voor realiseren product of dienst</w:t>
      </w:r>
      <w:r w:rsidR="00D40BC4">
        <w:t>, door het vaststellen van:</w:t>
      </w:r>
    </w:p>
    <w:p w14:paraId="54F44DFF" w14:textId="15F4E558" w:rsidR="007B3175" w:rsidRDefault="00D40BC4" w:rsidP="007B3175">
      <w:pPr>
        <w:pStyle w:val="Lijstalinea"/>
        <w:numPr>
          <w:ilvl w:val="1"/>
          <w:numId w:val="14"/>
        </w:numPr>
      </w:pPr>
      <w:r>
        <w:t>toepassingsgebied van het proces</w:t>
      </w:r>
    </w:p>
    <w:p w14:paraId="13EEAA51" w14:textId="39A68E95" w:rsidR="00D40BC4" w:rsidRDefault="00D40BC4" w:rsidP="007B3175">
      <w:pPr>
        <w:pStyle w:val="Lijstalinea"/>
        <w:numPr>
          <w:ilvl w:val="1"/>
          <w:numId w:val="14"/>
        </w:numPr>
      </w:pPr>
      <w:r>
        <w:t>doel van het proces</w:t>
      </w:r>
    </w:p>
    <w:p w14:paraId="5E033E97" w14:textId="28581C91" w:rsidR="00D40BC4" w:rsidRDefault="00D40BC4" w:rsidP="007B3175">
      <w:pPr>
        <w:pStyle w:val="Lijstalinea"/>
        <w:numPr>
          <w:ilvl w:val="1"/>
          <w:numId w:val="14"/>
        </w:numPr>
      </w:pPr>
      <w:r>
        <w:t>context van het proces (optioneel)</w:t>
      </w:r>
    </w:p>
    <w:p w14:paraId="33AE05B8" w14:textId="1F8AC942" w:rsidR="00D40BC4" w:rsidRDefault="00D40BC4" w:rsidP="007B3175">
      <w:pPr>
        <w:pStyle w:val="Lijstalinea"/>
        <w:numPr>
          <w:ilvl w:val="1"/>
          <w:numId w:val="14"/>
        </w:numPr>
      </w:pPr>
      <w:r>
        <w:t>verantwoordelijke voor het proces</w:t>
      </w:r>
    </w:p>
    <w:p w14:paraId="7DA4051D" w14:textId="58223B67" w:rsidR="00D40BC4" w:rsidRDefault="00D40BC4" w:rsidP="007B3175">
      <w:pPr>
        <w:pStyle w:val="Lijstalinea"/>
        <w:numPr>
          <w:ilvl w:val="1"/>
          <w:numId w:val="14"/>
        </w:numPr>
      </w:pPr>
      <w:r>
        <w:t>input voor het proces</w:t>
      </w:r>
    </w:p>
    <w:p w14:paraId="26FB529F" w14:textId="49C565FA" w:rsidR="00D40BC4" w:rsidRDefault="00D40BC4" w:rsidP="007B3175">
      <w:pPr>
        <w:pStyle w:val="Lijstalinea"/>
        <w:numPr>
          <w:ilvl w:val="1"/>
          <w:numId w:val="14"/>
        </w:numPr>
      </w:pPr>
      <w:r>
        <w:t>activiteiten binnen het proces</w:t>
      </w:r>
    </w:p>
    <w:p w14:paraId="76D7A231" w14:textId="4271B143" w:rsidR="00D40BC4" w:rsidRDefault="005078A5" w:rsidP="007B3175">
      <w:pPr>
        <w:pStyle w:val="Lijstalinea"/>
        <w:numPr>
          <w:ilvl w:val="1"/>
          <w:numId w:val="14"/>
        </w:numPr>
      </w:pPr>
      <w:r>
        <w:t>beoogde resultaten van het proces</w:t>
      </w:r>
    </w:p>
    <w:p w14:paraId="7F9E20DE" w14:textId="42A6DBA3" w:rsidR="005078A5" w:rsidRDefault="005078A5" w:rsidP="007B3175">
      <w:pPr>
        <w:pStyle w:val="Lijstalinea"/>
        <w:numPr>
          <w:ilvl w:val="1"/>
          <w:numId w:val="14"/>
        </w:numPr>
      </w:pPr>
      <w:r>
        <w:t>risico’s en kansen (</w:t>
      </w:r>
      <w:r w:rsidR="00F91AFB">
        <w:t>opportuniteiten</w:t>
      </w:r>
      <w:r>
        <w:t>)</w:t>
      </w:r>
    </w:p>
    <w:p w14:paraId="3DA6E5A8" w14:textId="5FDFE61F" w:rsidR="005078A5" w:rsidRDefault="00341482" w:rsidP="007B3175">
      <w:pPr>
        <w:pStyle w:val="Lijstalinea"/>
        <w:numPr>
          <w:ilvl w:val="1"/>
          <w:numId w:val="14"/>
        </w:numPr>
      </w:pPr>
      <w:r>
        <w:t>randvoorwaarden</w:t>
      </w:r>
      <w:r w:rsidR="005078A5">
        <w:t xml:space="preserve"> voor het proces</w:t>
      </w:r>
    </w:p>
    <w:p w14:paraId="7A2E1A06" w14:textId="0BFBD570" w:rsidR="0094294F" w:rsidRDefault="0094294F" w:rsidP="00D73564">
      <w:pPr>
        <w:pStyle w:val="Lijstalinea"/>
        <w:numPr>
          <w:ilvl w:val="0"/>
          <w:numId w:val="14"/>
        </w:numPr>
      </w:pPr>
      <w:r>
        <w:t xml:space="preserve">Stap 2: reviewen </w:t>
      </w:r>
      <w:r w:rsidR="00341482">
        <w:t xml:space="preserve">(en eventueel herzien) </w:t>
      </w:r>
      <w:r>
        <w:t>van ontworpen proces</w:t>
      </w:r>
    </w:p>
    <w:p w14:paraId="5A30E4A8" w14:textId="17F87C5A" w:rsidR="00D73564" w:rsidRDefault="0094294F" w:rsidP="00D73564">
      <w:pPr>
        <w:pStyle w:val="Lijstalinea"/>
        <w:numPr>
          <w:ilvl w:val="0"/>
          <w:numId w:val="14"/>
        </w:numPr>
      </w:pPr>
      <w:r>
        <w:t>Step 3: s</w:t>
      </w:r>
      <w:r w:rsidR="00D73564">
        <w:t>electeren leveranciers (strategische inkoop)</w:t>
      </w:r>
    </w:p>
    <w:p w14:paraId="20C0F9BE" w14:textId="595F833D" w:rsidR="00D73564" w:rsidRDefault="0094294F" w:rsidP="007F7186">
      <w:pPr>
        <w:pStyle w:val="Lijstalinea"/>
        <w:numPr>
          <w:ilvl w:val="0"/>
          <w:numId w:val="14"/>
        </w:numPr>
      </w:pPr>
      <w:r>
        <w:t xml:space="preserve">Stap 4: </w:t>
      </w:r>
      <w:r w:rsidR="00710043">
        <w:t>c</w:t>
      </w:r>
      <w:r w:rsidR="00D73564">
        <w:t>ontroleren (ver)nieuw(d)e proces in beheerste omgeving</w:t>
      </w:r>
    </w:p>
    <w:p w14:paraId="2639B967" w14:textId="253332FD" w:rsidR="00D73564" w:rsidRDefault="00EF0564" w:rsidP="00D73564">
      <w:pPr>
        <w:pStyle w:val="Lijstalinea"/>
        <w:numPr>
          <w:ilvl w:val="0"/>
          <w:numId w:val="14"/>
        </w:numPr>
      </w:pPr>
      <w:r>
        <w:t xml:space="preserve">Stap 5: </w:t>
      </w:r>
      <w:r w:rsidR="00710043">
        <w:t>i</w:t>
      </w:r>
      <w:r w:rsidR="00D73564">
        <w:t>mplementeren (ver)nieuw(d)e proces in operationele omgeving</w:t>
      </w:r>
    </w:p>
    <w:p w14:paraId="0F8A73EC" w14:textId="4894817B" w:rsidR="00D73564" w:rsidRDefault="00EF0564" w:rsidP="00D73564">
      <w:pPr>
        <w:pStyle w:val="Lijstalinea"/>
        <w:numPr>
          <w:ilvl w:val="0"/>
          <w:numId w:val="14"/>
        </w:numPr>
      </w:pPr>
      <w:r>
        <w:t>St</w:t>
      </w:r>
      <w:r w:rsidR="00710043">
        <w:t>ap 6: i</w:t>
      </w:r>
      <w:r w:rsidR="00D73564">
        <w:t xml:space="preserve">nstrueren of trainen </w:t>
      </w:r>
      <w:r w:rsidR="00710043">
        <w:t xml:space="preserve">(overige) </w:t>
      </w:r>
      <w:r w:rsidR="00D73564">
        <w:t>medewerkers</w:t>
      </w:r>
    </w:p>
    <w:p w14:paraId="4D8DCD7F" w14:textId="38019EE9" w:rsidR="00D73564" w:rsidRDefault="00710043" w:rsidP="00D73564">
      <w:pPr>
        <w:pStyle w:val="Lijstalinea"/>
        <w:numPr>
          <w:ilvl w:val="0"/>
          <w:numId w:val="14"/>
        </w:numPr>
      </w:pPr>
      <w:r>
        <w:t>Stap 7: c</w:t>
      </w:r>
      <w:r w:rsidR="00D73564">
        <w:t>ontroleren (ver)nieuw(d)e proces in operationele omgeving</w:t>
      </w:r>
    </w:p>
    <w:p w14:paraId="541153C8" w14:textId="0281ABEE" w:rsidR="00D73564" w:rsidRDefault="00710043" w:rsidP="00D73564">
      <w:pPr>
        <w:pStyle w:val="Lijstalinea"/>
        <w:numPr>
          <w:ilvl w:val="0"/>
          <w:numId w:val="14"/>
        </w:numPr>
      </w:pPr>
      <w:r>
        <w:t>Stap 8: i</w:t>
      </w:r>
      <w:r w:rsidR="00D73564">
        <w:t>dentificeren risico’s in (ver)nieuw(d)e proces en passende maatregelen implementeren</w:t>
      </w:r>
    </w:p>
    <w:p w14:paraId="37C806E9" w14:textId="131516AD" w:rsidR="00D73564" w:rsidRDefault="00710043" w:rsidP="00D73564">
      <w:pPr>
        <w:pStyle w:val="Lijstalinea"/>
        <w:numPr>
          <w:ilvl w:val="0"/>
          <w:numId w:val="14"/>
        </w:numPr>
      </w:pPr>
      <w:r>
        <w:t>Stap 9: v</w:t>
      </w:r>
      <w:r w:rsidR="00D73564">
        <w:t>aststellen kwaliteitsdoelstellingen voor (ver)nieuw(d)e proces</w:t>
      </w:r>
    </w:p>
    <w:p w14:paraId="0FBDD7AA" w14:textId="77777777" w:rsidR="00D73564" w:rsidRPr="00A918F3" w:rsidRDefault="00D73564" w:rsidP="00D73564">
      <w:r>
        <w:t>Deze activiteiten worden soms in meerdere rondes doorlopen.</w:t>
      </w:r>
    </w:p>
    <w:p w14:paraId="01073F06" w14:textId="77777777" w:rsidR="00D73564" w:rsidRDefault="00D73564" w:rsidP="00D73564">
      <w:pPr>
        <w:pStyle w:val="verborgentekst"/>
      </w:pPr>
      <w:r>
        <w:t xml:space="preserve">Als het goed is, kan een (ver)nieuw(d) product of dienst na deze stappen zonder kinderziektes in productie worden genomen. </w:t>
      </w:r>
    </w:p>
    <w:p w14:paraId="0E096761" w14:textId="77777777" w:rsidR="00D73564" w:rsidRDefault="00D73564" w:rsidP="00D73564">
      <w:r>
        <w:t>Beoogd resultaat:</w:t>
      </w:r>
    </w:p>
    <w:p w14:paraId="19CFAF6F" w14:textId="77777777" w:rsidR="00D73564" w:rsidRDefault="00D73564" w:rsidP="00D73564">
      <w:pPr>
        <w:pStyle w:val="Lijstalinea"/>
        <w:numPr>
          <w:ilvl w:val="0"/>
          <w:numId w:val="15"/>
        </w:numPr>
      </w:pPr>
      <w:r>
        <w:t>Specificatie(s) product of dienst (te gebruiken als basis voor promotie)</w:t>
      </w:r>
    </w:p>
    <w:p w14:paraId="4F8A0755" w14:textId="5A022F1F" w:rsidR="00D73564" w:rsidRDefault="00D73564" w:rsidP="00D73564">
      <w:pPr>
        <w:pStyle w:val="Lijstalinea"/>
        <w:numPr>
          <w:ilvl w:val="0"/>
          <w:numId w:val="15"/>
        </w:numPr>
      </w:pPr>
      <w:r>
        <w:t>Inkoopspecificaties</w:t>
      </w:r>
      <w:r w:rsidR="00185E3C">
        <w:t>, inclusief eventueel gekwalificeerde leveranciers</w:t>
      </w:r>
    </w:p>
    <w:p w14:paraId="7D482D71" w14:textId="77777777" w:rsidR="00D73564" w:rsidRDefault="00D73564" w:rsidP="00D73564">
      <w:pPr>
        <w:pStyle w:val="Lijstalinea"/>
        <w:numPr>
          <w:ilvl w:val="0"/>
          <w:numId w:val="15"/>
        </w:numPr>
      </w:pPr>
      <w:r>
        <w:t>Beschrijving productieproces, inclusief risico’s en kansen, en middelen) (in operationeel handboek)</w:t>
      </w:r>
    </w:p>
    <w:p w14:paraId="55043D3D" w14:textId="53110228" w:rsidR="00D73564" w:rsidRDefault="00D73564" w:rsidP="00D73564">
      <w:pPr>
        <w:pStyle w:val="Lijstalinea"/>
        <w:numPr>
          <w:ilvl w:val="0"/>
          <w:numId w:val="15"/>
        </w:numPr>
      </w:pPr>
      <w:r>
        <w:t>Acceptatiecriteria (ten behoeve van eindcontroles)</w:t>
      </w:r>
      <w:r w:rsidR="00150D75">
        <w:t>.</w:t>
      </w:r>
    </w:p>
    <w:p w14:paraId="04EE949F" w14:textId="248ED0D1" w:rsidR="00150D75" w:rsidRPr="00F91AFB" w:rsidRDefault="008B7F27" w:rsidP="00676AFE">
      <w:pPr>
        <w:pStyle w:val="verborgentekst"/>
      </w:pPr>
      <w:r w:rsidRPr="00F91AFB">
        <w:t xml:space="preserve">Ga verder met </w:t>
      </w:r>
      <w:r w:rsidR="00676AFE" w:rsidRPr="00F91AFB">
        <w:fldChar w:fldCharType="begin"/>
      </w:r>
      <w:r w:rsidR="00676AFE" w:rsidRPr="00F91AFB">
        <w:instrText xml:space="preserve"> REF _Ref194087209 \w \h  \* MERGEFORMAT </w:instrText>
      </w:r>
      <w:r w:rsidR="00676AFE" w:rsidRPr="00F91AFB">
        <w:fldChar w:fldCharType="separate"/>
      </w:r>
      <w:r w:rsidR="0014047A">
        <w:t>7</w:t>
      </w:r>
      <w:r w:rsidR="00676AFE" w:rsidRPr="00F91AFB">
        <w:fldChar w:fldCharType="end"/>
      </w:r>
      <w:r w:rsidR="00676AFE" w:rsidRPr="00F91AFB">
        <w:t xml:space="preserve"> </w:t>
      </w:r>
      <w:r w:rsidR="00676AFE" w:rsidRPr="00F91AFB">
        <w:fldChar w:fldCharType="begin"/>
      </w:r>
      <w:r w:rsidR="00676AFE" w:rsidRPr="00F91AFB">
        <w:instrText xml:space="preserve"> REF _Ref194087209 \h  \* MERGEFORMAT </w:instrText>
      </w:r>
      <w:r w:rsidR="00676AFE" w:rsidRPr="00F91AFB">
        <w:fldChar w:fldCharType="separate"/>
      </w:r>
      <w:r w:rsidR="0014047A" w:rsidRPr="0014047A">
        <w:t>Aansturen van operationele processen</w:t>
      </w:r>
      <w:r w:rsidR="00676AFE" w:rsidRPr="00F91AFB">
        <w:fldChar w:fldCharType="end"/>
      </w:r>
    </w:p>
    <w:p w14:paraId="2092744F" w14:textId="77777777" w:rsidR="0002477F" w:rsidRPr="00F91AFB" w:rsidRDefault="0002477F" w:rsidP="0002477F">
      <w:pPr>
        <w:pStyle w:val="Kop2"/>
      </w:pPr>
      <w:bookmarkStart w:id="62" w:name="_Ref143024870"/>
      <w:bookmarkStart w:id="63" w:name="_Toc204442012"/>
      <w:r w:rsidRPr="00F91AFB">
        <w:t>Wijzigen van processen en/of systeem</w:t>
      </w:r>
      <w:bookmarkEnd w:id="62"/>
      <w:bookmarkEnd w:id="63"/>
    </w:p>
    <w:p w14:paraId="2D84ACAE" w14:textId="49796425" w:rsidR="0002477F" w:rsidRDefault="0002477F" w:rsidP="0002477F">
      <w:pPr>
        <w:pStyle w:val="verborgentekst"/>
      </w:pPr>
      <w:r>
        <w:t>** Normreferentie 6.3 / 10.3 **</w:t>
      </w:r>
    </w:p>
    <w:p w14:paraId="31611EB3" w14:textId="766E1428" w:rsidR="006F6B7F" w:rsidRPr="006F6B7F" w:rsidRDefault="006F6B7F" w:rsidP="0002477F">
      <w:pPr>
        <w:pStyle w:val="verborgentekst"/>
        <w:rPr>
          <w:b/>
          <w:bCs/>
          <w:u w:val="single"/>
        </w:rPr>
      </w:pPr>
      <w:r w:rsidRPr="006F6B7F">
        <w:rPr>
          <w:b/>
          <w:bCs/>
          <w:u w:val="single"/>
        </w:rPr>
        <w:t>Stap 49</w:t>
      </w:r>
    </w:p>
    <w:p w14:paraId="639E366D" w14:textId="0EBA6CCB" w:rsidR="00221F07" w:rsidRDefault="00221F07" w:rsidP="00221F07">
      <w:pPr>
        <w:pStyle w:val="verborgentekst"/>
      </w:pPr>
      <w:r>
        <w:t>Naast het ontwerpen en ontwikkelen van producten en diensten, kan het succes van een product of</w:t>
      </w:r>
      <w:r w:rsidR="00FA5549">
        <w:t xml:space="preserve"> </w:t>
      </w:r>
      <w:r>
        <w:t>dienst ook worden verbeterd als wordt gezorgd dat er minder 'defecte' producten worden</w:t>
      </w:r>
      <w:r w:rsidR="00FA5549">
        <w:t xml:space="preserve"> </w:t>
      </w:r>
      <w:r>
        <w:t>geleverd. Ook dat zal de tevredenheid van klanten verhogen.</w:t>
      </w:r>
    </w:p>
    <w:p w14:paraId="190470A5" w14:textId="466E3783" w:rsidR="00221F07" w:rsidRDefault="00221F07" w:rsidP="00221F07">
      <w:pPr>
        <w:pStyle w:val="verborgentekst"/>
      </w:pPr>
      <w:r>
        <w:t>Het wijzigen van een proces of het systeem is iets anders dan corrigerende maatregelen. Een</w:t>
      </w:r>
      <w:r w:rsidR="00FA5549">
        <w:t xml:space="preserve"> </w:t>
      </w:r>
      <w:r>
        <w:t>corrigerende maatregel is het terugbrengen van een proces in de oorspronkelijke staat.</w:t>
      </w:r>
    </w:p>
    <w:p w14:paraId="0545530D" w14:textId="1034278D" w:rsidR="00221F07" w:rsidRDefault="00221F07" w:rsidP="00221F07">
      <w:pPr>
        <w:pStyle w:val="verborgentekst"/>
      </w:pPr>
      <w:r>
        <w:lastRenderedPageBreak/>
        <w:t>Corrigerende maatregelen zijn nodig als er een (structurele) afwijking is vastgesteld, maar</w:t>
      </w:r>
      <w:r w:rsidR="00FA5549">
        <w:t xml:space="preserve"> </w:t>
      </w:r>
      <w:r>
        <w:t>tegelijkertijd geen aanleiding is om aan te nemen dat het proces oorspronkelijk niet in orde was.</w:t>
      </w:r>
    </w:p>
    <w:p w14:paraId="3EAB4165" w14:textId="1644C3ED" w:rsidR="0002477F" w:rsidRPr="002B2211" w:rsidRDefault="00221F07" w:rsidP="0002477F">
      <w:pPr>
        <w:pStyle w:val="verborgentekst"/>
      </w:pPr>
      <w:r>
        <w:t>Als echter vast is komen te staan dat het proces oorspronkelijk niet helemaal optimaal was, dan kan</w:t>
      </w:r>
      <w:r w:rsidR="00FA5549">
        <w:t xml:space="preserve"> </w:t>
      </w:r>
      <w:r>
        <w:t>worden besloten om het proces opnieuw te ontwerpen</w:t>
      </w:r>
      <w:r w:rsidR="00FF2D41">
        <w:t>.</w:t>
      </w:r>
    </w:p>
    <w:p w14:paraId="4AF8866C" w14:textId="77777777" w:rsidR="0002477F" w:rsidRDefault="0002477F" w:rsidP="0002477F">
      <w:r>
        <w:t>Het doel van deze activiteiten is het op zorgvuldige wijze doorvoeren van wijzigingen (onderdelen van) het kwaliteitsmanagementsysteem, inclusief de processen behorend tot het systeem.</w:t>
      </w:r>
    </w:p>
    <w:p w14:paraId="3B49C90F" w14:textId="5A01B121" w:rsidR="0002477F" w:rsidRPr="002208B9" w:rsidRDefault="0002477F" w:rsidP="0002477F">
      <w:pPr>
        <w:rPr>
          <w:vanish/>
          <w:specVanish/>
        </w:rPr>
      </w:pPr>
      <w:r>
        <w:t xml:space="preserve">Buiten het toepassingsgebied van dit onderdeel vallen de wijzigingen aan het kwaliteitsmanagementsysteem als gevolg van ontwerp en </w:t>
      </w:r>
      <w:r w:rsidRPr="00DE152C">
        <w:t xml:space="preserve">ontwikkelactiviteiten (zie </w:t>
      </w:r>
      <w:r w:rsidR="00DE152C" w:rsidRPr="00DE152C">
        <w:fldChar w:fldCharType="begin"/>
      </w:r>
      <w:r w:rsidR="00DE152C" w:rsidRPr="00DE152C">
        <w:instrText xml:space="preserve"> REF _Ref194002595 \r \h </w:instrText>
      </w:r>
      <w:r w:rsidR="00DE152C">
        <w:instrText xml:space="preserve"> \* MERGEFORMAT </w:instrText>
      </w:r>
      <w:r w:rsidR="00DE152C" w:rsidRPr="00DE152C">
        <w:fldChar w:fldCharType="separate"/>
      </w:r>
      <w:r w:rsidR="0014047A">
        <w:t>6.1</w:t>
      </w:r>
      <w:r w:rsidR="00DE152C" w:rsidRPr="00DE152C">
        <w:fldChar w:fldCharType="end"/>
      </w:r>
      <w:r w:rsidRPr="00DE152C">
        <w:t>) e</w:t>
      </w:r>
      <w:r>
        <w:t xml:space="preserve">n maatregelen (zie Operationeel Handboek </w:t>
      </w:r>
      <w:r w:rsidR="007544F1">
        <w:t>5.2</w:t>
      </w:r>
      <w:r>
        <w:t xml:space="preserve">). </w:t>
      </w:r>
    </w:p>
    <w:p w14:paraId="390A060C" w14:textId="1F3DF1E4" w:rsidR="002208B9" w:rsidRDefault="002208B9" w:rsidP="002208B9">
      <w:pPr>
        <w:pStyle w:val="verborgentekst"/>
      </w:pPr>
      <w:r>
        <w:t xml:space="preserve"> Bij meerdere Operationeel Handboek deze verwijzing aanpassen.</w:t>
      </w:r>
    </w:p>
    <w:p w14:paraId="18B3068A" w14:textId="77777777" w:rsidR="0002477F" w:rsidRDefault="0002477F" w:rsidP="0002477F">
      <w:r>
        <w:t>De input voor deze activiteiten bestaat uit:</w:t>
      </w:r>
    </w:p>
    <w:p w14:paraId="270E978E" w14:textId="77777777" w:rsidR="0002477F" w:rsidRDefault="0002477F" w:rsidP="0002477F">
      <w:pPr>
        <w:pStyle w:val="Lijstalinea"/>
        <w:numPr>
          <w:ilvl w:val="0"/>
          <w:numId w:val="10"/>
        </w:numPr>
      </w:pPr>
      <w:r>
        <w:t>Kans voor verbetering</w:t>
      </w:r>
    </w:p>
    <w:p w14:paraId="75D8D7A2" w14:textId="77777777" w:rsidR="0002477F" w:rsidRDefault="0002477F" w:rsidP="0002477F">
      <w:pPr>
        <w:pStyle w:val="Lijstalinea"/>
        <w:numPr>
          <w:ilvl w:val="0"/>
          <w:numId w:val="10"/>
        </w:numPr>
      </w:pPr>
      <w:r>
        <w:t>Noodzaak voor wijzigingen in het systeem</w:t>
      </w:r>
    </w:p>
    <w:p w14:paraId="1AD552C5" w14:textId="77777777" w:rsidR="0002477F" w:rsidRDefault="0002477F" w:rsidP="0002477F">
      <w:pPr>
        <w:pStyle w:val="Lijstalinea"/>
        <w:numPr>
          <w:ilvl w:val="1"/>
          <w:numId w:val="10"/>
        </w:numPr>
      </w:pPr>
      <w:r>
        <w:t>(nieuwe) actie om een risico aan te pakken</w:t>
      </w:r>
    </w:p>
    <w:p w14:paraId="04D51F38" w14:textId="77777777" w:rsidR="0002477F" w:rsidRDefault="0002477F" w:rsidP="0002477F">
      <w:pPr>
        <w:pStyle w:val="Lijstalinea"/>
        <w:numPr>
          <w:ilvl w:val="1"/>
          <w:numId w:val="10"/>
        </w:numPr>
      </w:pPr>
      <w:r>
        <w:t>(nieuwe) actie om een kans op te pakken</w:t>
      </w:r>
    </w:p>
    <w:p w14:paraId="7F1B5E0A" w14:textId="77777777" w:rsidR="0002477F" w:rsidRDefault="0002477F" w:rsidP="0002477F">
      <w:pPr>
        <w:pStyle w:val="Lijstalinea"/>
        <w:numPr>
          <w:ilvl w:val="1"/>
          <w:numId w:val="10"/>
        </w:numPr>
      </w:pPr>
      <w:r>
        <w:t>Escalatie van een corrigerende maatregel</w:t>
      </w:r>
    </w:p>
    <w:p w14:paraId="57F39666" w14:textId="77777777" w:rsidR="0002477F" w:rsidRDefault="0002477F" w:rsidP="0002477F">
      <w:pPr>
        <w:pStyle w:val="Lijstalinea"/>
        <w:numPr>
          <w:ilvl w:val="1"/>
          <w:numId w:val="10"/>
        </w:numPr>
      </w:pPr>
      <w:r>
        <w:t xml:space="preserve">Wijziging in certificatie-eisen </w:t>
      </w:r>
    </w:p>
    <w:p w14:paraId="36DDAF22" w14:textId="77777777" w:rsidR="0002477F" w:rsidRPr="001F202F" w:rsidRDefault="0002477F" w:rsidP="0002477F">
      <w:pPr>
        <w:pStyle w:val="Lijstalinea"/>
        <w:numPr>
          <w:ilvl w:val="0"/>
          <w:numId w:val="10"/>
        </w:numPr>
      </w:pPr>
      <w:r>
        <w:t>Behoefte aan middelen</w:t>
      </w:r>
    </w:p>
    <w:p w14:paraId="70EC5B3A" w14:textId="088FE011" w:rsidR="00EF4798" w:rsidRDefault="00F950CA" w:rsidP="00EF4798">
      <w:pPr>
        <w:keepNext/>
        <w:jc w:val="center"/>
      </w:pPr>
      <w:r>
        <w:rPr>
          <w:noProof/>
        </w:rPr>
        <w:drawing>
          <wp:inline distT="0" distB="0" distL="0" distR="0" wp14:anchorId="53F36458" wp14:editId="6D0A0F59">
            <wp:extent cx="1071951" cy="2373085"/>
            <wp:effectExtent l="0" t="0" r="0" b="8255"/>
            <wp:docPr id="61012931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7987" cy="2408586"/>
                    </a:xfrm>
                    <a:prstGeom prst="rect">
                      <a:avLst/>
                    </a:prstGeom>
                    <a:noFill/>
                  </pic:spPr>
                </pic:pic>
              </a:graphicData>
            </a:graphic>
          </wp:inline>
        </w:drawing>
      </w:r>
    </w:p>
    <w:p w14:paraId="71946A4A" w14:textId="5DD66083" w:rsidR="0002477F" w:rsidRDefault="00EF4798" w:rsidP="00EF4798">
      <w:pPr>
        <w:pStyle w:val="Bijschrift"/>
        <w:jc w:val="center"/>
      </w:pPr>
      <w:r>
        <w:t xml:space="preserve">Figuur </w:t>
      </w:r>
      <w:fldSimple w:instr=" STYLEREF 1 \s ">
        <w:r w:rsidR="0014047A">
          <w:rPr>
            <w:noProof/>
          </w:rPr>
          <w:t>6</w:t>
        </w:r>
      </w:fldSimple>
      <w:r w:rsidR="00D311E3">
        <w:noBreakHyphen/>
      </w:r>
      <w:fldSimple w:instr=" SEQ Figuur \* ARABIC \s 1 ">
        <w:r w:rsidR="0014047A">
          <w:rPr>
            <w:noProof/>
          </w:rPr>
          <w:t>2</w:t>
        </w:r>
      </w:fldSimple>
      <w:r>
        <w:t xml:space="preserve"> - flowchart </w:t>
      </w:r>
      <w:r w:rsidRPr="00EF4798">
        <w:t>6.3</w:t>
      </w:r>
      <w:r w:rsidRPr="00EF4798">
        <w:tab/>
        <w:t>Wijzigen van processen en/of systeem</w:t>
      </w:r>
    </w:p>
    <w:tbl>
      <w:tblPr>
        <w:tblStyle w:val="Tabelraster"/>
        <w:tblW w:w="0" w:type="auto"/>
        <w:tblLook w:val="04A0" w:firstRow="1" w:lastRow="0" w:firstColumn="1" w:lastColumn="0" w:noHBand="0" w:noVBand="1"/>
      </w:tblPr>
      <w:tblGrid>
        <w:gridCol w:w="1271"/>
        <w:gridCol w:w="2835"/>
        <w:gridCol w:w="4956"/>
      </w:tblGrid>
      <w:tr w:rsidR="0002477F" w14:paraId="15842720" w14:textId="77777777" w:rsidTr="00F639FD">
        <w:tc>
          <w:tcPr>
            <w:tcW w:w="1271" w:type="dxa"/>
          </w:tcPr>
          <w:p w14:paraId="65BE88E6" w14:textId="77777777" w:rsidR="0002477F" w:rsidRDefault="0002477F" w:rsidP="00F639FD">
            <w:r>
              <w:t>Stap</w:t>
            </w:r>
          </w:p>
        </w:tc>
        <w:tc>
          <w:tcPr>
            <w:tcW w:w="2835" w:type="dxa"/>
          </w:tcPr>
          <w:p w14:paraId="5996CEAC" w14:textId="77777777" w:rsidR="0002477F" w:rsidRDefault="0002477F" w:rsidP="00F639FD">
            <w:r>
              <w:t>Verantwoordelijke</w:t>
            </w:r>
          </w:p>
        </w:tc>
        <w:tc>
          <w:tcPr>
            <w:tcW w:w="4956" w:type="dxa"/>
          </w:tcPr>
          <w:p w14:paraId="098384A3" w14:textId="77777777" w:rsidR="0002477F" w:rsidRDefault="0002477F" w:rsidP="00F639FD">
            <w:r>
              <w:t>Toelichting</w:t>
            </w:r>
          </w:p>
        </w:tc>
      </w:tr>
      <w:tr w:rsidR="0002477F" w14:paraId="5B6763ED" w14:textId="77777777" w:rsidTr="00F639FD">
        <w:tc>
          <w:tcPr>
            <w:tcW w:w="1271" w:type="dxa"/>
          </w:tcPr>
          <w:p w14:paraId="09DDBC29" w14:textId="77777777" w:rsidR="0002477F" w:rsidRDefault="0002477F" w:rsidP="00F639FD">
            <w:r>
              <w:t>1</w:t>
            </w:r>
          </w:p>
        </w:tc>
        <w:tc>
          <w:tcPr>
            <w:tcW w:w="2835" w:type="dxa"/>
          </w:tcPr>
          <w:p w14:paraId="1A8839F4" w14:textId="77777777" w:rsidR="0002477F" w:rsidRDefault="0002477F" w:rsidP="00F639FD">
            <w:r>
              <w:t>Proceseigenaar</w:t>
            </w:r>
          </w:p>
        </w:tc>
        <w:tc>
          <w:tcPr>
            <w:tcW w:w="4956" w:type="dxa"/>
          </w:tcPr>
          <w:p w14:paraId="7723FCEF" w14:textId="77777777" w:rsidR="0002477F" w:rsidRDefault="0002477F" w:rsidP="00F639FD">
            <w:r>
              <w:t>Identificeren de doelstelling (wat willen we bereiken met de wijziging?) en het beoogde resultaat van de wijziging.</w:t>
            </w:r>
          </w:p>
          <w:p w14:paraId="3AAB5EFA" w14:textId="77777777" w:rsidR="0002477F" w:rsidRDefault="0002477F" w:rsidP="00F639FD">
            <w:pPr>
              <w:spacing w:after="160" w:line="259" w:lineRule="auto"/>
            </w:pPr>
            <w:r>
              <w:t>Evalueren van huidige situatie en bepalen welke onderdelen van het managementsysteem moeten worden aangepast of verbeterd om de doelstellingen te bereiken.</w:t>
            </w:r>
          </w:p>
        </w:tc>
      </w:tr>
      <w:tr w:rsidR="0002477F" w14:paraId="534994ED" w14:textId="77777777" w:rsidTr="00F639FD">
        <w:tc>
          <w:tcPr>
            <w:tcW w:w="1271" w:type="dxa"/>
          </w:tcPr>
          <w:p w14:paraId="28716366" w14:textId="77777777" w:rsidR="0002477F" w:rsidRDefault="0002477F" w:rsidP="00F639FD">
            <w:r>
              <w:t>2</w:t>
            </w:r>
          </w:p>
        </w:tc>
        <w:tc>
          <w:tcPr>
            <w:tcW w:w="2835" w:type="dxa"/>
          </w:tcPr>
          <w:p w14:paraId="20FF13E7" w14:textId="77777777" w:rsidR="0002477F" w:rsidRDefault="0002477F" w:rsidP="00F639FD">
            <w:r>
              <w:t>Werkgroep</w:t>
            </w:r>
          </w:p>
        </w:tc>
        <w:tc>
          <w:tcPr>
            <w:tcW w:w="4956" w:type="dxa"/>
          </w:tcPr>
          <w:p w14:paraId="74AB4235" w14:textId="77777777" w:rsidR="0002477F" w:rsidRDefault="0002477F" w:rsidP="00F639FD">
            <w:r>
              <w:t xml:space="preserve">Ontwikkelen van een plan om de gewenste wijziging te implementeren. Dit omvat het identificeren van de benodigde middelen, het toewijzen van </w:t>
            </w:r>
            <w:r>
              <w:lastRenderedPageBreak/>
              <w:t>verantwoordelijkheden en het bepalen van de tijdslijnen.</w:t>
            </w:r>
          </w:p>
          <w:p w14:paraId="6917DB6B" w14:textId="77777777" w:rsidR="0002477F" w:rsidRDefault="0002477F" w:rsidP="00F639FD">
            <w:pPr>
              <w:spacing w:after="160" w:line="259" w:lineRule="auto"/>
            </w:pPr>
            <w:r>
              <w:t>Maak een communicatiestrategie om de wijziging aan alle betrokkenen uit te leggen en draagvlak te creëren.</w:t>
            </w:r>
          </w:p>
        </w:tc>
      </w:tr>
      <w:tr w:rsidR="0002477F" w14:paraId="534EB886" w14:textId="77777777" w:rsidTr="00F639FD">
        <w:tc>
          <w:tcPr>
            <w:tcW w:w="1271" w:type="dxa"/>
          </w:tcPr>
          <w:p w14:paraId="48E32801" w14:textId="77777777" w:rsidR="0002477F" w:rsidRDefault="0002477F" w:rsidP="00F639FD">
            <w:r>
              <w:lastRenderedPageBreak/>
              <w:t>3</w:t>
            </w:r>
          </w:p>
        </w:tc>
        <w:tc>
          <w:tcPr>
            <w:tcW w:w="2835" w:type="dxa"/>
          </w:tcPr>
          <w:p w14:paraId="4D829B62" w14:textId="77777777" w:rsidR="0002477F" w:rsidRDefault="0002477F" w:rsidP="00F639FD">
            <w:r>
              <w:t>Proceseigenaar</w:t>
            </w:r>
          </w:p>
        </w:tc>
        <w:tc>
          <w:tcPr>
            <w:tcW w:w="4956" w:type="dxa"/>
          </w:tcPr>
          <w:p w14:paraId="268FE375" w14:textId="77777777" w:rsidR="0002477F" w:rsidRDefault="0002477F" w:rsidP="00F639FD">
            <w:r>
              <w:t>Het plan uitvoeren volgens de opgestelde tijdslijnen. De activiteiten coördineren, zorgen voor de benodigde ondersteuning en bewaken van de voortgang.</w:t>
            </w:r>
          </w:p>
          <w:p w14:paraId="23AC5D73" w14:textId="77777777" w:rsidR="0002477F" w:rsidRDefault="0002477F" w:rsidP="00F639FD">
            <w:pPr>
              <w:spacing w:after="160" w:line="259" w:lineRule="auto"/>
            </w:pPr>
            <w:r>
              <w:t>Regelmatig communiceren met de betrokkenen, zorgen voor duidelijke instructies en hulp of training bieden als dat nodig.</w:t>
            </w:r>
          </w:p>
          <w:p w14:paraId="7915C5B5" w14:textId="7CAF5B77" w:rsidR="003B1174" w:rsidRDefault="003B1174" w:rsidP="003B1174">
            <w:pPr>
              <w:pStyle w:val="verborgentekst"/>
            </w:pPr>
            <w:r>
              <w:t>Onderdeel hiervan is altijd het valideren van het proces. Eigenlijk niet meer dat het eerst voorzichtig uitproberen van de nieuwe werkwijze voordat het breed toegepast gaat worden. De aanpak hiervoor kan heel klein en simpel zijn, maar kan ook bij een project op zichzelf zijn. Denk hierbij ook aan de ‘uitrol’ van een nieuwe applicatie. Een eenvoudige applicatie wordt een keer bekeken en geïnstalleerd; een CRM- of ERP-applicatie wordt eerst langere tijd in een testomgeving beproefd.</w:t>
            </w:r>
          </w:p>
        </w:tc>
      </w:tr>
      <w:tr w:rsidR="0002477F" w14:paraId="5308195F" w14:textId="77777777" w:rsidTr="00F639FD">
        <w:tc>
          <w:tcPr>
            <w:tcW w:w="1271" w:type="dxa"/>
          </w:tcPr>
          <w:p w14:paraId="0E09CB9E" w14:textId="77777777" w:rsidR="0002477F" w:rsidRDefault="0002477F" w:rsidP="00F639FD">
            <w:r>
              <w:t>4</w:t>
            </w:r>
          </w:p>
        </w:tc>
        <w:tc>
          <w:tcPr>
            <w:tcW w:w="2835" w:type="dxa"/>
          </w:tcPr>
          <w:p w14:paraId="28D52532" w14:textId="77777777" w:rsidR="0002477F" w:rsidRDefault="0002477F" w:rsidP="00F639FD">
            <w:r>
              <w:t>Kwaliteitsmanager</w:t>
            </w:r>
          </w:p>
        </w:tc>
        <w:tc>
          <w:tcPr>
            <w:tcW w:w="4956" w:type="dxa"/>
          </w:tcPr>
          <w:p w14:paraId="1400BCDE" w14:textId="5E223ECE" w:rsidR="0002477F" w:rsidRDefault="0002477F" w:rsidP="00F639FD">
            <w:pPr>
              <w:spacing w:after="160" w:line="259" w:lineRule="auto"/>
            </w:pPr>
            <w:r>
              <w:t xml:space="preserve">De implementatie en effectiviteit van de wijziging evalueren en beoordelen in hoeverre de gestelde doelen zijn bereikt. Dit kan eventueel middels een speciale interne audit (zie </w:t>
            </w:r>
            <w:r w:rsidR="007544F1">
              <w:fldChar w:fldCharType="begin"/>
            </w:r>
            <w:r w:rsidR="007544F1">
              <w:instrText xml:space="preserve"> REF _Ref143025060 \w \h </w:instrText>
            </w:r>
            <w:r w:rsidR="007544F1">
              <w:fldChar w:fldCharType="separate"/>
            </w:r>
            <w:r w:rsidR="0014047A">
              <w:t>8.1</w:t>
            </w:r>
            <w:r w:rsidR="007544F1">
              <w:fldChar w:fldCharType="end"/>
            </w:r>
            <w:r w:rsidR="007544F1">
              <w:t xml:space="preserve"> </w:t>
            </w:r>
            <w:r w:rsidR="007544F1">
              <w:fldChar w:fldCharType="begin"/>
            </w:r>
            <w:r w:rsidR="007544F1">
              <w:instrText xml:space="preserve"> REF _Ref143025060 \h </w:instrText>
            </w:r>
            <w:r w:rsidR="007544F1">
              <w:fldChar w:fldCharType="separate"/>
            </w:r>
            <w:r w:rsidR="0014047A" w:rsidRPr="00566D82">
              <w:t>Interne audits</w:t>
            </w:r>
            <w:r w:rsidR="007544F1">
              <w:fldChar w:fldCharType="end"/>
            </w:r>
            <w:r w:rsidR="007544F1">
              <w:t>)</w:t>
            </w:r>
          </w:p>
          <w:p w14:paraId="7B5A51FC" w14:textId="77777777" w:rsidR="0002477F" w:rsidRDefault="0002477F" w:rsidP="00F639FD">
            <w:pPr>
              <w:spacing w:after="160" w:line="259" w:lineRule="auto"/>
            </w:pPr>
            <w:r>
              <w:t>Identificeren of er knelpunten of obstakels zijn opgetreden en plannen ontwikkelen om deze aan te pakken.</w:t>
            </w:r>
          </w:p>
        </w:tc>
      </w:tr>
    </w:tbl>
    <w:p w14:paraId="78C22FD8" w14:textId="77777777" w:rsidR="0002477F" w:rsidRDefault="0002477F" w:rsidP="0002477F"/>
    <w:p w14:paraId="4CB2659B" w14:textId="77777777" w:rsidR="0002477F" w:rsidRPr="00DC3DEC" w:rsidRDefault="0002477F" w:rsidP="0002477F">
      <w:r>
        <w:t xml:space="preserve">Het beoogde resultaat is een doeltreffend doorgevoerde wijziging in het </w:t>
      </w:r>
      <w:r w:rsidRPr="00DC3DEC">
        <w:t>kwaliteitsmanagementsysteem. In veel gevallen gaat dit gepaard met gewijzigde documentatie.</w:t>
      </w:r>
    </w:p>
    <w:p w14:paraId="568AD9B1" w14:textId="54573884" w:rsidR="00FF2D41" w:rsidRPr="00DC3DEC" w:rsidRDefault="000F3167" w:rsidP="000F3167">
      <w:pPr>
        <w:pStyle w:val="verborgentekst"/>
      </w:pPr>
      <w:r w:rsidRPr="00DC3DEC">
        <w:t xml:space="preserve">Ga verder met </w:t>
      </w:r>
      <w:r w:rsidR="00383D76" w:rsidRPr="00DC3DEC">
        <w:fldChar w:fldCharType="begin"/>
      </w:r>
      <w:r w:rsidR="00383D76" w:rsidRPr="00DC3DEC">
        <w:instrText xml:space="preserve"> REF _Ref142939185 \w \h  \* MERGEFORMAT </w:instrText>
      </w:r>
      <w:r w:rsidR="00383D76" w:rsidRPr="00DC3DEC">
        <w:fldChar w:fldCharType="separate"/>
      </w:r>
      <w:r w:rsidR="0014047A">
        <w:t>6.4</w:t>
      </w:r>
      <w:r w:rsidR="00383D76" w:rsidRPr="00DC3DEC">
        <w:fldChar w:fldCharType="end"/>
      </w:r>
      <w:r w:rsidR="00383D76" w:rsidRPr="00DC3DEC">
        <w:fldChar w:fldCharType="begin"/>
      </w:r>
      <w:r w:rsidR="00383D76" w:rsidRPr="00DC3DEC">
        <w:instrText xml:space="preserve"> REF _Ref142939185 \h  \* MERGEFORMAT </w:instrText>
      </w:r>
      <w:r w:rsidR="00383D76" w:rsidRPr="00DC3DEC">
        <w:fldChar w:fldCharType="separate"/>
      </w:r>
      <w:r w:rsidR="0014047A" w:rsidRPr="00DC3DEC">
        <w:t>Identificeren risico’s en kansen (opportuniteiten)</w:t>
      </w:r>
      <w:r w:rsidR="00383D76" w:rsidRPr="00DC3DEC">
        <w:fldChar w:fldCharType="end"/>
      </w:r>
    </w:p>
    <w:p w14:paraId="3F9A217D" w14:textId="564D0334" w:rsidR="00A419E4" w:rsidRPr="00DC3DEC" w:rsidRDefault="004C239E" w:rsidP="00A419E4">
      <w:pPr>
        <w:pStyle w:val="Kop2"/>
      </w:pPr>
      <w:bookmarkStart w:id="64" w:name="_Ref142939185"/>
      <w:bookmarkStart w:id="65" w:name="_Ref142939192"/>
      <w:bookmarkStart w:id="66" w:name="_Toc204442013"/>
      <w:r w:rsidRPr="00DC3DEC">
        <w:t>Identificeren r</w:t>
      </w:r>
      <w:r w:rsidR="00A419E4" w:rsidRPr="00DC3DEC">
        <w:t>isico’s en kansen</w:t>
      </w:r>
      <w:r w:rsidR="00267FCE" w:rsidRPr="00DC3DEC">
        <w:t xml:space="preserve"> (opportuniteiten)</w:t>
      </w:r>
      <w:bookmarkEnd w:id="64"/>
      <w:bookmarkEnd w:id="65"/>
      <w:bookmarkEnd w:id="66"/>
    </w:p>
    <w:p w14:paraId="52EDAF3E" w14:textId="6EF0C6D7" w:rsidR="008E073D" w:rsidRDefault="008E073D" w:rsidP="00243D19">
      <w:pPr>
        <w:pStyle w:val="verborgentekst"/>
      </w:pPr>
      <w:r>
        <w:t>** Normreferentie 6.1 **</w:t>
      </w:r>
    </w:p>
    <w:p w14:paraId="1AD1FAE5" w14:textId="2E58EB3D" w:rsidR="00335170" w:rsidRPr="00335170" w:rsidRDefault="00335170" w:rsidP="00243D19">
      <w:pPr>
        <w:pStyle w:val="verborgentekst"/>
        <w:rPr>
          <w:b/>
          <w:bCs/>
          <w:u w:val="single"/>
        </w:rPr>
      </w:pPr>
      <w:r w:rsidRPr="00335170">
        <w:rPr>
          <w:b/>
          <w:bCs/>
          <w:u w:val="single"/>
        </w:rPr>
        <w:t>Stap 13</w:t>
      </w:r>
    </w:p>
    <w:p w14:paraId="00CA7AA5" w14:textId="18C9D4CD" w:rsidR="00243D19" w:rsidRDefault="00BA63F7" w:rsidP="00BA63F7">
      <w:pPr>
        <w:pStyle w:val="verborgentekst"/>
      </w:pPr>
      <w:r>
        <w:t>De onderstaande activiteiten zijn mogelijk nog niet geïmplementeerd in de organisatie. Dit moet</w:t>
      </w:r>
      <w:r w:rsidR="00FA5549">
        <w:t xml:space="preserve"> </w:t>
      </w:r>
      <w:r>
        <w:t>wel gebeuren. In deze paragraaf wordt de gevolgde aanpak beschreven. Het daadwerkelijk</w:t>
      </w:r>
      <w:r w:rsidR="00E113F3">
        <w:t xml:space="preserve"> </w:t>
      </w:r>
      <w:r>
        <w:t xml:space="preserve">inventariseren van de risico's en kansen komt bij het opstellen van </w:t>
      </w:r>
      <w:r w:rsidR="004B18D3">
        <w:t xml:space="preserve">het </w:t>
      </w:r>
      <w:r w:rsidR="00D35245">
        <w:t>O</w:t>
      </w:r>
      <w:r w:rsidR="004B18D3">
        <w:t xml:space="preserve">perationeel </w:t>
      </w:r>
      <w:r w:rsidR="00D35245">
        <w:t>H</w:t>
      </w:r>
      <w:r w:rsidR="004B18D3">
        <w:t>andboek.</w:t>
      </w:r>
    </w:p>
    <w:p w14:paraId="7B395CE7" w14:textId="2AA1E1BF" w:rsidR="008849AF" w:rsidRDefault="00000000" w:rsidP="00A419E4">
      <w:sdt>
        <w:sdtPr>
          <w:alias w:val="Bedrijf"/>
          <w:tag w:val=""/>
          <w:id w:val="-1150439717"/>
          <w:placeholder>
            <w:docPart w:val="2F0B64B8CFE84295935868318816E2CD"/>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27503">
        <w:t xml:space="preserve"> </w:t>
      </w:r>
      <w:r w:rsidR="008849AF">
        <w:t>heeft voor ieder proces (zie Operationeel Handboek</w:t>
      </w:r>
      <w:r w:rsidR="00C74D3B" w:rsidRPr="00C74D3B">
        <w:rPr>
          <w:highlight w:val="cyan"/>
        </w:rPr>
        <w:t>(en)</w:t>
      </w:r>
      <w:r w:rsidR="008849AF">
        <w:t xml:space="preserve">) </w:t>
      </w:r>
      <w:r w:rsidR="00762ABF">
        <w:t xml:space="preserve">bepaald wat de belangrijkste risico’s en kansen (opportuniteiten) zijn. </w:t>
      </w:r>
    </w:p>
    <w:p w14:paraId="7B536AC7" w14:textId="554465E6" w:rsidR="00C1306E" w:rsidRPr="00243D19" w:rsidRDefault="00391E1B" w:rsidP="00391E1B">
      <w:pPr>
        <w:pStyle w:val="verborgentekst"/>
      </w:pPr>
      <w:r>
        <w:lastRenderedPageBreak/>
        <w:t>Omdat het belangrijk is dat met name medewerkers op de hoogte zijn van de risico's in hun</w:t>
      </w:r>
      <w:r w:rsidR="00E113F3">
        <w:t xml:space="preserve"> </w:t>
      </w:r>
      <w:r>
        <w:t>dagelijkse werk, wordt het overzicht met risico's en kansen een aantal keer besproken en aangepast</w:t>
      </w:r>
      <w:r w:rsidR="00E113F3">
        <w:t xml:space="preserve"> </w:t>
      </w:r>
      <w:r>
        <w:t>en/of aangevuld. Bepaal zelf hoe vaak deze evaluatie wordt gedaan en wie erbij betrokken zijn.</w:t>
      </w:r>
    </w:p>
    <w:p w14:paraId="120BFCAF" w14:textId="3F8A6492" w:rsidR="00A419E4" w:rsidRDefault="00267FCE" w:rsidP="00A419E4">
      <w:r>
        <w:t>Risico’s en kansen</w:t>
      </w:r>
      <w:r w:rsidR="002F4688">
        <w:t xml:space="preserve"> (opportuniteiten)</w:t>
      </w:r>
      <w:r>
        <w:t xml:space="preserve"> worden </w:t>
      </w:r>
      <w:r w:rsidRPr="00CE41AE">
        <w:rPr>
          <w:highlight w:val="yellow"/>
        </w:rPr>
        <w:t>4x</w:t>
      </w:r>
      <w:r>
        <w:t xml:space="preserve"> per jaar geëvalueerd. Hierbij zijn de volgende functionarissen betrokken:</w:t>
      </w:r>
    </w:p>
    <w:p w14:paraId="2E803D24" w14:textId="79E7DDAB" w:rsidR="00267FCE" w:rsidRDefault="00267FCE" w:rsidP="00646713">
      <w:pPr>
        <w:pStyle w:val="Lijstalinea"/>
        <w:numPr>
          <w:ilvl w:val="0"/>
          <w:numId w:val="6"/>
        </w:numPr>
      </w:pPr>
      <w:r w:rsidRPr="00243D19">
        <w:rPr>
          <w:highlight w:val="yellow"/>
        </w:rPr>
        <w:t>….</w:t>
      </w:r>
    </w:p>
    <w:p w14:paraId="127B8CD2" w14:textId="6BF11F01" w:rsidR="00267FCE" w:rsidRDefault="00267FCE" w:rsidP="00267FCE">
      <w:r>
        <w:t xml:space="preserve">De risico’s en kansen </w:t>
      </w:r>
      <w:r w:rsidR="002F4688">
        <w:t xml:space="preserve">(opportuniteiten) </w:t>
      </w:r>
      <w:r>
        <w:t xml:space="preserve">worden gewogen naar hun </w:t>
      </w:r>
      <w:r w:rsidR="00B7768E">
        <w:t xml:space="preserve">ernst </w:t>
      </w:r>
      <w:r w:rsidRPr="00474EAC">
        <w:rPr>
          <w:i/>
          <w:iCs/>
        </w:rPr>
        <w:t>(mogelijke impact op het vermogen van</w:t>
      </w:r>
      <w:r w:rsidR="00A27503" w:rsidRPr="00474EAC">
        <w:rPr>
          <w:i/>
          <w:iCs/>
        </w:rPr>
        <w:t xml:space="preserve"> </w:t>
      </w:r>
      <w:sdt>
        <w:sdtPr>
          <w:rPr>
            <w:i/>
            <w:iCs/>
          </w:rPr>
          <w:alias w:val="Bedrijf"/>
          <w:tag w:val=""/>
          <w:id w:val="-597795943"/>
          <w:placeholder>
            <w:docPart w:val="823A2C5B21664395AD827F32FEC6343A"/>
          </w:placeholder>
          <w:dataBinding w:prefixMappings="xmlns:ns0='http://schemas.openxmlformats.org/officeDocument/2006/extended-properties' " w:xpath="/ns0:Properties[1]/ns0:Company[1]" w:storeItemID="{6668398D-A668-4E3E-A5EB-62B293D839F1}"/>
          <w:text/>
        </w:sdtPr>
        <w:sdtContent>
          <w:r w:rsidR="00AF6EA6">
            <w:rPr>
              <w:i/>
              <w:iCs/>
            </w:rPr>
            <w:t>[Organisatie]</w:t>
          </w:r>
        </w:sdtContent>
      </w:sdt>
      <w:r w:rsidRPr="00474EAC">
        <w:rPr>
          <w:i/>
          <w:iCs/>
        </w:rPr>
        <w:t xml:space="preserve"> om consequent producten en diensten te leveren die aan de eisen voldoen en daarmee de impact op de klanttevredenheid</w:t>
      </w:r>
      <w:r w:rsidR="00B7768E" w:rsidRPr="00474EAC">
        <w:rPr>
          <w:i/>
          <w:iCs/>
        </w:rPr>
        <w:t>)</w:t>
      </w:r>
      <w:r w:rsidRPr="00474EAC">
        <w:rPr>
          <w:i/>
          <w:iCs/>
        </w:rPr>
        <w:t>.</w:t>
      </w:r>
      <w:r>
        <w:t xml:space="preserve"> </w:t>
      </w:r>
    </w:p>
    <w:p w14:paraId="48AAE07B" w14:textId="3FB3A3DE" w:rsidR="00F72D0F" w:rsidRDefault="00D71AE0" w:rsidP="00267FCE">
      <w:r>
        <w:t xml:space="preserve">Hierbij wordt een </w:t>
      </w:r>
      <w:r w:rsidR="0057312B">
        <w:t>3</w:t>
      </w:r>
      <w:r>
        <w:t>-punt schaal gehanteerd om een indicatie te geven van de relatieve omvang</w:t>
      </w:r>
      <w:r w:rsidR="00A56934">
        <w:t xml:space="preserve">, waarbij 1 staat minimaal en </w:t>
      </w:r>
      <w:r w:rsidR="00875819">
        <w:t>3</w:t>
      </w:r>
      <w:r w:rsidR="00A56934">
        <w:t xml:space="preserve"> voor maximaal.</w:t>
      </w:r>
      <w:r>
        <w:t xml:space="preserve"> </w:t>
      </w:r>
    </w:p>
    <w:p w14:paraId="4FF7336E" w14:textId="5B89D96E" w:rsidR="00033748" w:rsidRDefault="00D93CDE" w:rsidP="00033748">
      <w:pPr>
        <w:pStyle w:val="verborgentekst"/>
      </w:pPr>
      <w:r>
        <w:t>I</w:t>
      </w:r>
      <w:r w:rsidR="00033748">
        <w:t>n veel methoden wordt ook de 'waarschijnlijkheid' (van optreden) gebruikt om een risico te wegen.</w:t>
      </w:r>
    </w:p>
    <w:p w14:paraId="29966EF6" w14:textId="2EC437A0" w:rsidR="00033748" w:rsidRDefault="00033748" w:rsidP="00033748">
      <w:pPr>
        <w:pStyle w:val="verborgentekst"/>
      </w:pPr>
      <w:r>
        <w:t>Er is veel af te dingen op de 'waarschijnlijkheid'. In ons hoofd verwarren we 'waarschijnlijkheid' nog</w:t>
      </w:r>
      <w:r w:rsidR="00E113F3">
        <w:t xml:space="preserve"> </w:t>
      </w:r>
      <w:r>
        <w:t>wel eens met 'aannemelijkheid' of 'voorstelbaarheid'. Oftewel, kunnen we ons er iets bij voorstellen?</w:t>
      </w:r>
    </w:p>
    <w:p w14:paraId="1C7B9725" w14:textId="236EB879" w:rsidR="00033748" w:rsidRDefault="00033748" w:rsidP="00033748">
      <w:pPr>
        <w:pStyle w:val="verborgentekst"/>
      </w:pPr>
      <w:r>
        <w:t>En het antwoord daarop hangt sterk af van de ervaringen van de persoon aan wie de vraag wordt</w:t>
      </w:r>
      <w:r w:rsidR="00E113F3">
        <w:t xml:space="preserve"> </w:t>
      </w:r>
      <w:r>
        <w:t>gesteld. Dat maakt de wegingsfactor 'waarschijnlijkheid' niet echt betrouwbaar. Deze weging is ook</w:t>
      </w:r>
      <w:r w:rsidR="00E113F3">
        <w:t xml:space="preserve"> </w:t>
      </w:r>
      <w:r>
        <w:t>slechts om een indicatie te krijgen van de belangrijkste risico's. Het is geen absolute wetenschap,</w:t>
      </w:r>
      <w:r w:rsidR="00E113F3">
        <w:t xml:space="preserve"> </w:t>
      </w:r>
      <w:r>
        <w:t>maar slechts bedoeld om te onderbouwen waarom voor sommige risico's meer maatregelen</w:t>
      </w:r>
      <w:r w:rsidR="00E113F3">
        <w:t xml:space="preserve"> </w:t>
      </w:r>
      <w:r>
        <w:t>worden genomen dan voor anderen. Bepaal zelf of waarschijnlijkheid wel of niet wordt gehanteerd.</w:t>
      </w:r>
    </w:p>
    <w:p w14:paraId="4C6218CB" w14:textId="77777777" w:rsidR="00033748" w:rsidRDefault="00033748" w:rsidP="00033748">
      <w:pPr>
        <w:pStyle w:val="verborgentekst"/>
      </w:pPr>
      <w:r>
        <w:t>Hanteer in dat geval dezelfde schaalverdeling. De score wordt dan impact x waarschijnlijkheid.</w:t>
      </w:r>
    </w:p>
    <w:p w14:paraId="48CE5B4A" w14:textId="261957FA" w:rsidR="00302C3E" w:rsidRDefault="00302C3E" w:rsidP="00302C3E">
      <w:r w:rsidRPr="00507FB3">
        <w:t xml:space="preserve">Op basis van deze weging wordt bepaald of aanvullende maatregelen benodigd zijn. Risico’s met een maximale score van </w:t>
      </w:r>
      <w:r w:rsidR="00E72771" w:rsidRPr="00980FC0">
        <w:rPr>
          <w:highlight w:val="yellow"/>
        </w:rPr>
        <w:t>X</w:t>
      </w:r>
      <w:r w:rsidRPr="00980FC0">
        <w:t xml:space="preserve"> </w:t>
      </w:r>
      <w:r w:rsidRPr="00507FB3">
        <w:t>zijn acceptabel. Voor risico’s met een hogere score worden (nieuwe of aanvullende) maatregelen overwogen.</w:t>
      </w:r>
      <w:r>
        <w:t xml:space="preserve"> </w:t>
      </w:r>
    </w:p>
    <w:p w14:paraId="7225CFDF" w14:textId="3F8BCC67" w:rsidR="00120FD3" w:rsidRPr="00F52045" w:rsidRDefault="00120FD3" w:rsidP="00120FD3">
      <w:pPr>
        <w:pStyle w:val="verborgentekst"/>
      </w:pPr>
      <w:r>
        <w:t>Deze maximale score geeft aan welke risico's acceptabel zijn en welke niet. Een hogere waarde</w:t>
      </w:r>
      <w:r w:rsidR="00E113F3">
        <w:t xml:space="preserve"> </w:t>
      </w:r>
      <w:r>
        <w:t xml:space="preserve">betekent dat uw organisatie bereid is om grotere risico's te nemen. Kies zelf welke waarde </w:t>
      </w:r>
      <w:r w:rsidR="00E113F3">
        <w:t>–</w:t>
      </w:r>
      <w:r>
        <w:t xml:space="preserve"> tussen</w:t>
      </w:r>
      <w:r w:rsidR="00E113F3">
        <w:t xml:space="preserve"> </w:t>
      </w:r>
      <w:r>
        <w:t>1 en 9 - wordt gehanteerd.</w:t>
      </w:r>
    </w:p>
    <w:p w14:paraId="2F3F588C" w14:textId="4A47299B" w:rsidR="0045074B" w:rsidRDefault="0045074B" w:rsidP="0045074B">
      <w:pPr>
        <w:pStyle w:val="verborgentekst"/>
      </w:pPr>
      <w:r>
        <w:t>Kansen zijn omstandigheden of momenten waarop het mogelijk is om iets te doen (wat normaal</w:t>
      </w:r>
      <w:r w:rsidR="00E113F3">
        <w:t xml:space="preserve"> </w:t>
      </w:r>
      <w:r>
        <w:t>niet mogelijk is of minder gemakkelijk te doen is). In de praktijk zijn het de ervaren medewerkers</w:t>
      </w:r>
      <w:r w:rsidR="00E113F3">
        <w:t xml:space="preserve"> </w:t>
      </w:r>
      <w:r>
        <w:t>die deze omstandigheden of momenten herkennen en daar op een slimme manier gebruik van</w:t>
      </w:r>
      <w:r w:rsidR="00E113F3">
        <w:t xml:space="preserve"> </w:t>
      </w:r>
      <w:r>
        <w:t>maken. Het is in het belang van uw organisatie als deze slimmigheden worden gedeeld. Daarom</w:t>
      </w:r>
      <w:r w:rsidR="00E113F3">
        <w:t xml:space="preserve"> </w:t>
      </w:r>
      <w:r>
        <w:t>wordt ook getracht tijdens het inventariseren van risico's ook kansen te identificeren in de</w:t>
      </w:r>
      <w:r w:rsidR="00E113F3">
        <w:t xml:space="preserve"> </w:t>
      </w:r>
      <w:r>
        <w:t>processen. Hiervoor wordt een inschatting gemaakt welke (positieve) uitwerking het benutten zou</w:t>
      </w:r>
      <w:r w:rsidR="00E113F3">
        <w:t xml:space="preserve"> </w:t>
      </w:r>
      <w:r>
        <w:t>hebben op de tevredenheid van onze klanten.</w:t>
      </w:r>
    </w:p>
    <w:p w14:paraId="1AF8EBC5" w14:textId="2DB33F3C" w:rsidR="0045074B" w:rsidRDefault="0045074B" w:rsidP="0045074B">
      <w:pPr>
        <w:pStyle w:val="verborgentekst"/>
      </w:pPr>
      <w:r>
        <w:t>Ook wordt geïnventariseerd welke maatregelen zijn ingevoerd om te voorkomen dat risico</w:t>
      </w:r>
      <w:r w:rsidR="00E113F3">
        <w:t>’</w:t>
      </w:r>
      <w:r>
        <w:t>s zich</w:t>
      </w:r>
      <w:r w:rsidR="00E113F3">
        <w:t xml:space="preserve"> </w:t>
      </w:r>
      <w:r>
        <w:t>voordoen, dat risico's (tijdig) worden gesignaleerd en dat de schade wordt beperkt als risico</w:t>
      </w:r>
      <w:r w:rsidR="00E113F3">
        <w:t>’</w:t>
      </w:r>
      <w:r>
        <w:t>s zich</w:t>
      </w:r>
      <w:r w:rsidR="00E113F3">
        <w:t xml:space="preserve"> </w:t>
      </w:r>
      <w:r>
        <w:t>alsnog voordoen. Evenzo wordt geïnventariseerd welke maatregelen zijn ingevoerd om te zorgen</w:t>
      </w:r>
      <w:r w:rsidR="00E113F3">
        <w:t xml:space="preserve"> </w:t>
      </w:r>
      <w:r>
        <w:t>dat kan worden geprofiteerd van kansen als deze zich voordoen.</w:t>
      </w:r>
    </w:p>
    <w:p w14:paraId="3EA0EF24" w14:textId="7EFBBFC5" w:rsidR="00655BCF" w:rsidRDefault="00655BCF" w:rsidP="0045074B">
      <w:pPr>
        <w:pStyle w:val="verborgentekst"/>
      </w:pPr>
      <w:r>
        <w:lastRenderedPageBreak/>
        <w:t xml:space="preserve">De uitkomst van deze evaluaties en inventarisaties </w:t>
      </w:r>
      <w:r w:rsidR="00446D9B">
        <w:t>zijn</w:t>
      </w:r>
      <w:r>
        <w:t xml:space="preserve"> gedocumenteerd in het </w:t>
      </w:r>
      <w:r w:rsidR="00AC1228">
        <w:t>O</w:t>
      </w:r>
      <w:r>
        <w:t xml:space="preserve">perationeel </w:t>
      </w:r>
      <w:r w:rsidR="00AC1228">
        <w:t>H</w:t>
      </w:r>
      <w:r>
        <w:t>andboek.</w:t>
      </w:r>
    </w:p>
    <w:p w14:paraId="0FD3117C" w14:textId="3532103D" w:rsidR="00446D9B" w:rsidRPr="007F7295" w:rsidRDefault="00446D9B" w:rsidP="007F7295">
      <w:pPr>
        <w:pStyle w:val="verborgentekst"/>
      </w:pPr>
      <w:r w:rsidRPr="00953C1D">
        <w:rPr>
          <w:b/>
          <w:bCs/>
          <w:highlight w:val="cyan"/>
        </w:rPr>
        <w:t>**</w:t>
      </w:r>
      <w:r w:rsidR="005738A1" w:rsidRPr="00953C1D">
        <w:rPr>
          <w:b/>
          <w:bCs/>
          <w:highlight w:val="cyan"/>
        </w:rPr>
        <w:t>*</w:t>
      </w:r>
      <w:r w:rsidRPr="00953C1D">
        <w:rPr>
          <w:b/>
          <w:bCs/>
          <w:highlight w:val="cyan"/>
        </w:rPr>
        <w:t xml:space="preserve"> Office 365-tip</w:t>
      </w:r>
      <w:r w:rsidR="005738A1" w:rsidRPr="00953C1D">
        <w:rPr>
          <w:b/>
          <w:bCs/>
          <w:highlight w:val="cyan"/>
        </w:rPr>
        <w:t xml:space="preserve"> ***</w:t>
      </w:r>
      <w:r w:rsidRPr="00953C1D">
        <w:rPr>
          <w:highlight w:val="cyan"/>
        </w:rPr>
        <w:t>:</w:t>
      </w:r>
      <w:r w:rsidRPr="007F7295">
        <w:t xml:space="preserve"> </w:t>
      </w:r>
      <w:r w:rsidR="007F7295" w:rsidRPr="007F7295">
        <w:t>de app Lists is uits</w:t>
      </w:r>
      <w:r w:rsidR="007F7295">
        <w:t xml:space="preserve">tekend geschikt om alle </w:t>
      </w:r>
      <w:r w:rsidR="005738A1">
        <w:t>geïdentificeerde</w:t>
      </w:r>
      <w:r w:rsidR="007F7295">
        <w:t xml:space="preserve"> risico’s en kansen (opportuniteiten) in vast te leggen.</w:t>
      </w:r>
    </w:p>
    <w:p w14:paraId="5F889D85" w14:textId="28C14FA3" w:rsidR="00475F98" w:rsidRPr="009112F4" w:rsidRDefault="002E4216" w:rsidP="006C1849">
      <w:pPr>
        <w:pStyle w:val="verborgentekst"/>
      </w:pPr>
      <w:r w:rsidRPr="009112F4">
        <w:t xml:space="preserve">Ga verder </w:t>
      </w:r>
      <w:bookmarkStart w:id="67" w:name="_Ref143024907"/>
      <w:r w:rsidR="00071515" w:rsidRPr="009112F4">
        <w:fldChar w:fldCharType="begin"/>
      </w:r>
      <w:r w:rsidR="00071515" w:rsidRPr="009112F4">
        <w:instrText xml:space="preserve"> REF _Ref196406795 \w \h  \* MERGEFORMAT </w:instrText>
      </w:r>
      <w:r w:rsidR="00071515" w:rsidRPr="009112F4">
        <w:fldChar w:fldCharType="separate"/>
      </w:r>
      <w:r w:rsidR="0014047A">
        <w:t>6.5.1</w:t>
      </w:r>
      <w:r w:rsidR="00071515" w:rsidRPr="009112F4">
        <w:fldChar w:fldCharType="end"/>
      </w:r>
      <w:r w:rsidR="00071515" w:rsidRPr="009112F4">
        <w:t xml:space="preserve"> </w:t>
      </w:r>
      <w:r w:rsidR="00071515" w:rsidRPr="009112F4">
        <w:fldChar w:fldCharType="begin"/>
      </w:r>
      <w:r w:rsidR="00071515" w:rsidRPr="009112F4">
        <w:instrText xml:space="preserve"> REF _Ref196406798 \h  \* MERGEFORMAT </w:instrText>
      </w:r>
      <w:r w:rsidR="00071515" w:rsidRPr="009112F4">
        <w:fldChar w:fldCharType="separate"/>
      </w:r>
      <w:r w:rsidR="0014047A" w:rsidRPr="00A010FF">
        <w:t>Beschikbaar stellen middelen</w:t>
      </w:r>
      <w:r w:rsidR="00071515" w:rsidRPr="009112F4">
        <w:fldChar w:fldCharType="end"/>
      </w:r>
    </w:p>
    <w:p w14:paraId="05FE8AF2" w14:textId="05B0A5B8" w:rsidR="00EA0DBB" w:rsidRPr="00071515" w:rsidRDefault="00071515" w:rsidP="00071515">
      <w:pPr>
        <w:pStyle w:val="Kop2"/>
      </w:pPr>
      <w:bookmarkStart w:id="68" w:name="_Toc204442014"/>
      <w:r w:rsidRPr="00071515">
        <w:t>Ondersteuning van operationele processen</w:t>
      </w:r>
      <w:bookmarkEnd w:id="68"/>
    </w:p>
    <w:p w14:paraId="47930E6B" w14:textId="2C193EBD" w:rsidR="00EA3432" w:rsidRPr="00A010FF" w:rsidRDefault="004C239E" w:rsidP="00475F98">
      <w:pPr>
        <w:pStyle w:val="Kop3"/>
      </w:pPr>
      <w:bookmarkStart w:id="69" w:name="_Ref196406795"/>
      <w:bookmarkStart w:id="70" w:name="_Ref196406798"/>
      <w:bookmarkStart w:id="71" w:name="_Toc204442015"/>
      <w:r w:rsidRPr="00A010FF">
        <w:t>Beschikbaar stellen m</w:t>
      </w:r>
      <w:r w:rsidR="005432F2" w:rsidRPr="00A010FF">
        <w:t>iddelen</w:t>
      </w:r>
      <w:bookmarkEnd w:id="67"/>
      <w:bookmarkEnd w:id="69"/>
      <w:bookmarkEnd w:id="70"/>
      <w:bookmarkEnd w:id="71"/>
    </w:p>
    <w:p w14:paraId="2FF267F3" w14:textId="1294B733" w:rsidR="00A010FF" w:rsidRPr="006F4AF7" w:rsidRDefault="00A010FF" w:rsidP="005E7B16">
      <w:pPr>
        <w:pStyle w:val="verborgentekst"/>
        <w:rPr>
          <w:b/>
          <w:bCs/>
          <w:u w:val="single"/>
        </w:rPr>
      </w:pPr>
      <w:r w:rsidRPr="006F4AF7">
        <w:rPr>
          <w:b/>
          <w:bCs/>
          <w:u w:val="single"/>
        </w:rPr>
        <w:t xml:space="preserve">Stap </w:t>
      </w:r>
      <w:r w:rsidR="006F4AF7" w:rsidRPr="006F4AF7">
        <w:rPr>
          <w:b/>
          <w:bCs/>
          <w:u w:val="single"/>
        </w:rPr>
        <w:t>50</w:t>
      </w:r>
    </w:p>
    <w:p w14:paraId="65968D29" w14:textId="019CED97" w:rsidR="005B0697" w:rsidRDefault="00323E80" w:rsidP="00323E80">
      <w:pPr>
        <w:pStyle w:val="verborgentekst"/>
      </w:pPr>
      <w:r>
        <w:t xml:space="preserve">In de </w:t>
      </w:r>
      <w:r w:rsidR="009112F4">
        <w:t>Operationele Handboeken</w:t>
      </w:r>
      <w:r>
        <w:t xml:space="preserve"> is geïnventariseerd welke infrastructuur/omgeving</w:t>
      </w:r>
      <w:r w:rsidR="00CC7BCD">
        <w:t>, meetinstrumenten</w:t>
      </w:r>
      <w:r>
        <w:t xml:space="preserve"> en kennisbronnen</w:t>
      </w:r>
      <w:r w:rsidR="00646AC5">
        <w:t xml:space="preserve"> </w:t>
      </w:r>
      <w:r>
        <w:t>('</w:t>
      </w:r>
      <w:r w:rsidR="00057D99">
        <w:t>randvoorwaarden</w:t>
      </w:r>
      <w:r>
        <w:t>') nodig zijn voor de uitvoering van de specifieke processen. Het is van belang dat deze</w:t>
      </w:r>
      <w:r w:rsidR="00646AC5">
        <w:t xml:space="preserve"> </w:t>
      </w:r>
      <w:r>
        <w:t>infrastructuur/omgeving en kennisbronnen beschikbaar en bruikbaar zijn op het moment dat ze</w:t>
      </w:r>
      <w:r w:rsidR="00646AC5">
        <w:t xml:space="preserve"> </w:t>
      </w:r>
      <w:r>
        <w:t>nodig zijn. Verzamel alle eerder geïnventariseerde middelen en kennisbronnen en geef aan hoe</w:t>
      </w:r>
      <w:r w:rsidR="00646AC5">
        <w:t xml:space="preserve"> </w:t>
      </w:r>
      <w:r>
        <w:t>deze worden beheerd. Dit kan via een specifieke procedure, het kan de verantwoordelijkheid zijn</w:t>
      </w:r>
      <w:r w:rsidR="00646AC5">
        <w:t xml:space="preserve"> </w:t>
      </w:r>
      <w:r>
        <w:t>van een medewerker, er kan een (service) contract zijn met een externe partij, enzovoort.</w:t>
      </w:r>
    </w:p>
    <w:p w14:paraId="69488C36" w14:textId="20A29C77" w:rsidR="00FB6318" w:rsidRDefault="00FB6318" w:rsidP="00FB6318">
      <w:pPr>
        <w:pStyle w:val="verborgentekst"/>
      </w:pPr>
      <w:r>
        <w:t>** Normreferentie: 7.1</w:t>
      </w:r>
      <w:r>
        <w:t>.</w:t>
      </w:r>
      <w:r w:rsidR="00EA57A4">
        <w:t>3</w:t>
      </w:r>
      <w:r>
        <w:t xml:space="preserve"> **</w:t>
      </w:r>
    </w:p>
    <w:p w14:paraId="7A9DFC7A" w14:textId="4FD4E3AC" w:rsidR="00655BCF" w:rsidRDefault="00655BCF" w:rsidP="00B22D92">
      <w:r>
        <w:t>Voor het uitvoeren van de operationele processen maakt</w:t>
      </w:r>
      <w:r w:rsidR="00695877">
        <w:t xml:space="preserve"> </w:t>
      </w:r>
      <w:sdt>
        <w:sdtPr>
          <w:alias w:val="Bedrijf"/>
          <w:tag w:val=""/>
          <w:id w:val="-65189366"/>
          <w:placeholder>
            <w:docPart w:val="9E2C89D4A1A6418C9D510952BA31A82F"/>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gebruik van de volgende middelen:</w:t>
      </w:r>
    </w:p>
    <w:p w14:paraId="4380724E" w14:textId="39FD6B49" w:rsidR="00EA2115" w:rsidRDefault="00EA2115" w:rsidP="00EA2115">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1</w:t>
        </w:r>
      </w:fldSimple>
      <w:r>
        <w:t xml:space="preserve"> Overzicht beschikbare infrastructuur/ omgeving</w:t>
      </w:r>
    </w:p>
    <w:tbl>
      <w:tblPr>
        <w:tblStyle w:val="Tabelraster"/>
        <w:tblW w:w="0" w:type="auto"/>
        <w:tblLook w:val="04A0" w:firstRow="1" w:lastRow="0" w:firstColumn="1" w:lastColumn="0" w:noHBand="0" w:noVBand="1"/>
      </w:tblPr>
      <w:tblGrid>
        <w:gridCol w:w="4531"/>
        <w:gridCol w:w="4531"/>
      </w:tblGrid>
      <w:tr w:rsidR="00C215A7" w14:paraId="7E6789BB" w14:textId="77777777" w:rsidTr="00C215A7">
        <w:tc>
          <w:tcPr>
            <w:tcW w:w="4531" w:type="dxa"/>
          </w:tcPr>
          <w:p w14:paraId="5CB2BCFB" w14:textId="49C367C8" w:rsidR="00C215A7" w:rsidRDefault="005432F2" w:rsidP="00C215A7">
            <w:r>
              <w:t>Infrastructuur/omgeving</w:t>
            </w:r>
          </w:p>
        </w:tc>
        <w:tc>
          <w:tcPr>
            <w:tcW w:w="4531" w:type="dxa"/>
          </w:tcPr>
          <w:p w14:paraId="5008D887" w14:textId="3631B4D9" w:rsidR="00C215A7" w:rsidRDefault="00B803E4" w:rsidP="00C215A7">
            <w:r>
              <w:t>B</w:t>
            </w:r>
            <w:r w:rsidR="00C215A7">
              <w:t>eheer</w:t>
            </w:r>
          </w:p>
        </w:tc>
      </w:tr>
      <w:tr w:rsidR="00C215A7" w14:paraId="099B0BDF" w14:textId="77777777" w:rsidTr="00C215A7">
        <w:tc>
          <w:tcPr>
            <w:tcW w:w="4531" w:type="dxa"/>
          </w:tcPr>
          <w:p w14:paraId="165B0658" w14:textId="77777777" w:rsidR="00C215A7" w:rsidRDefault="00C215A7" w:rsidP="00C215A7"/>
        </w:tc>
        <w:tc>
          <w:tcPr>
            <w:tcW w:w="4531" w:type="dxa"/>
          </w:tcPr>
          <w:p w14:paraId="3D0F28BF" w14:textId="77777777" w:rsidR="00C215A7" w:rsidRDefault="00C215A7" w:rsidP="00C215A7"/>
        </w:tc>
      </w:tr>
      <w:tr w:rsidR="00C215A7" w14:paraId="4EE7CC6A" w14:textId="77777777" w:rsidTr="00C215A7">
        <w:tc>
          <w:tcPr>
            <w:tcW w:w="4531" w:type="dxa"/>
          </w:tcPr>
          <w:p w14:paraId="2E4C0E87" w14:textId="77777777" w:rsidR="00C215A7" w:rsidRDefault="00C215A7" w:rsidP="00C215A7"/>
        </w:tc>
        <w:tc>
          <w:tcPr>
            <w:tcW w:w="4531" w:type="dxa"/>
          </w:tcPr>
          <w:p w14:paraId="36D61B73" w14:textId="77777777" w:rsidR="00C215A7" w:rsidRDefault="00C215A7" w:rsidP="00C215A7"/>
        </w:tc>
      </w:tr>
      <w:tr w:rsidR="00C215A7" w14:paraId="5E4C4F80" w14:textId="77777777" w:rsidTr="00C215A7">
        <w:tc>
          <w:tcPr>
            <w:tcW w:w="4531" w:type="dxa"/>
          </w:tcPr>
          <w:p w14:paraId="3840F131" w14:textId="77777777" w:rsidR="00C215A7" w:rsidRDefault="00C215A7" w:rsidP="00C215A7"/>
        </w:tc>
        <w:tc>
          <w:tcPr>
            <w:tcW w:w="4531" w:type="dxa"/>
          </w:tcPr>
          <w:p w14:paraId="2E71C982" w14:textId="77777777" w:rsidR="00C215A7" w:rsidRDefault="00C215A7" w:rsidP="00C215A7"/>
        </w:tc>
      </w:tr>
    </w:tbl>
    <w:p w14:paraId="2DE8EABB" w14:textId="77777777" w:rsidR="00C215A7" w:rsidRDefault="00C215A7" w:rsidP="00C215A7"/>
    <w:p w14:paraId="786FA11E" w14:textId="455A7161" w:rsidR="008179E8" w:rsidRDefault="00C13FA5" w:rsidP="003D3AA7">
      <w:pPr>
        <w:pStyle w:val="verborgentekst"/>
      </w:pPr>
      <w:r w:rsidRPr="00C13FA5">
        <w:rPr>
          <w:b/>
          <w:bCs/>
          <w:highlight w:val="cyan"/>
        </w:rPr>
        <w:t xml:space="preserve">*** </w:t>
      </w:r>
      <w:r w:rsidR="00B87BE8" w:rsidRPr="00C13FA5">
        <w:rPr>
          <w:b/>
          <w:bCs/>
          <w:highlight w:val="cyan"/>
        </w:rPr>
        <w:t>Office365 tip</w:t>
      </w:r>
      <w:r w:rsidRPr="00C13FA5">
        <w:rPr>
          <w:b/>
          <w:bCs/>
          <w:highlight w:val="cyan"/>
        </w:rPr>
        <w:t xml:space="preserve"> ***</w:t>
      </w:r>
      <w:r w:rsidR="00B87BE8" w:rsidRPr="00EE2C7C">
        <w:rPr>
          <w:highlight w:val="cyan"/>
        </w:rPr>
        <w:t xml:space="preserve">: </w:t>
      </w:r>
      <w:r w:rsidR="003D3AA7">
        <w:t>de tabel hierboven leent zich uitstekend om onder te brengen in de Office 365 app</w:t>
      </w:r>
      <w:r w:rsidR="00156733">
        <w:t xml:space="preserve"> </w:t>
      </w:r>
      <w:r w:rsidR="003D3AA7">
        <w:t>Lists. Naast benoemen van de methode voor het beheer, kunnen ook kolommen worden</w:t>
      </w:r>
      <w:r w:rsidR="00156733">
        <w:t xml:space="preserve"> </w:t>
      </w:r>
      <w:r w:rsidR="003D3AA7">
        <w:t>toegevoegd voor verantwoordelijkheden, concrete acties, termijnen, formulieren/registraties en</w:t>
      </w:r>
      <w:r w:rsidR="00156733">
        <w:t xml:space="preserve"> </w:t>
      </w:r>
      <w:r w:rsidR="003D3AA7">
        <w:t>notificaties worden gekoppeld. Daarmee wordt het overzicht een instrument om de</w:t>
      </w:r>
      <w:r w:rsidR="00156733">
        <w:t xml:space="preserve"> </w:t>
      </w:r>
      <w:r w:rsidR="003D3AA7">
        <w:t>beschikbaarheid van de infrastructuur/omgeving te coördineren, in plaats van slechts een overzicht.</w:t>
      </w:r>
    </w:p>
    <w:p w14:paraId="3F497657" w14:textId="1B183168" w:rsidR="00EA57A4" w:rsidRDefault="00EA57A4" w:rsidP="00EA57A4">
      <w:pPr>
        <w:pStyle w:val="verborgentekst"/>
      </w:pPr>
      <w:r>
        <w:t>** Normreferentie: 7.1</w:t>
      </w:r>
      <w:r>
        <w:t>.</w:t>
      </w:r>
      <w:r w:rsidR="00052467">
        <w:t>6</w:t>
      </w:r>
      <w:r>
        <w:t xml:space="preserve"> **</w:t>
      </w:r>
    </w:p>
    <w:p w14:paraId="1080FBD3" w14:textId="3B46351E" w:rsidR="00EA57A4" w:rsidRDefault="00052467" w:rsidP="003D3AA7">
      <w:pPr>
        <w:pStyle w:val="verborgentekst"/>
      </w:pPr>
      <w:r>
        <w:t>Kennis kan ook worden gezien als een middel. Hierbij gaat het om de kennis die ergens is vastgelegd en waarop medewerkers kunnen terugvallen. Een mens hoeft niet alles te weten. Het is wel belangrijk dat als kennis ter beschikking wordt gesteld dat het afkomstig is van betrouwbare bronnen.</w:t>
      </w:r>
    </w:p>
    <w:p w14:paraId="6AB8DC82" w14:textId="19FFE430" w:rsidR="00052467" w:rsidRPr="00903A16" w:rsidRDefault="00052467" w:rsidP="003D3AA7">
      <w:pPr>
        <w:pStyle w:val="verborgentekst"/>
      </w:pPr>
      <w:r>
        <w:t>Overigens is ‘vastgelegd’ een ruim begrip, dit kunnen ook interne of externe personen zijn met een erkende deskundigheid.</w:t>
      </w:r>
    </w:p>
    <w:p w14:paraId="7965AF69" w14:textId="30597DA6" w:rsidR="00C215A7" w:rsidRDefault="00000000" w:rsidP="00C215A7">
      <w:sdt>
        <w:sdtPr>
          <w:alias w:val="Bedrijf"/>
          <w:tag w:val=""/>
          <w:id w:val="-935286189"/>
          <w:placeholder>
            <w:docPart w:val="6A082D20070E481AAAE0EC6D9B530DDB"/>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274BB1">
        <w:t xml:space="preserve"> </w:t>
      </w:r>
      <w:r w:rsidR="00D0772C">
        <w:t xml:space="preserve">beschikt over de volgende kennisbronnen </w:t>
      </w:r>
      <w:r w:rsidR="00CD4281">
        <w:t>als ondersteuning bij de uitvoering van de processen:</w:t>
      </w:r>
    </w:p>
    <w:p w14:paraId="2BA28844" w14:textId="284DCAA0" w:rsidR="00EA2115" w:rsidRDefault="00EA2115" w:rsidP="00EA2115">
      <w:pPr>
        <w:pStyle w:val="Bijschrift"/>
        <w:keepNext/>
      </w:pPr>
      <w:r>
        <w:lastRenderedPageBreak/>
        <w:t xml:space="preserve">Tabel </w:t>
      </w:r>
      <w:fldSimple w:instr=" STYLEREF 1 \s ">
        <w:r w:rsidR="0014047A">
          <w:rPr>
            <w:noProof/>
          </w:rPr>
          <w:t>6</w:t>
        </w:r>
      </w:fldSimple>
      <w:r w:rsidR="00EC7814">
        <w:noBreakHyphen/>
      </w:r>
      <w:fldSimple w:instr=" SEQ Tabel \* ARABIC \s 1 ">
        <w:r w:rsidR="0014047A">
          <w:rPr>
            <w:noProof/>
          </w:rPr>
          <w:t>2</w:t>
        </w:r>
      </w:fldSimple>
      <w:r>
        <w:t xml:space="preserve"> Overzicht beschikbare kennisbronnen</w:t>
      </w:r>
    </w:p>
    <w:tbl>
      <w:tblPr>
        <w:tblStyle w:val="Tabelraster"/>
        <w:tblW w:w="0" w:type="auto"/>
        <w:tblLook w:val="04A0" w:firstRow="1" w:lastRow="0" w:firstColumn="1" w:lastColumn="0" w:noHBand="0" w:noVBand="1"/>
      </w:tblPr>
      <w:tblGrid>
        <w:gridCol w:w="4531"/>
        <w:gridCol w:w="4531"/>
      </w:tblGrid>
      <w:tr w:rsidR="00C215A7" w14:paraId="1E73A3C9" w14:textId="77777777" w:rsidTr="00C215A7">
        <w:tc>
          <w:tcPr>
            <w:tcW w:w="4531" w:type="dxa"/>
          </w:tcPr>
          <w:p w14:paraId="66181D8D" w14:textId="56C9C298" w:rsidR="00C215A7" w:rsidRDefault="00CD4281" w:rsidP="00B22D92">
            <w:r>
              <w:t>Kennisbron (</w:t>
            </w:r>
            <w:r w:rsidR="00E00861">
              <w:t>onderwerp)</w:t>
            </w:r>
          </w:p>
        </w:tc>
        <w:tc>
          <w:tcPr>
            <w:tcW w:w="4531" w:type="dxa"/>
          </w:tcPr>
          <w:p w14:paraId="46329B11" w14:textId="0C2ABFEE" w:rsidR="00C215A7" w:rsidRDefault="00C215A7" w:rsidP="00B22D92">
            <w:r>
              <w:t>Bron</w:t>
            </w:r>
          </w:p>
        </w:tc>
      </w:tr>
      <w:tr w:rsidR="00C215A7" w14:paraId="3F96D60B" w14:textId="77777777" w:rsidTr="00C215A7">
        <w:tc>
          <w:tcPr>
            <w:tcW w:w="4531" w:type="dxa"/>
          </w:tcPr>
          <w:p w14:paraId="555F09DE" w14:textId="77777777" w:rsidR="00C215A7" w:rsidRDefault="00C215A7" w:rsidP="00B22D92"/>
        </w:tc>
        <w:tc>
          <w:tcPr>
            <w:tcW w:w="4531" w:type="dxa"/>
          </w:tcPr>
          <w:p w14:paraId="3A0A7E2A" w14:textId="77777777" w:rsidR="00C215A7" w:rsidRDefault="00C215A7" w:rsidP="00B22D92"/>
        </w:tc>
      </w:tr>
      <w:tr w:rsidR="00C215A7" w14:paraId="4EA2521C" w14:textId="77777777" w:rsidTr="00C215A7">
        <w:tc>
          <w:tcPr>
            <w:tcW w:w="4531" w:type="dxa"/>
          </w:tcPr>
          <w:p w14:paraId="189E3419" w14:textId="77777777" w:rsidR="00C215A7" w:rsidRDefault="00C215A7" w:rsidP="00B22D92"/>
        </w:tc>
        <w:tc>
          <w:tcPr>
            <w:tcW w:w="4531" w:type="dxa"/>
          </w:tcPr>
          <w:p w14:paraId="08415D3B" w14:textId="77777777" w:rsidR="00C215A7" w:rsidRDefault="00C215A7" w:rsidP="00B22D92"/>
        </w:tc>
      </w:tr>
    </w:tbl>
    <w:p w14:paraId="04370D9B" w14:textId="77777777" w:rsidR="00655BCF" w:rsidRDefault="00655BCF" w:rsidP="00B22D92"/>
    <w:p w14:paraId="64DA3729" w14:textId="77777777" w:rsidR="006056CB" w:rsidRDefault="006056CB" w:rsidP="006056CB">
      <w:pPr>
        <w:pStyle w:val="verborgentekst"/>
      </w:pPr>
      <w:r>
        <w:t>Met het overnemen van de informatie uit het (de) Operationele Handboek(en) lijkt het of informatie op twee plaatsen is vastgelegd. Dat is niet de intentie; in het Operationeel Handboek is het doel van de informatie om aan te geven welke middelen beschikbaar zijn om het proces te ondersteunen, en welke middelen dus ook beschikbaar zijn om bij te sturen. In het Bedrijfshandboek gaat het om het beheer van deze middelen. Het is wel van belang dat de beschreven middelen in de verschillende documenten periodiek worden gesynchroniseerd.</w:t>
      </w:r>
    </w:p>
    <w:p w14:paraId="4BF82488" w14:textId="3296D815" w:rsidR="006803F1" w:rsidRDefault="006803F1" w:rsidP="006803F1">
      <w:pPr>
        <w:pStyle w:val="verborgentekst"/>
      </w:pPr>
      <w:r w:rsidRPr="00EE2C7C">
        <w:rPr>
          <w:highlight w:val="cyan"/>
        </w:rPr>
        <w:t>*</w:t>
      </w:r>
      <w:r w:rsidR="00C13FA5">
        <w:rPr>
          <w:highlight w:val="cyan"/>
        </w:rPr>
        <w:t>*</w:t>
      </w:r>
      <w:r w:rsidRPr="00EE2C7C">
        <w:rPr>
          <w:highlight w:val="cyan"/>
        </w:rPr>
        <w:t xml:space="preserve">* </w:t>
      </w:r>
      <w:r w:rsidRPr="00EE2C7C">
        <w:rPr>
          <w:b/>
          <w:bCs/>
          <w:highlight w:val="cyan"/>
        </w:rPr>
        <w:t>Office365-tip</w:t>
      </w:r>
      <w:r w:rsidR="00C13FA5">
        <w:rPr>
          <w:b/>
          <w:bCs/>
          <w:highlight w:val="cyan"/>
        </w:rPr>
        <w:t xml:space="preserve"> ***</w:t>
      </w:r>
      <w:r w:rsidRPr="00EE2C7C">
        <w:rPr>
          <w:highlight w:val="cyan"/>
        </w:rPr>
        <w:t xml:space="preserve">: </w:t>
      </w:r>
      <w:r w:rsidRPr="00E651D9">
        <w:t xml:space="preserve">de tabellen uit deze </w:t>
      </w:r>
      <w:r w:rsidR="00FB6EF4" w:rsidRPr="00E651D9">
        <w:t>subparagraaf</w:t>
      </w:r>
      <w:r w:rsidRPr="00E651D9">
        <w:t xml:space="preserve"> zijn ook uitstekend onder te brengen in een (SharePoint) List. Het voordeel daarvan is dat er workflows kunne</w:t>
      </w:r>
      <w:r w:rsidR="00EE2C7C" w:rsidRPr="00E651D9">
        <w:t>n</w:t>
      </w:r>
      <w:r w:rsidRPr="00E651D9">
        <w:t xml:space="preserve"> worden gekoppeld aan de verschillende middelen, zodat het onderhoud daarvan eenvoudig kan worden geborgd. **</w:t>
      </w:r>
    </w:p>
    <w:p w14:paraId="06E768EA" w14:textId="51B3F84B" w:rsidR="00EC6490" w:rsidRPr="00B22D92" w:rsidRDefault="00EC6490" w:rsidP="00AE0229">
      <w:pPr>
        <w:pStyle w:val="verborgentekst"/>
      </w:pPr>
      <w:r w:rsidRPr="00FB6EF4">
        <w:t xml:space="preserve">Ga verder </w:t>
      </w:r>
      <w:r w:rsidR="00FC6D2C" w:rsidRPr="00FB6EF4">
        <w:t>met</w:t>
      </w:r>
      <w:r w:rsidRPr="00FB6EF4">
        <w:t xml:space="preserve"> </w:t>
      </w:r>
      <w:r w:rsidRPr="00FB6EF4">
        <w:fldChar w:fldCharType="begin"/>
      </w:r>
      <w:r w:rsidRPr="00FB6EF4">
        <w:instrText xml:space="preserve"> REF _Ref142645608 \r \h </w:instrText>
      </w:r>
      <w:r w:rsidR="004679AA" w:rsidRPr="00FB6EF4">
        <w:instrText xml:space="preserve"> \* MERGEFORMAT </w:instrText>
      </w:r>
      <w:r w:rsidRPr="00FB6EF4">
        <w:fldChar w:fldCharType="separate"/>
      </w:r>
      <w:r w:rsidR="0014047A">
        <w:t>6.5.2</w:t>
      </w:r>
      <w:r w:rsidRPr="00FB6EF4">
        <w:fldChar w:fldCharType="end"/>
      </w:r>
      <w:r w:rsidRPr="00FB6EF4">
        <w:t xml:space="preserve"> </w:t>
      </w:r>
      <w:r w:rsidRPr="00FB6EF4">
        <w:fldChar w:fldCharType="begin"/>
      </w:r>
      <w:r w:rsidRPr="00FB6EF4">
        <w:instrText xml:space="preserve"> REF _Ref142645611 \h </w:instrText>
      </w:r>
      <w:r w:rsidR="004679AA" w:rsidRPr="00FB6EF4">
        <w:instrText xml:space="preserve"> \* MERGEFORMAT </w:instrText>
      </w:r>
      <w:r w:rsidRPr="00FB6EF4">
        <w:fldChar w:fldCharType="separate"/>
      </w:r>
      <w:r w:rsidR="0014047A" w:rsidRPr="006F4AF7">
        <w:t>Zorgen voor vakbekwaamheid van medewerkers</w:t>
      </w:r>
      <w:r w:rsidRPr="00FB6EF4">
        <w:fldChar w:fldCharType="end"/>
      </w:r>
    </w:p>
    <w:p w14:paraId="444BFF08" w14:textId="42778637" w:rsidR="00B22D92" w:rsidRPr="006F4AF7" w:rsidRDefault="004D5549" w:rsidP="00475F98">
      <w:pPr>
        <w:pStyle w:val="Kop3"/>
      </w:pPr>
      <w:bookmarkStart w:id="72" w:name="_Ref142645608"/>
      <w:bookmarkStart w:id="73" w:name="_Ref142645611"/>
      <w:bookmarkStart w:id="74" w:name="_Ref143024921"/>
      <w:bookmarkStart w:id="75" w:name="_Ref143024924"/>
      <w:bookmarkStart w:id="76" w:name="_Toc204442016"/>
      <w:r w:rsidRPr="006F4AF7">
        <w:t>Zorgen voor v</w:t>
      </w:r>
      <w:r w:rsidR="00ED5E57" w:rsidRPr="006F4AF7">
        <w:t>akb</w:t>
      </w:r>
      <w:r w:rsidR="00C215A7" w:rsidRPr="006F4AF7">
        <w:t>ekwaamheid van medewerkers</w:t>
      </w:r>
      <w:bookmarkEnd w:id="72"/>
      <w:bookmarkEnd w:id="73"/>
      <w:bookmarkEnd w:id="74"/>
      <w:bookmarkEnd w:id="75"/>
      <w:bookmarkEnd w:id="76"/>
    </w:p>
    <w:p w14:paraId="7F40FF10" w14:textId="353EE08F" w:rsidR="005E7B16" w:rsidRDefault="005E7B16" w:rsidP="002C67AF">
      <w:pPr>
        <w:pStyle w:val="verborgentekst"/>
      </w:pPr>
      <w:r>
        <w:t xml:space="preserve">** Normreferentie </w:t>
      </w:r>
      <w:r w:rsidR="002C67AF">
        <w:t>7.2 **</w:t>
      </w:r>
    </w:p>
    <w:p w14:paraId="604BAB73" w14:textId="2A54F3FA" w:rsidR="006F4AF7" w:rsidRPr="006F4AF7" w:rsidRDefault="006F4AF7" w:rsidP="002C67AF">
      <w:pPr>
        <w:pStyle w:val="verborgentekst"/>
        <w:rPr>
          <w:b/>
          <w:bCs/>
          <w:u w:val="single"/>
        </w:rPr>
      </w:pPr>
      <w:r w:rsidRPr="006F4AF7">
        <w:rPr>
          <w:b/>
          <w:bCs/>
          <w:u w:val="single"/>
        </w:rPr>
        <w:t>Stap 51</w:t>
      </w:r>
    </w:p>
    <w:p w14:paraId="198A8389" w14:textId="7DF31A01" w:rsidR="00EE589C" w:rsidRDefault="00EE589C" w:rsidP="00EE589C">
      <w:pPr>
        <w:pStyle w:val="verborgentekst"/>
      </w:pPr>
      <w:r>
        <w:t>Een lastig, maar wel een van de belangrijkste onderdelen van het kwaliteitssysteem, is het</w:t>
      </w:r>
      <w:r w:rsidR="00156733">
        <w:t xml:space="preserve"> </w:t>
      </w:r>
      <w:r>
        <w:t>vaststellen van de benodigde competenties voor de verschillende rollen. Competenties zijn d</w:t>
      </w:r>
      <w:r w:rsidR="004D3BB8">
        <w:t>atgene dat</w:t>
      </w:r>
      <w:r>
        <w:t xml:space="preserve"> iemand moet kunnen en kennen om VAKBEKWAAM te zijn. Het voordeel van</w:t>
      </w:r>
      <w:r w:rsidR="00156733">
        <w:t xml:space="preserve"> </w:t>
      </w:r>
      <w:r>
        <w:t>vakbekwame medewerkers is dat ze niet bij alles wat ze doen hoeven te worden gecontroleerd. En</w:t>
      </w:r>
      <w:r w:rsidR="00156733">
        <w:t xml:space="preserve"> </w:t>
      </w:r>
      <w:r>
        <w:t>dat is natuurlijk belangrijk om processen goed te laten verlopen.</w:t>
      </w:r>
    </w:p>
    <w:p w14:paraId="3EB06BAC" w14:textId="15DDA7E2" w:rsidR="00F033D3" w:rsidRDefault="007D2DF7" w:rsidP="00EE589C">
      <w:pPr>
        <w:pStyle w:val="verborgentekst"/>
      </w:pPr>
      <w:r>
        <w:t xml:space="preserve">Daarom </w:t>
      </w:r>
      <w:r w:rsidR="0091693B">
        <w:t>staan we hier wat uitgebreider bij stil.</w:t>
      </w:r>
      <w:r w:rsidR="00043607">
        <w:t xml:space="preserve"> </w:t>
      </w:r>
      <w:r w:rsidR="00CA67C1">
        <w:t>Je</w:t>
      </w:r>
      <w:r w:rsidR="00043607">
        <w:t xml:space="preserve"> moet eerst voor iedere rol/functie binnen de </w:t>
      </w:r>
      <w:r w:rsidR="00F033D3">
        <w:t>processen in het</w:t>
      </w:r>
      <w:r w:rsidR="00503C4A">
        <w:t xml:space="preserve"> (de)</w:t>
      </w:r>
      <w:r w:rsidR="00F033D3">
        <w:t xml:space="preserve"> </w:t>
      </w:r>
      <w:r w:rsidR="00503C4A">
        <w:t>O</w:t>
      </w:r>
      <w:r w:rsidR="00F033D3">
        <w:t xml:space="preserve">perationeel </w:t>
      </w:r>
      <w:r w:rsidR="00503C4A">
        <w:t>H</w:t>
      </w:r>
      <w:r w:rsidR="00F033D3">
        <w:t xml:space="preserve">andboek de activiteiten </w:t>
      </w:r>
      <w:r w:rsidR="00E06D0C">
        <w:t xml:space="preserve">(zie de paragrafen 6.x.6 Activiteiten) </w:t>
      </w:r>
      <w:r w:rsidR="00F033D3">
        <w:t>inventariseren.</w:t>
      </w:r>
    </w:p>
    <w:p w14:paraId="3A8E401E" w14:textId="4D1110E7" w:rsidR="009A610F" w:rsidRDefault="00A84EB6" w:rsidP="009B4831">
      <w:pPr>
        <w:pStyle w:val="verborgentekst"/>
      </w:pPr>
      <w:r>
        <w:t>Dus stap 1</w:t>
      </w:r>
      <w:r w:rsidR="00866213">
        <w:t>:</w:t>
      </w:r>
      <w:r w:rsidR="009A610F">
        <w:t xml:space="preserve"> verzamel in de onderstaande (tijdelijke) tabel per rol/functie de activiteiten:</w:t>
      </w:r>
    </w:p>
    <w:tbl>
      <w:tblPr>
        <w:tblStyle w:val="Tabelraster"/>
        <w:tblW w:w="0" w:type="auto"/>
        <w:tblLook w:val="04A0" w:firstRow="1" w:lastRow="0" w:firstColumn="1" w:lastColumn="0" w:noHBand="0" w:noVBand="1"/>
      </w:tblPr>
      <w:tblGrid>
        <w:gridCol w:w="2122"/>
        <w:gridCol w:w="6940"/>
      </w:tblGrid>
      <w:tr w:rsidR="009A610F" w14:paraId="58CF7DD4" w14:textId="77777777" w:rsidTr="00AB6983">
        <w:tc>
          <w:tcPr>
            <w:tcW w:w="2122" w:type="dxa"/>
          </w:tcPr>
          <w:p w14:paraId="3D4A45F8" w14:textId="051FE3DD" w:rsidR="009A610F" w:rsidRPr="009A610F" w:rsidRDefault="009A610F" w:rsidP="009A610F">
            <w:r w:rsidRPr="009A610F">
              <w:t>Rol / Functie</w:t>
            </w:r>
          </w:p>
        </w:tc>
        <w:tc>
          <w:tcPr>
            <w:tcW w:w="6940" w:type="dxa"/>
          </w:tcPr>
          <w:p w14:paraId="656B19F3" w14:textId="6DA4CD35" w:rsidR="009A610F" w:rsidRPr="009A610F" w:rsidRDefault="009A610F" w:rsidP="009A610F">
            <w:r>
              <w:t>Activiteiten</w:t>
            </w:r>
          </w:p>
        </w:tc>
      </w:tr>
      <w:tr w:rsidR="009A610F" w14:paraId="5871D5B4" w14:textId="77777777" w:rsidTr="00AB6983">
        <w:tc>
          <w:tcPr>
            <w:tcW w:w="2122" w:type="dxa"/>
          </w:tcPr>
          <w:p w14:paraId="2BBB1633" w14:textId="01A32752" w:rsidR="009A610F" w:rsidRPr="009A610F" w:rsidRDefault="00AB6983" w:rsidP="009A610F">
            <w:r>
              <w:t>[functietitel 1]</w:t>
            </w:r>
          </w:p>
        </w:tc>
        <w:tc>
          <w:tcPr>
            <w:tcW w:w="6940" w:type="dxa"/>
          </w:tcPr>
          <w:p w14:paraId="4683A889" w14:textId="5EDF6B9F" w:rsidR="009A610F" w:rsidRDefault="00AB6983" w:rsidP="00646713">
            <w:pPr>
              <w:pStyle w:val="Lijstalinea"/>
              <w:numPr>
                <w:ilvl w:val="0"/>
                <w:numId w:val="6"/>
              </w:numPr>
            </w:pPr>
            <w:r>
              <w:t>[activiteit</w:t>
            </w:r>
            <w:r w:rsidR="00866621">
              <w:t xml:space="preserve"> 1.1</w:t>
            </w:r>
            <w:r>
              <w:t>]</w:t>
            </w:r>
          </w:p>
          <w:p w14:paraId="2E0A5C0F" w14:textId="33B0CB41" w:rsidR="00866621" w:rsidRDefault="00866621" w:rsidP="00646713">
            <w:pPr>
              <w:pStyle w:val="Lijstalinea"/>
              <w:numPr>
                <w:ilvl w:val="0"/>
                <w:numId w:val="6"/>
              </w:numPr>
            </w:pPr>
            <w:r>
              <w:t>[activiteit 1.2]</w:t>
            </w:r>
          </w:p>
          <w:p w14:paraId="434F68BC" w14:textId="77BA1578" w:rsidR="00AB6983" w:rsidRDefault="00AB6983" w:rsidP="00646713">
            <w:pPr>
              <w:pStyle w:val="Lijstalinea"/>
              <w:numPr>
                <w:ilvl w:val="0"/>
                <w:numId w:val="6"/>
              </w:numPr>
            </w:pPr>
            <w:r>
              <w:t>…</w:t>
            </w:r>
          </w:p>
        </w:tc>
      </w:tr>
      <w:tr w:rsidR="00AB6983" w14:paraId="59FA919E" w14:textId="77777777" w:rsidTr="00AB6983">
        <w:tc>
          <w:tcPr>
            <w:tcW w:w="2122" w:type="dxa"/>
          </w:tcPr>
          <w:p w14:paraId="1F77F01F" w14:textId="05C0E419" w:rsidR="00AB6983" w:rsidRDefault="00AB6983" w:rsidP="009A610F">
            <w:r>
              <w:t>[functietitel 2]</w:t>
            </w:r>
          </w:p>
        </w:tc>
        <w:tc>
          <w:tcPr>
            <w:tcW w:w="6940" w:type="dxa"/>
          </w:tcPr>
          <w:p w14:paraId="182423C5" w14:textId="76F6EB75" w:rsidR="00AB6983" w:rsidRDefault="00A65296" w:rsidP="00646713">
            <w:pPr>
              <w:pStyle w:val="Lijstalinea"/>
              <w:numPr>
                <w:ilvl w:val="0"/>
                <w:numId w:val="6"/>
              </w:numPr>
            </w:pPr>
            <w:r>
              <w:t>[activiteit</w:t>
            </w:r>
            <w:r w:rsidR="00866621">
              <w:t xml:space="preserve"> 2.1</w:t>
            </w:r>
            <w:r>
              <w:t>]</w:t>
            </w:r>
          </w:p>
          <w:p w14:paraId="04BEA8A9" w14:textId="47D3DDF8" w:rsidR="00866621" w:rsidRDefault="009F5BC0" w:rsidP="00646713">
            <w:pPr>
              <w:pStyle w:val="Lijstalinea"/>
              <w:numPr>
                <w:ilvl w:val="0"/>
                <w:numId w:val="6"/>
              </w:numPr>
            </w:pPr>
            <w:r>
              <w:t>[activiteit 2.2]</w:t>
            </w:r>
          </w:p>
          <w:p w14:paraId="5743AAC1" w14:textId="7818DA95" w:rsidR="00A65296" w:rsidRDefault="00A65296" w:rsidP="00646713">
            <w:pPr>
              <w:pStyle w:val="Lijstalinea"/>
              <w:numPr>
                <w:ilvl w:val="0"/>
                <w:numId w:val="6"/>
              </w:numPr>
            </w:pPr>
            <w:r>
              <w:t>…</w:t>
            </w:r>
          </w:p>
        </w:tc>
      </w:tr>
    </w:tbl>
    <w:p w14:paraId="12B4EA3D" w14:textId="77777777" w:rsidR="00866213" w:rsidRDefault="00866213" w:rsidP="009B4831">
      <w:pPr>
        <w:pStyle w:val="verborgentekst"/>
      </w:pPr>
    </w:p>
    <w:p w14:paraId="7704D22B" w14:textId="4D810EFB" w:rsidR="00F92F4E" w:rsidRDefault="00F92F4E" w:rsidP="00F92F4E">
      <w:pPr>
        <w:pStyle w:val="verborgentekst"/>
      </w:pPr>
      <w:r>
        <w:t xml:space="preserve">De vervolgvraag is voor elke activiteit: wat moet iemand </w:t>
      </w:r>
      <w:r w:rsidRPr="008E0323">
        <w:rPr>
          <w:u w:val="single"/>
        </w:rPr>
        <w:t>kunnen</w:t>
      </w:r>
      <w:r>
        <w:t xml:space="preserve"> en kennen om deze naar</w:t>
      </w:r>
      <w:r w:rsidR="00970B82">
        <w:t xml:space="preserve"> </w:t>
      </w:r>
      <w:r>
        <w:t>behoren uit te voeren? Meestal komt het erop neer dat iemand een specifiek gereedschap moet</w:t>
      </w:r>
      <w:r w:rsidR="00970B82">
        <w:t xml:space="preserve"> </w:t>
      </w:r>
      <w:r>
        <w:t>kunnen gebruiken, een bepaalde machine of softwareapplicatie moet kunnen bedienen. Daarbij</w:t>
      </w:r>
      <w:r w:rsidR="00970B82">
        <w:t xml:space="preserve"> </w:t>
      </w:r>
      <w:r>
        <w:t xml:space="preserve">komt </w:t>
      </w:r>
      <w:r w:rsidRPr="00CA67C1">
        <w:t>ook vaak dat iemand kennis moet hebben van specifieke onderwerpen, bijvoorbeeld kennis</w:t>
      </w:r>
      <w:r w:rsidR="00970B82" w:rsidRPr="00CA67C1">
        <w:t xml:space="preserve"> </w:t>
      </w:r>
      <w:r w:rsidRPr="00CA67C1">
        <w:t>van bepaalde wetgeving, over specifieke materialen of de (samenstelling van de) eigen producten.</w:t>
      </w:r>
    </w:p>
    <w:p w14:paraId="692F8EBE" w14:textId="554543D7" w:rsidR="00F92F4E" w:rsidRDefault="00F92F4E" w:rsidP="00F92F4E">
      <w:pPr>
        <w:pStyle w:val="verborgentekst"/>
      </w:pPr>
      <w:r>
        <w:lastRenderedPageBreak/>
        <w:t>Het is niet noodzakelijk om te beschrijven dat medewerkers moeten kunnen lezen en schrijven,</w:t>
      </w:r>
      <w:r w:rsidR="00970B82">
        <w:t xml:space="preserve"> </w:t>
      </w:r>
      <w:r>
        <w:t>maar als het noodzakelijk is dat ze specifieke talen spreken, kan dit wel weer relevant zijn</w:t>
      </w:r>
      <w:r w:rsidR="00970B82">
        <w:t xml:space="preserve"> </w:t>
      </w:r>
    </w:p>
    <w:p w14:paraId="0043B360" w14:textId="2B37C8FB" w:rsidR="0091060E" w:rsidRDefault="00970B82" w:rsidP="0091060E">
      <w:pPr>
        <w:pStyle w:val="verborgentekst"/>
      </w:pPr>
      <w:r>
        <w:t>I</w:t>
      </w:r>
      <w:r w:rsidR="0091060E">
        <w:t>n sommige modellen over competenties wordt ook een gedragscomponent (ook soft-skills)</w:t>
      </w:r>
      <w:r>
        <w:t xml:space="preserve"> </w:t>
      </w:r>
      <w:r w:rsidR="0091060E">
        <w:t>gehanteerd. Het is voor sommige activiteiten ook nuttig om daarover na te denken. Dus dat</w:t>
      </w:r>
      <w:r>
        <w:t xml:space="preserve"> </w:t>
      </w:r>
      <w:r w:rsidR="0091060E">
        <w:t>iemand een goed inlevingsvermogen heeft, creatief is of heel analytisch.</w:t>
      </w:r>
    </w:p>
    <w:p w14:paraId="7890F71A" w14:textId="467ED55B" w:rsidR="00C86CA5" w:rsidRDefault="0091060E" w:rsidP="0091060E">
      <w:pPr>
        <w:pStyle w:val="verborgentekst"/>
      </w:pPr>
      <w:r>
        <w:t>Opmerking: Een 'HBO denk- en werkniveau' is geen competentie. Een diploma is geen</w:t>
      </w:r>
      <w:r w:rsidR="00970B82">
        <w:t xml:space="preserve"> </w:t>
      </w:r>
      <w:r>
        <w:t>competentie. Een gevolgde (algemene) opleiding zou wel een indicatie kunnen geven van</w:t>
      </w:r>
      <w:r w:rsidR="00970B82">
        <w:t xml:space="preserve"> </w:t>
      </w:r>
      <w:r>
        <w:t>opgedane kennis en kunde.</w:t>
      </w:r>
    </w:p>
    <w:p w14:paraId="05962A62" w14:textId="4CD9101B" w:rsidR="00E00861" w:rsidRDefault="00583E14" w:rsidP="0091060E">
      <w:pPr>
        <w:pStyle w:val="verborgentekst"/>
      </w:pPr>
      <w:r>
        <w:t xml:space="preserve">Stap 2: </w:t>
      </w:r>
      <w:r w:rsidR="0091060E">
        <w:t>Geef per activiteit aan welke kennis, kunde en gedragscomponent nodig is om deze naar</w:t>
      </w:r>
      <w:r w:rsidR="00970B82">
        <w:t xml:space="preserve"> </w:t>
      </w:r>
      <w:r w:rsidR="0091060E">
        <w:t>behoren te kunnen uitvoeren</w:t>
      </w:r>
      <w:r w:rsidR="000D3FAC">
        <w:t>:</w:t>
      </w:r>
    </w:p>
    <w:tbl>
      <w:tblPr>
        <w:tblStyle w:val="Tabelraster"/>
        <w:tblW w:w="0" w:type="auto"/>
        <w:tblLook w:val="04A0" w:firstRow="1" w:lastRow="0" w:firstColumn="1" w:lastColumn="0" w:noHBand="0" w:noVBand="1"/>
      </w:tblPr>
      <w:tblGrid>
        <w:gridCol w:w="2689"/>
        <w:gridCol w:w="6373"/>
      </w:tblGrid>
      <w:tr w:rsidR="00583E14" w14:paraId="51DD9186" w14:textId="77777777" w:rsidTr="00583E14">
        <w:tc>
          <w:tcPr>
            <w:tcW w:w="2689" w:type="dxa"/>
          </w:tcPr>
          <w:p w14:paraId="464A6AEA" w14:textId="70AAD99D" w:rsidR="00583E14" w:rsidRDefault="00583E14" w:rsidP="00C215A7">
            <w:r>
              <w:t>Activiteit</w:t>
            </w:r>
          </w:p>
        </w:tc>
        <w:tc>
          <w:tcPr>
            <w:tcW w:w="6373" w:type="dxa"/>
          </w:tcPr>
          <w:p w14:paraId="2FF47FF4" w14:textId="50E3131D" w:rsidR="00583E14" w:rsidRDefault="00583E14" w:rsidP="00C215A7">
            <w:r>
              <w:t>Competenties (kennis/kunde/</w:t>
            </w:r>
            <w:r w:rsidR="00355DF4">
              <w:t>gedrag)</w:t>
            </w:r>
          </w:p>
        </w:tc>
      </w:tr>
      <w:tr w:rsidR="00355DF4" w14:paraId="2D306D7D" w14:textId="77777777" w:rsidTr="00583E14">
        <w:tc>
          <w:tcPr>
            <w:tcW w:w="2689" w:type="dxa"/>
          </w:tcPr>
          <w:p w14:paraId="0D9B32D5" w14:textId="1BED5763" w:rsidR="00355DF4" w:rsidRDefault="00355DF4" w:rsidP="00C215A7">
            <w:r>
              <w:t>[activiteit 1</w:t>
            </w:r>
            <w:r w:rsidR="009F5BC0">
              <w:t>.1</w:t>
            </w:r>
            <w:r>
              <w:t>]</w:t>
            </w:r>
          </w:p>
        </w:tc>
        <w:tc>
          <w:tcPr>
            <w:tcW w:w="6373" w:type="dxa"/>
          </w:tcPr>
          <w:p w14:paraId="42E5C934" w14:textId="77777777" w:rsidR="00355DF4" w:rsidRDefault="00355DF4" w:rsidP="00646713">
            <w:pPr>
              <w:pStyle w:val="Lijstalinea"/>
              <w:numPr>
                <w:ilvl w:val="0"/>
                <w:numId w:val="17"/>
              </w:numPr>
            </w:pPr>
            <w:r>
              <w:t>[kennis/kunde/gedrag]</w:t>
            </w:r>
          </w:p>
          <w:p w14:paraId="64EAEF8D" w14:textId="77777777" w:rsidR="00355DF4" w:rsidRDefault="00355DF4" w:rsidP="00646713">
            <w:pPr>
              <w:pStyle w:val="Lijstalinea"/>
              <w:numPr>
                <w:ilvl w:val="0"/>
                <w:numId w:val="17"/>
              </w:numPr>
            </w:pPr>
            <w:r>
              <w:t>..</w:t>
            </w:r>
          </w:p>
          <w:p w14:paraId="0849DBDF" w14:textId="77777777" w:rsidR="00355DF4" w:rsidRDefault="00355DF4" w:rsidP="00646713">
            <w:pPr>
              <w:pStyle w:val="Lijstalinea"/>
              <w:numPr>
                <w:ilvl w:val="0"/>
                <w:numId w:val="17"/>
              </w:numPr>
            </w:pPr>
            <w:r>
              <w:t>..</w:t>
            </w:r>
          </w:p>
          <w:p w14:paraId="15F9DA17" w14:textId="0301FCEF" w:rsidR="00355DF4" w:rsidRDefault="00355DF4" w:rsidP="00646713">
            <w:pPr>
              <w:pStyle w:val="Lijstalinea"/>
              <w:numPr>
                <w:ilvl w:val="0"/>
                <w:numId w:val="17"/>
              </w:numPr>
            </w:pPr>
          </w:p>
        </w:tc>
      </w:tr>
      <w:tr w:rsidR="00355DF4" w14:paraId="5463E042" w14:textId="77777777" w:rsidTr="00583E14">
        <w:tc>
          <w:tcPr>
            <w:tcW w:w="2689" w:type="dxa"/>
          </w:tcPr>
          <w:p w14:paraId="1B8FA1E8" w14:textId="1A7EAF6C" w:rsidR="00355DF4" w:rsidRDefault="00355DF4" w:rsidP="00C215A7">
            <w:r>
              <w:t xml:space="preserve">[activiteit </w:t>
            </w:r>
            <w:r w:rsidR="009F5BC0">
              <w:t>1.</w:t>
            </w:r>
            <w:r>
              <w:t>2]</w:t>
            </w:r>
          </w:p>
        </w:tc>
        <w:tc>
          <w:tcPr>
            <w:tcW w:w="6373" w:type="dxa"/>
          </w:tcPr>
          <w:p w14:paraId="4443E347" w14:textId="77777777" w:rsidR="00E62F7A" w:rsidRDefault="00E62F7A" w:rsidP="00646713">
            <w:pPr>
              <w:pStyle w:val="Lijstalinea"/>
              <w:numPr>
                <w:ilvl w:val="0"/>
                <w:numId w:val="17"/>
              </w:numPr>
            </w:pPr>
            <w:r>
              <w:t>[kennis/kunde/gedrag]</w:t>
            </w:r>
          </w:p>
          <w:p w14:paraId="5EDB0222" w14:textId="77777777" w:rsidR="00355DF4" w:rsidRDefault="00E62F7A" w:rsidP="00646713">
            <w:pPr>
              <w:pStyle w:val="Lijstalinea"/>
              <w:numPr>
                <w:ilvl w:val="0"/>
                <w:numId w:val="17"/>
              </w:numPr>
            </w:pPr>
            <w:r>
              <w:t>…</w:t>
            </w:r>
          </w:p>
          <w:p w14:paraId="7042F953" w14:textId="7CA7506A" w:rsidR="00E62F7A" w:rsidRDefault="00E62F7A" w:rsidP="00646713">
            <w:pPr>
              <w:pStyle w:val="Lijstalinea"/>
              <w:numPr>
                <w:ilvl w:val="0"/>
                <w:numId w:val="17"/>
              </w:numPr>
            </w:pPr>
            <w:r>
              <w:t>…</w:t>
            </w:r>
          </w:p>
        </w:tc>
      </w:tr>
      <w:tr w:rsidR="009F5BC0" w14:paraId="6A2904FB" w14:textId="77777777" w:rsidTr="00583E14">
        <w:tc>
          <w:tcPr>
            <w:tcW w:w="2689" w:type="dxa"/>
          </w:tcPr>
          <w:p w14:paraId="1B626DF9" w14:textId="77777777" w:rsidR="009F5BC0" w:rsidRDefault="009F5BC0" w:rsidP="00C215A7"/>
        </w:tc>
        <w:tc>
          <w:tcPr>
            <w:tcW w:w="6373" w:type="dxa"/>
          </w:tcPr>
          <w:p w14:paraId="2A21B4FD" w14:textId="77777777" w:rsidR="009F5BC0" w:rsidRDefault="009F5BC0" w:rsidP="00646713">
            <w:pPr>
              <w:pStyle w:val="Lijstalinea"/>
              <w:numPr>
                <w:ilvl w:val="0"/>
                <w:numId w:val="17"/>
              </w:numPr>
            </w:pPr>
          </w:p>
        </w:tc>
      </w:tr>
      <w:tr w:rsidR="009F5BC0" w14:paraId="69CD7D2A" w14:textId="77777777" w:rsidTr="00583E14">
        <w:tc>
          <w:tcPr>
            <w:tcW w:w="2689" w:type="dxa"/>
          </w:tcPr>
          <w:p w14:paraId="58F7A444" w14:textId="410ED1FC" w:rsidR="009F5BC0" w:rsidRDefault="009F5BC0" w:rsidP="00C215A7">
            <w:r>
              <w:t>[activiteit 2.1]</w:t>
            </w:r>
          </w:p>
        </w:tc>
        <w:tc>
          <w:tcPr>
            <w:tcW w:w="6373" w:type="dxa"/>
          </w:tcPr>
          <w:p w14:paraId="5AED9599" w14:textId="77777777" w:rsidR="009F5BC0" w:rsidRDefault="009F5BC0" w:rsidP="009F5BC0">
            <w:pPr>
              <w:pStyle w:val="Lijstalinea"/>
              <w:numPr>
                <w:ilvl w:val="0"/>
                <w:numId w:val="17"/>
              </w:numPr>
            </w:pPr>
            <w:r>
              <w:t>[kennis/kunde/gedrag]</w:t>
            </w:r>
          </w:p>
          <w:p w14:paraId="6790E7F8" w14:textId="77777777" w:rsidR="009F5BC0" w:rsidRDefault="009F5BC0" w:rsidP="009F5BC0">
            <w:pPr>
              <w:pStyle w:val="Lijstalinea"/>
              <w:numPr>
                <w:ilvl w:val="0"/>
                <w:numId w:val="17"/>
              </w:numPr>
            </w:pPr>
            <w:r>
              <w:t>…</w:t>
            </w:r>
          </w:p>
          <w:p w14:paraId="2F65A73C" w14:textId="3D2009AF" w:rsidR="009F5BC0" w:rsidRDefault="009F5BC0" w:rsidP="009F5BC0">
            <w:pPr>
              <w:pStyle w:val="Lijstalinea"/>
              <w:numPr>
                <w:ilvl w:val="0"/>
                <w:numId w:val="17"/>
              </w:numPr>
            </w:pPr>
            <w:r>
              <w:t>…</w:t>
            </w:r>
          </w:p>
        </w:tc>
      </w:tr>
    </w:tbl>
    <w:p w14:paraId="7EDEA575" w14:textId="77777777" w:rsidR="00583E14" w:rsidRDefault="00583E14" w:rsidP="00C215A7"/>
    <w:p w14:paraId="21135B4B" w14:textId="5FB972D3" w:rsidR="007A289C" w:rsidRDefault="007A289C" w:rsidP="007A289C">
      <w:pPr>
        <w:pStyle w:val="verborgentekst"/>
      </w:pPr>
      <w:r>
        <w:t xml:space="preserve">Het is essentieel dat als iemand werkzaamheden toebedeeld krijgt, </w:t>
      </w:r>
      <w:r w:rsidR="00D34474">
        <w:t>je</w:t>
      </w:r>
      <w:r>
        <w:t xml:space="preserve"> zeker we</w:t>
      </w:r>
      <w:r w:rsidR="00D34474">
        <w:t>et</w:t>
      </w:r>
      <w:r>
        <w:t xml:space="preserve"> dat </w:t>
      </w:r>
      <w:r w:rsidR="00D34474">
        <w:t>die persoon</w:t>
      </w:r>
      <w:r w:rsidR="00970B82">
        <w:t xml:space="preserve"> </w:t>
      </w:r>
      <w:r>
        <w:t>voldoende</w:t>
      </w:r>
      <w:r w:rsidR="00D34474">
        <w:t xml:space="preserve"> </w:t>
      </w:r>
      <w:r>
        <w:t>vakbekwaam is. Dus dat deze persoon over de benodigde</w:t>
      </w:r>
      <w:r w:rsidR="00970B82">
        <w:t xml:space="preserve"> </w:t>
      </w:r>
      <w:r>
        <w:t>competenties beschikt.</w:t>
      </w:r>
    </w:p>
    <w:p w14:paraId="09E1E3FF" w14:textId="6821ABE4" w:rsidR="00B22D92" w:rsidRPr="007A60A3" w:rsidRDefault="007A289C" w:rsidP="007A289C">
      <w:pPr>
        <w:pStyle w:val="verborgentekst"/>
      </w:pPr>
      <w:r>
        <w:t>Een competentie kan worden opgedaan via een (vak)opleiding, een (aanvullende) training/cursus/</w:t>
      </w:r>
      <w:r w:rsidR="00970B82">
        <w:t xml:space="preserve"> </w:t>
      </w:r>
      <w:r>
        <w:t xml:space="preserve">workshop, algemene werkervaring of juist specifieke werkervaring. </w:t>
      </w:r>
      <w:r w:rsidR="003D204A">
        <w:t>Je</w:t>
      </w:r>
      <w:r>
        <w:t xml:space="preserve"> moet voor elke</w:t>
      </w:r>
      <w:r w:rsidR="00970B82">
        <w:t xml:space="preserve"> </w:t>
      </w:r>
      <w:r>
        <w:t xml:space="preserve">competentie vaststellen (of verzinnen) hoe </w:t>
      </w:r>
      <w:r w:rsidR="003D204A">
        <w:t>je</w:t>
      </w:r>
      <w:r>
        <w:t xml:space="preserve"> zo objectief mogelijk kun</w:t>
      </w:r>
      <w:r w:rsidR="003D204A">
        <w:t>t</w:t>
      </w:r>
      <w:r>
        <w:t xml:space="preserve"> vaststellen dat iemand</w:t>
      </w:r>
      <w:r w:rsidR="00970B82">
        <w:t xml:space="preserve"> </w:t>
      </w:r>
      <w:r>
        <w:t>daarover beschikt. Er zijn verschillende methoden om competenties vast te stellen</w:t>
      </w:r>
      <w:r w:rsidR="007C504F">
        <w:t>:</w:t>
      </w:r>
    </w:p>
    <w:tbl>
      <w:tblPr>
        <w:tblStyle w:val="Tabelraster"/>
        <w:tblW w:w="0" w:type="auto"/>
        <w:tblLook w:val="04A0" w:firstRow="1" w:lastRow="0" w:firstColumn="1" w:lastColumn="0" w:noHBand="0" w:noVBand="1"/>
      </w:tblPr>
      <w:tblGrid>
        <w:gridCol w:w="3020"/>
        <w:gridCol w:w="3021"/>
        <w:gridCol w:w="3021"/>
      </w:tblGrid>
      <w:tr w:rsidR="007A60A3" w:rsidRPr="007A60A3" w14:paraId="5E14D8CD" w14:textId="77777777" w:rsidTr="00E25EE2">
        <w:trPr>
          <w:hidden/>
        </w:trPr>
        <w:tc>
          <w:tcPr>
            <w:tcW w:w="3020" w:type="dxa"/>
          </w:tcPr>
          <w:p w14:paraId="702A0DF1" w14:textId="6528BC3D" w:rsidR="00E25EE2" w:rsidRPr="007A60A3" w:rsidRDefault="00E25EE2" w:rsidP="00AE0229">
            <w:pPr>
              <w:pStyle w:val="verborgentekst"/>
            </w:pPr>
            <w:r w:rsidRPr="007A60A3">
              <w:t>Methode</w:t>
            </w:r>
          </w:p>
        </w:tc>
        <w:tc>
          <w:tcPr>
            <w:tcW w:w="3021" w:type="dxa"/>
          </w:tcPr>
          <w:p w14:paraId="1865C286" w14:textId="560797F9" w:rsidR="00E25EE2" w:rsidRPr="007A60A3" w:rsidRDefault="00E25EE2" w:rsidP="00AE0229">
            <w:pPr>
              <w:pStyle w:val="verborgentekst"/>
            </w:pPr>
            <w:r w:rsidRPr="007A60A3">
              <w:t>Doel</w:t>
            </w:r>
          </w:p>
        </w:tc>
        <w:tc>
          <w:tcPr>
            <w:tcW w:w="3021" w:type="dxa"/>
          </w:tcPr>
          <w:p w14:paraId="12E45EC8" w14:textId="0CEE69B0" w:rsidR="00E25EE2" w:rsidRPr="007A60A3" w:rsidRDefault="00E25EE2" w:rsidP="00AE0229">
            <w:pPr>
              <w:pStyle w:val="verborgentekst"/>
            </w:pPr>
            <w:r w:rsidRPr="007A60A3">
              <w:t>Voorbeelden</w:t>
            </w:r>
          </w:p>
        </w:tc>
      </w:tr>
      <w:tr w:rsidR="007A60A3" w:rsidRPr="007A60A3" w14:paraId="381196D4" w14:textId="77777777" w:rsidTr="00E25EE2">
        <w:trPr>
          <w:hidden/>
        </w:trPr>
        <w:tc>
          <w:tcPr>
            <w:tcW w:w="3020" w:type="dxa"/>
          </w:tcPr>
          <w:p w14:paraId="52340BB7" w14:textId="315A74C6" w:rsidR="00E25EE2" w:rsidRPr="007A60A3" w:rsidRDefault="00E25EE2" w:rsidP="00AE0229">
            <w:pPr>
              <w:pStyle w:val="verborgentekst"/>
            </w:pPr>
            <w:r w:rsidRPr="007A60A3">
              <w:t>Beoordelen van documenten</w:t>
            </w:r>
          </w:p>
        </w:tc>
        <w:tc>
          <w:tcPr>
            <w:tcW w:w="3021" w:type="dxa"/>
          </w:tcPr>
          <w:p w14:paraId="31B25402" w14:textId="5E448B82" w:rsidR="00E25EE2" w:rsidRPr="007A60A3" w:rsidRDefault="00E25EE2" w:rsidP="00AE0229">
            <w:pPr>
              <w:pStyle w:val="verborgentekst"/>
            </w:pPr>
            <w:r w:rsidRPr="007A60A3">
              <w:t>Achtergrond van persoon vaststellen</w:t>
            </w:r>
          </w:p>
        </w:tc>
        <w:tc>
          <w:tcPr>
            <w:tcW w:w="3021" w:type="dxa"/>
          </w:tcPr>
          <w:p w14:paraId="214D931D" w14:textId="3EEB2E62" w:rsidR="00E25EE2" w:rsidRPr="007A60A3" w:rsidRDefault="00AF0549" w:rsidP="00AE0229">
            <w:pPr>
              <w:pStyle w:val="verborgentekst"/>
            </w:pPr>
            <w:r>
              <w:t>(</w:t>
            </w:r>
            <w:r w:rsidR="00E25EE2" w:rsidRPr="007A60A3">
              <w:t>Analyseren registraties van opleidingen</w:t>
            </w:r>
            <w:r>
              <w:t xml:space="preserve">) </w:t>
            </w:r>
            <w:r w:rsidR="00E25EE2" w:rsidRPr="007A60A3">
              <w:t>diploma’s,</w:t>
            </w:r>
            <w:r w:rsidR="00DC3DD0">
              <w:t xml:space="preserve"> (</w:t>
            </w:r>
            <w:r w:rsidR="00E25EE2" w:rsidRPr="007A60A3">
              <w:t>trainingen</w:t>
            </w:r>
            <w:r w:rsidR="00DC3DD0">
              <w:t>) certificaten</w:t>
            </w:r>
            <w:r w:rsidR="00E25EE2" w:rsidRPr="007A60A3">
              <w:t xml:space="preserve">, </w:t>
            </w:r>
            <w:r w:rsidR="00887989">
              <w:t>(</w:t>
            </w:r>
            <w:r w:rsidR="00E25EE2" w:rsidRPr="007A60A3">
              <w:t>werkervaring</w:t>
            </w:r>
            <w:r w:rsidR="00887989">
              <w:t>)</w:t>
            </w:r>
            <w:r w:rsidR="00E25EE2" w:rsidRPr="007A60A3">
              <w:t xml:space="preserve"> CV</w:t>
            </w:r>
            <w:r w:rsidR="00887989">
              <w:t xml:space="preserve"> of</w:t>
            </w:r>
            <w:r w:rsidR="00E25EE2" w:rsidRPr="007A60A3">
              <w:t xml:space="preserve"> referenties/getuigschriften</w:t>
            </w:r>
            <w:r w:rsidR="00887989">
              <w:t>.</w:t>
            </w:r>
          </w:p>
        </w:tc>
      </w:tr>
      <w:tr w:rsidR="007A60A3" w:rsidRPr="007A60A3" w14:paraId="7078562A" w14:textId="77777777" w:rsidTr="00E25EE2">
        <w:trPr>
          <w:hidden/>
        </w:trPr>
        <w:tc>
          <w:tcPr>
            <w:tcW w:w="3020" w:type="dxa"/>
          </w:tcPr>
          <w:p w14:paraId="2BDC36FC" w14:textId="4E03F1FA" w:rsidR="00E443F0" w:rsidRPr="007A60A3" w:rsidRDefault="00E443F0" w:rsidP="00AE0229">
            <w:pPr>
              <w:pStyle w:val="verborgentekst"/>
            </w:pPr>
            <w:r w:rsidRPr="007A60A3">
              <w:t>Interview</w:t>
            </w:r>
          </w:p>
        </w:tc>
        <w:tc>
          <w:tcPr>
            <w:tcW w:w="3021" w:type="dxa"/>
          </w:tcPr>
          <w:p w14:paraId="3A361ACB" w14:textId="454E35A3" w:rsidR="00E443F0" w:rsidRPr="007A60A3" w:rsidRDefault="00E443F0" w:rsidP="00AE0229">
            <w:pPr>
              <w:pStyle w:val="verborgentekst"/>
            </w:pPr>
            <w:r w:rsidRPr="007A60A3">
              <w:t>Gewenst professioneel gedrag en communicatieve vaardigheden beoordelen, informatie verifiëren, kennis toetsen en aanvullende informatie verkrijgen</w:t>
            </w:r>
          </w:p>
        </w:tc>
        <w:tc>
          <w:tcPr>
            <w:tcW w:w="3021" w:type="dxa"/>
          </w:tcPr>
          <w:p w14:paraId="48AEAEE5" w14:textId="1C4422E4" w:rsidR="00E443F0" w:rsidRPr="007A60A3" w:rsidRDefault="00E443F0" w:rsidP="00AE0229">
            <w:pPr>
              <w:pStyle w:val="verborgentekst"/>
            </w:pPr>
            <w:r w:rsidRPr="007A60A3">
              <w:t>Persoonlijke interviews met eigen deskundigen</w:t>
            </w:r>
            <w:r w:rsidR="005137BA">
              <w:t xml:space="preserve"> (als onderdeel van sollicitatie of functioneringsgesprek)</w:t>
            </w:r>
          </w:p>
        </w:tc>
      </w:tr>
      <w:tr w:rsidR="007A60A3" w:rsidRPr="007A60A3" w14:paraId="596D46ED" w14:textId="77777777" w:rsidTr="00E25EE2">
        <w:trPr>
          <w:hidden/>
        </w:trPr>
        <w:tc>
          <w:tcPr>
            <w:tcW w:w="3020" w:type="dxa"/>
          </w:tcPr>
          <w:p w14:paraId="29440FDB" w14:textId="19B796D1" w:rsidR="00E443F0" w:rsidRPr="007A60A3" w:rsidRDefault="00E443F0" w:rsidP="00AE0229">
            <w:pPr>
              <w:pStyle w:val="verborgentekst"/>
            </w:pPr>
            <w:r w:rsidRPr="007A60A3">
              <w:t xml:space="preserve">Proefwerk </w:t>
            </w:r>
          </w:p>
        </w:tc>
        <w:tc>
          <w:tcPr>
            <w:tcW w:w="3021" w:type="dxa"/>
          </w:tcPr>
          <w:p w14:paraId="33211D0D" w14:textId="258D4CC2" w:rsidR="00E443F0" w:rsidRPr="007A60A3" w:rsidRDefault="00E443F0" w:rsidP="00CE41AE">
            <w:pPr>
              <w:pStyle w:val="verborgentekst"/>
            </w:pPr>
            <w:r w:rsidRPr="007A60A3">
              <w:t>Gewenst gedrag beoordelen,</w:t>
            </w:r>
            <w:r w:rsidR="00CE41AE">
              <w:t xml:space="preserve"> </w:t>
            </w:r>
            <w:r w:rsidRPr="007A60A3">
              <w:t xml:space="preserve">evenals kennis en </w:t>
            </w:r>
            <w:r w:rsidRPr="007A60A3">
              <w:lastRenderedPageBreak/>
              <w:t>vaardigheden en de</w:t>
            </w:r>
            <w:r w:rsidR="00CE41AE">
              <w:t xml:space="preserve"> </w:t>
            </w:r>
            <w:r w:rsidRPr="007A60A3">
              <w:t>toepassing hiervan</w:t>
            </w:r>
          </w:p>
        </w:tc>
        <w:tc>
          <w:tcPr>
            <w:tcW w:w="3021" w:type="dxa"/>
          </w:tcPr>
          <w:p w14:paraId="1864430F" w14:textId="6AE051CB" w:rsidR="00E443F0" w:rsidRPr="007A60A3" w:rsidRDefault="00AE7A9F" w:rsidP="00AE0229">
            <w:pPr>
              <w:pStyle w:val="verborgentekst"/>
            </w:pPr>
            <w:r>
              <w:lastRenderedPageBreak/>
              <w:t xml:space="preserve">Praktijkopdracht </w:t>
            </w:r>
            <w:r w:rsidR="003B4369">
              <w:t>(mbt toekomstige werkzaamheden)</w:t>
            </w:r>
            <w:r>
              <w:t xml:space="preserve">, </w:t>
            </w:r>
            <w:r>
              <w:lastRenderedPageBreak/>
              <w:t>m</w:t>
            </w:r>
            <w:r w:rsidR="00E443F0" w:rsidRPr="007A60A3">
              <w:t>ondelinge en schriftelijke examens</w:t>
            </w:r>
          </w:p>
        </w:tc>
      </w:tr>
      <w:tr w:rsidR="007A60A3" w:rsidRPr="007A60A3" w14:paraId="4CB27BAA" w14:textId="77777777" w:rsidTr="00E25EE2">
        <w:trPr>
          <w:hidden/>
        </w:trPr>
        <w:tc>
          <w:tcPr>
            <w:tcW w:w="3020" w:type="dxa"/>
          </w:tcPr>
          <w:p w14:paraId="0BBCC5D0" w14:textId="2C900855" w:rsidR="00E443F0" w:rsidRPr="007A60A3" w:rsidRDefault="00E443F0" w:rsidP="00AE0229">
            <w:pPr>
              <w:pStyle w:val="verborgentekst"/>
            </w:pPr>
            <w:r w:rsidRPr="007A60A3">
              <w:lastRenderedPageBreak/>
              <w:t>Observatie</w:t>
            </w:r>
          </w:p>
        </w:tc>
        <w:tc>
          <w:tcPr>
            <w:tcW w:w="3021" w:type="dxa"/>
          </w:tcPr>
          <w:p w14:paraId="63FD7222" w14:textId="3F283D9B" w:rsidR="00E443F0" w:rsidRPr="007A60A3" w:rsidRDefault="00E443F0" w:rsidP="00AE0229">
            <w:pPr>
              <w:pStyle w:val="verborgentekst"/>
            </w:pPr>
            <w:r w:rsidRPr="007A60A3">
              <w:rPr>
                <w:rFonts w:ascii="Cambria" w:hAnsi="Cambria" w:cs="Cambria"/>
              </w:rPr>
              <w:t>Gewenst professioneel gedrag beoordelen en het vermogen om kennis en vaardigheden toe te passen</w:t>
            </w:r>
          </w:p>
        </w:tc>
        <w:tc>
          <w:tcPr>
            <w:tcW w:w="3021" w:type="dxa"/>
          </w:tcPr>
          <w:p w14:paraId="0D107DB0" w14:textId="2B40C3DF" w:rsidR="00E443F0" w:rsidRPr="007A60A3" w:rsidRDefault="00E443F0" w:rsidP="00AE0229">
            <w:pPr>
              <w:pStyle w:val="verborgentekst"/>
            </w:pPr>
            <w:r w:rsidRPr="007A60A3">
              <w:t>Rollenspel, functioneren in de praktijk</w:t>
            </w:r>
          </w:p>
        </w:tc>
      </w:tr>
      <w:tr w:rsidR="007A60A3" w:rsidRPr="007A60A3" w14:paraId="1CBA11E1" w14:textId="77777777" w:rsidTr="00E25EE2">
        <w:trPr>
          <w:hidden/>
        </w:trPr>
        <w:tc>
          <w:tcPr>
            <w:tcW w:w="3020" w:type="dxa"/>
          </w:tcPr>
          <w:p w14:paraId="183175FF" w14:textId="04EB8C72" w:rsidR="00E443F0" w:rsidRPr="007A60A3" w:rsidRDefault="00E443F0" w:rsidP="00AE0229">
            <w:pPr>
              <w:pStyle w:val="verborgentekst"/>
            </w:pPr>
            <w:r w:rsidRPr="007A60A3">
              <w:t>Beoordeling van uitgevoerde werkzaamheden</w:t>
            </w:r>
          </w:p>
        </w:tc>
        <w:tc>
          <w:tcPr>
            <w:tcW w:w="3021" w:type="dxa"/>
          </w:tcPr>
          <w:p w14:paraId="3C8887BC" w14:textId="2F520C2C" w:rsidR="00E443F0" w:rsidRPr="007A60A3" w:rsidRDefault="00E443F0" w:rsidP="00CE41AE">
            <w:pPr>
              <w:pStyle w:val="verborgentekst"/>
            </w:pPr>
            <w:r w:rsidRPr="007A60A3">
              <w:t>Om informatie te verschaffen over het functioneren van de medewerker tijdens de</w:t>
            </w:r>
            <w:r w:rsidR="00CE41AE">
              <w:t xml:space="preserve"> </w:t>
            </w:r>
            <w:r w:rsidRPr="007A60A3">
              <w:t>werkzaamheden, sterke punten en verbeterkansen te identificeren</w:t>
            </w:r>
          </w:p>
        </w:tc>
        <w:tc>
          <w:tcPr>
            <w:tcW w:w="3021" w:type="dxa"/>
          </w:tcPr>
          <w:p w14:paraId="5CCC17CE" w14:textId="62247C40" w:rsidR="00E443F0" w:rsidRPr="007A60A3" w:rsidRDefault="00E443F0" w:rsidP="00AE0229">
            <w:pPr>
              <w:pStyle w:val="verborgentekst"/>
            </w:pPr>
            <w:r w:rsidRPr="007A60A3">
              <w:t>Beoordeling van opgeleverde documenten, gesprekken met leidinggevende(n) / collega(‘s) of eventueel klanten.</w:t>
            </w:r>
          </w:p>
        </w:tc>
      </w:tr>
    </w:tbl>
    <w:p w14:paraId="443B8B24" w14:textId="1D799461" w:rsidR="00E25EE2" w:rsidRDefault="00E25EE2" w:rsidP="00B22D92">
      <w:pPr>
        <w:rPr>
          <w:vanish/>
          <w:color w:val="808080" w:themeColor="background1" w:themeShade="80"/>
        </w:rPr>
      </w:pPr>
    </w:p>
    <w:p w14:paraId="42A7B969" w14:textId="34DA536C" w:rsidR="007C504F" w:rsidRDefault="007C504F" w:rsidP="00B22D92">
      <w:pPr>
        <w:rPr>
          <w:vanish/>
          <w:color w:val="808080" w:themeColor="background1" w:themeShade="80"/>
        </w:rPr>
      </w:pPr>
      <w:r w:rsidRPr="003D204A">
        <w:rPr>
          <w:vanish/>
          <w:color w:val="808080" w:themeColor="background1" w:themeShade="80"/>
        </w:rPr>
        <w:t xml:space="preserve">Stap 3: geef in onderstaande tabel </w:t>
      </w:r>
      <w:r w:rsidR="008F3D2B" w:rsidRPr="003D204A">
        <w:rPr>
          <w:vanish/>
          <w:color w:val="808080" w:themeColor="background1" w:themeShade="80"/>
        </w:rPr>
        <w:t>hoe iemand een bepaalde competentie kan verkrijgen (of verkregen hebben) en hoe [organisatie] heeft vastgesteld, of zou vaststellen, dat iemand daar daadwerkelijk over beschikt.</w:t>
      </w:r>
    </w:p>
    <w:p w14:paraId="5C5420B9" w14:textId="1DE6D90B" w:rsidR="008F3D2B" w:rsidRDefault="008F3D2B" w:rsidP="00B22D92">
      <w:pPr>
        <w:rPr>
          <w:vanish/>
          <w:color w:val="808080" w:themeColor="background1" w:themeShade="80"/>
        </w:rPr>
      </w:pPr>
      <w:r>
        <w:rPr>
          <w:vanish/>
          <w:color w:val="808080" w:themeColor="background1" w:themeShade="80"/>
        </w:rPr>
        <w:t xml:space="preserve">Opmerking: </w:t>
      </w:r>
      <w:r w:rsidR="00427BC2">
        <w:rPr>
          <w:vanish/>
          <w:color w:val="808080" w:themeColor="background1" w:themeShade="80"/>
        </w:rPr>
        <w:t>als er voor een competentie écht niets te verzinnen is, dan is het wellicht voor dit moment verstandig om een praktische oplossing te kiezen: schrappen van de competentie-eis.</w:t>
      </w:r>
      <w:r w:rsidR="00EE7C16">
        <w:rPr>
          <w:vanish/>
          <w:color w:val="808080" w:themeColor="background1" w:themeShade="80"/>
        </w:rPr>
        <w:t xml:space="preserve"> Geen mooie oplossing, maar soms moet</w:t>
      </w:r>
      <w:r w:rsidR="006056CB">
        <w:rPr>
          <w:vanish/>
          <w:color w:val="808080" w:themeColor="background1" w:themeShade="80"/>
        </w:rPr>
        <w:t xml:space="preserve"> je </w:t>
      </w:r>
      <w:r w:rsidR="00EE7C16">
        <w:rPr>
          <w:vanish/>
          <w:color w:val="808080" w:themeColor="background1" w:themeShade="80"/>
        </w:rPr>
        <w:t>genoegen nemen met ‘bijna perfect’.</w:t>
      </w:r>
    </w:p>
    <w:tbl>
      <w:tblPr>
        <w:tblStyle w:val="Tabelraster"/>
        <w:tblW w:w="0" w:type="auto"/>
        <w:tblLook w:val="04A0" w:firstRow="1" w:lastRow="0" w:firstColumn="1" w:lastColumn="0" w:noHBand="0" w:noVBand="1"/>
      </w:tblPr>
      <w:tblGrid>
        <w:gridCol w:w="3020"/>
        <w:gridCol w:w="3021"/>
        <w:gridCol w:w="3021"/>
      </w:tblGrid>
      <w:tr w:rsidR="00EE7C16" w14:paraId="5C264DC5" w14:textId="77777777" w:rsidTr="00EE7C16">
        <w:trPr>
          <w:hidden/>
        </w:trPr>
        <w:tc>
          <w:tcPr>
            <w:tcW w:w="3020" w:type="dxa"/>
          </w:tcPr>
          <w:p w14:paraId="2013D7B2" w14:textId="0D649321" w:rsidR="00EE7C16" w:rsidRPr="00B36238" w:rsidRDefault="00EE7C16" w:rsidP="00B22D92">
            <w:pPr>
              <w:rPr>
                <w:b/>
                <w:bCs/>
                <w:vanish/>
                <w:color w:val="808080" w:themeColor="background1" w:themeShade="80"/>
              </w:rPr>
            </w:pPr>
            <w:r w:rsidRPr="00B36238">
              <w:rPr>
                <w:b/>
                <w:bCs/>
                <w:vanish/>
                <w:color w:val="808080" w:themeColor="background1" w:themeShade="80"/>
              </w:rPr>
              <w:t>Competentie</w:t>
            </w:r>
          </w:p>
        </w:tc>
        <w:tc>
          <w:tcPr>
            <w:tcW w:w="3021" w:type="dxa"/>
          </w:tcPr>
          <w:p w14:paraId="344687BB" w14:textId="1AAEFE80" w:rsidR="00EE7C16" w:rsidRPr="00B36238" w:rsidRDefault="00EE7C16" w:rsidP="00B22D92">
            <w:pPr>
              <w:rPr>
                <w:b/>
                <w:bCs/>
                <w:vanish/>
                <w:color w:val="808080" w:themeColor="background1" w:themeShade="80"/>
              </w:rPr>
            </w:pPr>
            <w:r w:rsidRPr="00B36238">
              <w:rPr>
                <w:b/>
                <w:bCs/>
                <w:vanish/>
                <w:color w:val="808080" w:themeColor="background1" w:themeShade="80"/>
              </w:rPr>
              <w:t>Verkrijgen</w:t>
            </w:r>
          </w:p>
        </w:tc>
        <w:tc>
          <w:tcPr>
            <w:tcW w:w="3021" w:type="dxa"/>
          </w:tcPr>
          <w:p w14:paraId="10D1D007" w14:textId="4B0C6EBF" w:rsidR="00EE7C16" w:rsidRPr="00B36238" w:rsidRDefault="003A76E3" w:rsidP="00B22D92">
            <w:pPr>
              <w:rPr>
                <w:b/>
                <w:bCs/>
                <w:vanish/>
                <w:color w:val="808080" w:themeColor="background1" w:themeShade="80"/>
              </w:rPr>
            </w:pPr>
            <w:r w:rsidRPr="00B36238">
              <w:rPr>
                <w:b/>
                <w:bCs/>
                <w:vanish/>
                <w:color w:val="808080" w:themeColor="background1" w:themeShade="80"/>
              </w:rPr>
              <w:t>Vaststellen</w:t>
            </w:r>
          </w:p>
        </w:tc>
      </w:tr>
      <w:tr w:rsidR="003A76E3" w14:paraId="36CD70D4" w14:textId="77777777" w:rsidTr="00EE7C16">
        <w:trPr>
          <w:hidden/>
        </w:trPr>
        <w:tc>
          <w:tcPr>
            <w:tcW w:w="3020" w:type="dxa"/>
          </w:tcPr>
          <w:p w14:paraId="6E28278C" w14:textId="4BAB365C" w:rsidR="003A76E3" w:rsidRDefault="003A76E3" w:rsidP="00B22D92">
            <w:pPr>
              <w:rPr>
                <w:vanish/>
                <w:color w:val="808080" w:themeColor="background1" w:themeShade="80"/>
              </w:rPr>
            </w:pPr>
            <w:r>
              <w:rPr>
                <w:vanish/>
                <w:color w:val="808080" w:themeColor="background1" w:themeShade="80"/>
              </w:rPr>
              <w:t>[competentie 1]</w:t>
            </w:r>
          </w:p>
        </w:tc>
        <w:tc>
          <w:tcPr>
            <w:tcW w:w="3021" w:type="dxa"/>
          </w:tcPr>
          <w:p w14:paraId="158211D5" w14:textId="75529771" w:rsidR="003A76E3" w:rsidRDefault="003A76E3" w:rsidP="00B22D92">
            <w:pPr>
              <w:rPr>
                <w:vanish/>
                <w:color w:val="808080" w:themeColor="background1" w:themeShade="80"/>
              </w:rPr>
            </w:pPr>
            <w:r>
              <w:rPr>
                <w:vanish/>
                <w:color w:val="808080" w:themeColor="background1" w:themeShade="80"/>
              </w:rPr>
              <w:t>[opleiding X]</w:t>
            </w:r>
          </w:p>
        </w:tc>
        <w:tc>
          <w:tcPr>
            <w:tcW w:w="3021" w:type="dxa"/>
          </w:tcPr>
          <w:p w14:paraId="39F2E87A" w14:textId="5B17E438" w:rsidR="003A76E3" w:rsidRDefault="003A76E3" w:rsidP="00B22D92">
            <w:pPr>
              <w:rPr>
                <w:vanish/>
                <w:color w:val="808080" w:themeColor="background1" w:themeShade="80"/>
              </w:rPr>
            </w:pPr>
            <w:r>
              <w:rPr>
                <w:vanish/>
                <w:color w:val="808080" w:themeColor="background1" w:themeShade="80"/>
              </w:rPr>
              <w:t>Diploma</w:t>
            </w:r>
          </w:p>
        </w:tc>
      </w:tr>
      <w:tr w:rsidR="003A76E3" w14:paraId="2B9F3854" w14:textId="77777777" w:rsidTr="00EE7C16">
        <w:trPr>
          <w:hidden/>
        </w:trPr>
        <w:tc>
          <w:tcPr>
            <w:tcW w:w="3020" w:type="dxa"/>
          </w:tcPr>
          <w:p w14:paraId="3341F300" w14:textId="1BDA295F" w:rsidR="003A76E3" w:rsidRDefault="003A76E3" w:rsidP="00B22D92">
            <w:pPr>
              <w:rPr>
                <w:vanish/>
                <w:color w:val="808080" w:themeColor="background1" w:themeShade="80"/>
              </w:rPr>
            </w:pPr>
            <w:r>
              <w:rPr>
                <w:vanish/>
                <w:color w:val="808080" w:themeColor="background1" w:themeShade="80"/>
              </w:rPr>
              <w:t>[competentie 2]</w:t>
            </w:r>
          </w:p>
        </w:tc>
        <w:tc>
          <w:tcPr>
            <w:tcW w:w="3021" w:type="dxa"/>
          </w:tcPr>
          <w:p w14:paraId="0414086B" w14:textId="05F7A25C" w:rsidR="003A76E3" w:rsidRDefault="003C7C43" w:rsidP="00B22D92">
            <w:pPr>
              <w:rPr>
                <w:vanish/>
                <w:color w:val="808080" w:themeColor="background1" w:themeShade="80"/>
              </w:rPr>
            </w:pPr>
            <w:r>
              <w:rPr>
                <w:vanish/>
                <w:color w:val="808080" w:themeColor="background1" w:themeShade="80"/>
              </w:rPr>
              <w:t xml:space="preserve">5 jaar werkervaring als [functie/rol] </w:t>
            </w:r>
          </w:p>
        </w:tc>
        <w:tc>
          <w:tcPr>
            <w:tcW w:w="3021" w:type="dxa"/>
          </w:tcPr>
          <w:p w14:paraId="0F9393F1" w14:textId="27DF6FEB" w:rsidR="003A76E3" w:rsidRDefault="003C7C43" w:rsidP="00B22D92">
            <w:pPr>
              <w:rPr>
                <w:vanish/>
                <w:color w:val="808080" w:themeColor="background1" w:themeShade="80"/>
              </w:rPr>
            </w:pPr>
            <w:r>
              <w:rPr>
                <w:vanish/>
                <w:color w:val="808080" w:themeColor="background1" w:themeShade="80"/>
              </w:rPr>
              <w:t>C.V.</w:t>
            </w:r>
          </w:p>
        </w:tc>
      </w:tr>
      <w:tr w:rsidR="002639EE" w:rsidRPr="0096377D" w14:paraId="0ABDC436" w14:textId="77777777" w:rsidTr="00EE7C16">
        <w:trPr>
          <w:hidden/>
        </w:trPr>
        <w:tc>
          <w:tcPr>
            <w:tcW w:w="3020" w:type="dxa"/>
          </w:tcPr>
          <w:p w14:paraId="6B9DE6FF" w14:textId="503B3D30" w:rsidR="002639EE" w:rsidRDefault="002639EE" w:rsidP="00475F98">
            <w:pPr>
              <w:ind w:left="708"/>
              <w:rPr>
                <w:vanish/>
                <w:color w:val="808080" w:themeColor="background1" w:themeShade="80"/>
              </w:rPr>
            </w:pPr>
            <w:r>
              <w:rPr>
                <w:vanish/>
                <w:color w:val="808080" w:themeColor="background1" w:themeShade="80"/>
              </w:rPr>
              <w:t>[competentie 3]</w:t>
            </w:r>
          </w:p>
        </w:tc>
        <w:tc>
          <w:tcPr>
            <w:tcW w:w="3021" w:type="dxa"/>
          </w:tcPr>
          <w:p w14:paraId="23B3ADB0" w14:textId="1EE362D6" w:rsidR="002639EE" w:rsidRDefault="002639EE" w:rsidP="00B22D92">
            <w:pPr>
              <w:rPr>
                <w:vanish/>
                <w:color w:val="808080" w:themeColor="background1" w:themeShade="80"/>
              </w:rPr>
            </w:pPr>
            <w:r>
              <w:rPr>
                <w:vanish/>
                <w:color w:val="808080" w:themeColor="background1" w:themeShade="80"/>
              </w:rPr>
              <w:t xml:space="preserve">2 jaar </w:t>
            </w:r>
            <w:r w:rsidR="00344EF6">
              <w:rPr>
                <w:vanish/>
                <w:color w:val="808080" w:themeColor="background1" w:themeShade="80"/>
              </w:rPr>
              <w:t>werkervaring als [functie/rol] of hobby-matige interesse</w:t>
            </w:r>
          </w:p>
        </w:tc>
        <w:tc>
          <w:tcPr>
            <w:tcW w:w="3021" w:type="dxa"/>
          </w:tcPr>
          <w:p w14:paraId="3F1B05E4" w14:textId="7C338FEA" w:rsidR="002639EE" w:rsidRPr="00344EF6" w:rsidRDefault="00344EF6" w:rsidP="00B22D92">
            <w:pPr>
              <w:rPr>
                <w:vanish/>
                <w:color w:val="808080" w:themeColor="background1" w:themeShade="80"/>
                <w:lang w:val="en-GB"/>
              </w:rPr>
            </w:pPr>
            <w:r w:rsidRPr="00344EF6">
              <w:rPr>
                <w:vanish/>
                <w:color w:val="808080" w:themeColor="background1" w:themeShade="80"/>
                <w:lang w:val="en-GB"/>
              </w:rPr>
              <w:t>Expert-interview met senior eng</w:t>
            </w:r>
            <w:r>
              <w:rPr>
                <w:vanish/>
                <w:color w:val="808080" w:themeColor="background1" w:themeShade="80"/>
                <w:lang w:val="en-GB"/>
              </w:rPr>
              <w:t>ineer</w:t>
            </w:r>
          </w:p>
        </w:tc>
      </w:tr>
      <w:tr w:rsidR="002004F3" w:rsidRPr="00344EF6" w14:paraId="699840C7" w14:textId="77777777" w:rsidTr="00EE7C16">
        <w:trPr>
          <w:hidden/>
        </w:trPr>
        <w:tc>
          <w:tcPr>
            <w:tcW w:w="3020" w:type="dxa"/>
          </w:tcPr>
          <w:p w14:paraId="26D315CA" w14:textId="15DF54C4" w:rsidR="002004F3" w:rsidRDefault="002004F3" w:rsidP="00475F98">
            <w:pPr>
              <w:ind w:left="708"/>
              <w:rPr>
                <w:vanish/>
                <w:color w:val="808080" w:themeColor="background1" w:themeShade="80"/>
              </w:rPr>
            </w:pPr>
            <w:r>
              <w:rPr>
                <w:vanish/>
                <w:color w:val="808080" w:themeColor="background1" w:themeShade="80"/>
              </w:rPr>
              <w:t>…</w:t>
            </w:r>
          </w:p>
        </w:tc>
        <w:tc>
          <w:tcPr>
            <w:tcW w:w="3021" w:type="dxa"/>
          </w:tcPr>
          <w:p w14:paraId="0AF79C7C" w14:textId="38B97570" w:rsidR="002004F3" w:rsidRDefault="002004F3" w:rsidP="00B22D92">
            <w:pPr>
              <w:rPr>
                <w:vanish/>
                <w:color w:val="808080" w:themeColor="background1" w:themeShade="80"/>
              </w:rPr>
            </w:pPr>
            <w:r>
              <w:rPr>
                <w:vanish/>
                <w:color w:val="808080" w:themeColor="background1" w:themeShade="80"/>
              </w:rPr>
              <w:t>…</w:t>
            </w:r>
          </w:p>
        </w:tc>
        <w:tc>
          <w:tcPr>
            <w:tcW w:w="3021" w:type="dxa"/>
          </w:tcPr>
          <w:p w14:paraId="583AFA11" w14:textId="027F6F13" w:rsidR="002004F3" w:rsidRPr="00344EF6" w:rsidRDefault="002004F3" w:rsidP="00B22D92">
            <w:pPr>
              <w:rPr>
                <w:vanish/>
                <w:color w:val="808080" w:themeColor="background1" w:themeShade="80"/>
                <w:lang w:val="en-GB"/>
              </w:rPr>
            </w:pPr>
            <w:r>
              <w:rPr>
                <w:vanish/>
                <w:color w:val="808080" w:themeColor="background1" w:themeShade="80"/>
                <w:lang w:val="en-GB"/>
              </w:rPr>
              <w:t>…</w:t>
            </w:r>
          </w:p>
        </w:tc>
      </w:tr>
      <w:tr w:rsidR="002004F3" w:rsidRPr="00344EF6" w14:paraId="56E39DE0" w14:textId="77777777" w:rsidTr="00EE7C16">
        <w:trPr>
          <w:hidden/>
        </w:trPr>
        <w:tc>
          <w:tcPr>
            <w:tcW w:w="3020" w:type="dxa"/>
          </w:tcPr>
          <w:p w14:paraId="2D0FBC6D" w14:textId="77777777" w:rsidR="002004F3" w:rsidRDefault="002004F3" w:rsidP="00B22D92">
            <w:pPr>
              <w:rPr>
                <w:vanish/>
                <w:color w:val="808080" w:themeColor="background1" w:themeShade="80"/>
              </w:rPr>
            </w:pPr>
          </w:p>
        </w:tc>
        <w:tc>
          <w:tcPr>
            <w:tcW w:w="3021" w:type="dxa"/>
          </w:tcPr>
          <w:p w14:paraId="4FBC5ED1" w14:textId="77777777" w:rsidR="002004F3" w:rsidRDefault="002004F3" w:rsidP="00B22D92">
            <w:pPr>
              <w:rPr>
                <w:vanish/>
                <w:color w:val="808080" w:themeColor="background1" w:themeShade="80"/>
              </w:rPr>
            </w:pPr>
          </w:p>
        </w:tc>
        <w:tc>
          <w:tcPr>
            <w:tcW w:w="3021" w:type="dxa"/>
          </w:tcPr>
          <w:p w14:paraId="088E51C5" w14:textId="77777777" w:rsidR="002004F3" w:rsidRDefault="002004F3" w:rsidP="00B22D92">
            <w:pPr>
              <w:rPr>
                <w:vanish/>
                <w:color w:val="808080" w:themeColor="background1" w:themeShade="80"/>
                <w:lang w:val="en-GB"/>
              </w:rPr>
            </w:pPr>
          </w:p>
        </w:tc>
      </w:tr>
    </w:tbl>
    <w:p w14:paraId="31049169" w14:textId="77777777" w:rsidR="00EE7C16" w:rsidRDefault="00EE7C16" w:rsidP="00B22D92">
      <w:pPr>
        <w:rPr>
          <w:vanish/>
          <w:color w:val="808080" w:themeColor="background1" w:themeShade="80"/>
          <w:lang w:val="en-GB"/>
        </w:rPr>
      </w:pPr>
    </w:p>
    <w:p w14:paraId="61738457" w14:textId="3CB4B3CA" w:rsidR="00AF6E5C" w:rsidRDefault="00000000" w:rsidP="006056CB">
      <w:sdt>
        <w:sdtPr>
          <w:alias w:val="Bedrijf"/>
          <w:tag w:val=""/>
          <w:id w:val="1473244258"/>
          <w:placeholder>
            <w:docPart w:val="F1C531ACFE2C47F8B1B6C1B1A199CD93"/>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F90825">
        <w:t xml:space="preserve"> stelt competentie-eisen aan alle medewerkers die werkzaamheden verrichten </w:t>
      </w:r>
      <w:r w:rsidR="00F90825" w:rsidRPr="00E12A90">
        <w:t>die de prestaties en doeltreffendheid van het kwaliteitsmanagementsysteem beïnvloeden</w:t>
      </w:r>
      <w:r w:rsidR="00F90825">
        <w:t xml:space="preserve">. </w:t>
      </w:r>
      <w:r w:rsidR="00644EDC">
        <w:t xml:space="preserve">Voor iedere rol/functie met invloed op de kwaliteit van </w:t>
      </w:r>
      <w:r w:rsidR="00AF6E5C">
        <w:t>de</w:t>
      </w:r>
      <w:r w:rsidR="00644EDC">
        <w:t xml:space="preserve"> producten en diensten</w:t>
      </w:r>
      <w:r w:rsidR="00AF6E5C">
        <w:t xml:space="preserve"> van </w:t>
      </w:r>
      <w:sdt>
        <w:sdtPr>
          <w:alias w:val="Bedrijf"/>
          <w:tag w:val=""/>
          <w:id w:val="-1331358894"/>
          <w:placeholder>
            <w:docPart w:val="D5D22D3826E443CE842507F6AA29C067"/>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AF6E5C">
        <w:t xml:space="preserve"> is het volgende vastgesteld:</w:t>
      </w:r>
    </w:p>
    <w:p w14:paraId="06DB70FC" w14:textId="58EA29C7" w:rsidR="00B36238" w:rsidRDefault="00AF6E5C" w:rsidP="00646713">
      <w:pPr>
        <w:pStyle w:val="Lijstalinea"/>
        <w:numPr>
          <w:ilvl w:val="0"/>
          <w:numId w:val="18"/>
        </w:numPr>
      </w:pPr>
      <w:r>
        <w:t xml:space="preserve">Welke competenties </w:t>
      </w:r>
      <w:r w:rsidR="00527D84">
        <w:t>benodigd zijn om de werkzaamheden naar behoren te kunnen uitvoeren</w:t>
      </w:r>
    </w:p>
    <w:p w14:paraId="17112D54" w14:textId="1DB4E3D2" w:rsidR="00527D84" w:rsidRDefault="00527D84" w:rsidP="00475F98">
      <w:pPr>
        <w:pStyle w:val="Lijstalinea"/>
        <w:numPr>
          <w:ilvl w:val="1"/>
          <w:numId w:val="18"/>
        </w:numPr>
      </w:pPr>
      <w:r>
        <w:t>Op welke wijze een medewerker deze competenties verkregen kan hebben of zou kunnen verkrijgen</w:t>
      </w:r>
    </w:p>
    <w:p w14:paraId="4703AA8B" w14:textId="071BC203" w:rsidR="00527D84" w:rsidRDefault="00527D84" w:rsidP="00646713">
      <w:pPr>
        <w:pStyle w:val="Lijstalinea"/>
        <w:numPr>
          <w:ilvl w:val="0"/>
          <w:numId w:val="18"/>
        </w:numPr>
      </w:pPr>
      <w:r>
        <w:t xml:space="preserve">Op welke wijze </w:t>
      </w:r>
      <w:sdt>
        <w:sdtPr>
          <w:alias w:val="Bedrijf"/>
          <w:tag w:val=""/>
          <w:id w:val="107475366"/>
          <w:placeholder>
            <w:docPart w:val="E9C6AA03B8FB438ABFFA53488D081363"/>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4F6232">
        <w:t xml:space="preserve"> kan of zou kunnen vaststellen dat een medewerker beschikt over de betreffende competentie.</w:t>
      </w:r>
    </w:p>
    <w:p w14:paraId="1A9D3C94" w14:textId="168883A9" w:rsidR="004F6232" w:rsidRDefault="004F6232" w:rsidP="004F6232">
      <w:r>
        <w:t xml:space="preserve">In </w:t>
      </w:r>
      <w:r w:rsidR="00DF4295">
        <w:fldChar w:fldCharType="begin"/>
      </w:r>
      <w:r w:rsidR="00DF4295">
        <w:instrText xml:space="preserve"> REF _Ref142765685 \n \h </w:instrText>
      </w:r>
      <w:r w:rsidR="00DF4295">
        <w:fldChar w:fldCharType="separate"/>
      </w:r>
      <w:r w:rsidR="0014047A">
        <w:t>Annex B</w:t>
      </w:r>
      <w:r w:rsidR="00DF4295">
        <w:fldChar w:fldCharType="end"/>
      </w:r>
      <w:r>
        <w:t xml:space="preserve"> is het volledige overzicht</w:t>
      </w:r>
      <w:r w:rsidR="00A56D1C">
        <w:t xml:space="preserve"> met competentie-eisen beschikbaar. De</w:t>
      </w:r>
      <w:r w:rsidR="004E16D2">
        <w:t xml:space="preserve"> bewijzen van de competenties van individuele medewerkers zijn in de personeelsdossiers opgeslagen.</w:t>
      </w:r>
    </w:p>
    <w:p w14:paraId="0DF6FC69" w14:textId="6252D100" w:rsidR="008B28E2" w:rsidRPr="00F90825" w:rsidRDefault="008B28E2" w:rsidP="008B28E2">
      <w:pPr>
        <w:pStyle w:val="verborgentekst"/>
      </w:pPr>
      <w:r w:rsidRPr="007B31CB">
        <w:t xml:space="preserve">Ga verder </w:t>
      </w:r>
      <w:r w:rsidR="00C1408B" w:rsidRPr="007B31CB">
        <w:t>met</w:t>
      </w:r>
      <w:r w:rsidRPr="007B31CB">
        <w:t xml:space="preserve"> </w:t>
      </w:r>
      <w:r w:rsidRPr="007B31CB">
        <w:fldChar w:fldCharType="begin"/>
      </w:r>
      <w:r w:rsidRPr="007B31CB">
        <w:instrText xml:space="preserve"> REF _Ref142765685 \n \h  \* MERGEFORMAT </w:instrText>
      </w:r>
      <w:r w:rsidRPr="007B31CB">
        <w:fldChar w:fldCharType="separate"/>
      </w:r>
      <w:r w:rsidR="0014047A" w:rsidRPr="007B31CB">
        <w:t>Annex B</w:t>
      </w:r>
      <w:r w:rsidRPr="007B31CB">
        <w:fldChar w:fldCharType="end"/>
      </w:r>
      <w:r w:rsidRPr="007B31CB">
        <w:t xml:space="preserve"> </w:t>
      </w:r>
      <w:r w:rsidRPr="007B31CB">
        <w:fldChar w:fldCharType="begin"/>
      </w:r>
      <w:r w:rsidRPr="007B31CB">
        <w:instrText xml:space="preserve"> REF _Ref142765685 \h  \* MERGEFORMAT </w:instrText>
      </w:r>
      <w:r w:rsidRPr="007B31CB">
        <w:fldChar w:fldCharType="separate"/>
      </w:r>
      <w:r w:rsidR="0014047A" w:rsidRPr="007B31CB">
        <w:t>Competentie-eisen</w:t>
      </w:r>
      <w:r w:rsidRPr="007B31CB">
        <w:fldChar w:fldCharType="end"/>
      </w:r>
    </w:p>
    <w:p w14:paraId="25AE7731" w14:textId="3AB60003" w:rsidR="00B22D92" w:rsidRPr="00BF1A0D" w:rsidRDefault="004D5549" w:rsidP="00475F98">
      <w:pPr>
        <w:pStyle w:val="Kop3"/>
      </w:pPr>
      <w:bookmarkStart w:id="77" w:name="_Ref142645637"/>
      <w:bookmarkStart w:id="78" w:name="_Ref142645640"/>
      <w:bookmarkStart w:id="79" w:name="_Ref143024935"/>
      <w:bookmarkStart w:id="80" w:name="_Ref143024940"/>
      <w:bookmarkStart w:id="81" w:name="_Ref199417357"/>
      <w:bookmarkStart w:id="82" w:name="_Ref199417363"/>
      <w:bookmarkStart w:id="83" w:name="_Toc204442017"/>
      <w:r w:rsidRPr="00BF1A0D">
        <w:t>Creëren en onderhouden kwaliteitsb</w:t>
      </w:r>
      <w:r w:rsidR="00B22D92" w:rsidRPr="00BF1A0D">
        <w:t>ewustzijn</w:t>
      </w:r>
      <w:bookmarkEnd w:id="77"/>
      <w:bookmarkEnd w:id="78"/>
      <w:bookmarkEnd w:id="79"/>
      <w:bookmarkEnd w:id="80"/>
      <w:r w:rsidRPr="00BF1A0D">
        <w:t xml:space="preserve"> van medewerkers</w:t>
      </w:r>
      <w:bookmarkEnd w:id="81"/>
      <w:bookmarkEnd w:id="82"/>
      <w:bookmarkEnd w:id="83"/>
    </w:p>
    <w:p w14:paraId="0A716418" w14:textId="35934D04" w:rsidR="002C67AF" w:rsidRDefault="002C67AF" w:rsidP="002C67AF">
      <w:pPr>
        <w:pStyle w:val="verborgentekst"/>
      </w:pPr>
      <w:r>
        <w:t>** Normreferentie 7.3 **</w:t>
      </w:r>
    </w:p>
    <w:p w14:paraId="1769CAAE" w14:textId="6CEE34EB" w:rsidR="0063431B" w:rsidRPr="0063431B" w:rsidRDefault="0063431B" w:rsidP="002C67AF">
      <w:pPr>
        <w:pStyle w:val="verborgentekst"/>
        <w:rPr>
          <w:b/>
          <w:bCs/>
          <w:u w:val="single"/>
        </w:rPr>
      </w:pPr>
      <w:r w:rsidRPr="0063431B">
        <w:rPr>
          <w:b/>
          <w:bCs/>
          <w:u w:val="single"/>
        </w:rPr>
        <w:lastRenderedPageBreak/>
        <w:t>Stap 53</w:t>
      </w:r>
    </w:p>
    <w:p w14:paraId="1D76A4C3" w14:textId="77777777" w:rsidR="00C477B9" w:rsidRDefault="00C477B9" w:rsidP="00C477B9">
      <w:pPr>
        <w:pStyle w:val="verborgentekst"/>
      </w:pPr>
      <w:r>
        <w:t>Iedereen die werk doet dat invloed heeft op de kwaliteit moet begrijpen waarom kwaliteit belangrijk is. Dit noemen we 'kwaliteitsbewustzijn'.</w:t>
      </w:r>
    </w:p>
    <w:p w14:paraId="6B9B93F2" w14:textId="77777777" w:rsidR="00C477B9" w:rsidRDefault="00C477B9" w:rsidP="00C477B9">
      <w:pPr>
        <w:pStyle w:val="verborgentekst"/>
      </w:pPr>
      <w:r>
        <w:t>De beste manier om dit te bereiken? Door met mensen te praten. Leg uit wat zij doen en waarom dat belangrijk is. Geef feedback. Organiseer bijeenkomsten. Of bespreek het tijdens bestaande overleggen.</w:t>
      </w:r>
    </w:p>
    <w:p w14:paraId="4A879337" w14:textId="77777777" w:rsidR="00C477B9" w:rsidRDefault="00C477B9" w:rsidP="00C477B9">
      <w:pPr>
        <w:pStyle w:val="verborgentekst"/>
      </w:pPr>
      <w:r>
        <w:t>Het maakt niet uit hoe je het doet. Hoofdzaak is dat mensen snappen waarom hun werk ertoe doet.</w:t>
      </w:r>
    </w:p>
    <w:p w14:paraId="02CE2361" w14:textId="4E2778D3" w:rsidR="00CE41AE" w:rsidRDefault="00C477B9" w:rsidP="00C477B9">
      <w:pPr>
        <w:pStyle w:val="verborgentekst"/>
      </w:pPr>
      <w:r>
        <w:t>Hoe ga je kwaliteitsbewustzijn ontwikkelen in jouw organisatie?</w:t>
      </w:r>
      <w:r w:rsidR="00CE41AE">
        <w:t>.</w:t>
      </w:r>
    </w:p>
    <w:p w14:paraId="7EB63FEA" w14:textId="30CBF174" w:rsidR="00B22D92" w:rsidRDefault="00126244" w:rsidP="00B22D92">
      <w:r>
        <w:t xml:space="preserve">Om te zorgen dat medewerkers van </w:t>
      </w:r>
      <w:sdt>
        <w:sdtPr>
          <w:alias w:val="Bedrijf"/>
          <w:tag w:val=""/>
          <w:id w:val="1149867887"/>
          <w:placeholder>
            <w:docPart w:val="50EA107E15D7492A86FB9D61DF11D78F"/>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BB5946">
        <w:t xml:space="preserve"> </w:t>
      </w:r>
      <w:r w:rsidR="007B023C">
        <w:t>voldoende kwaliteitsbewust</w:t>
      </w:r>
      <w:r w:rsidR="000E1FE1">
        <w:t xml:space="preserve"> </w:t>
      </w:r>
      <w:r w:rsidR="007B023C">
        <w:t>zijn, worden nieuwe medewerker</w:t>
      </w:r>
      <w:r w:rsidR="000E1FE1">
        <w:t>s</w:t>
      </w:r>
      <w:r w:rsidR="007B023C">
        <w:t xml:space="preserve"> bij hun inwerktraject uitgebreid voorlicht over het belang van het </w:t>
      </w:r>
      <w:r w:rsidR="008D6459">
        <w:t xml:space="preserve">gebruik van de instrumenten van het kwaliteitsmanagementsysteem, worden </w:t>
      </w:r>
      <w:r w:rsidR="008D6459" w:rsidRPr="00E731A8">
        <w:rPr>
          <w:highlight w:val="yellow"/>
        </w:rPr>
        <w:t>4x</w:t>
      </w:r>
      <w:r w:rsidR="008D6459">
        <w:t xml:space="preserve"> per jaar de risico’s en kansen (</w:t>
      </w:r>
      <w:r w:rsidR="00843F4A">
        <w:t xml:space="preserve">opportuniteiten) binnen de processen geëvalueerd en eventueel aangepast, en </w:t>
      </w:r>
      <w:r w:rsidR="00E731A8">
        <w:t>wordt iedereen betrokken bij het oplossen van afwijkingen en de uitvoering van interne audits.</w:t>
      </w:r>
      <w:r w:rsidR="000E420C">
        <w:t xml:space="preserve"> Dit laatste niet per se als interne auditor, maar wel als bron van informatie.</w:t>
      </w:r>
    </w:p>
    <w:p w14:paraId="428FB0BD" w14:textId="0C741E78" w:rsidR="008019B5" w:rsidRPr="00B22D92" w:rsidRDefault="002308D6" w:rsidP="00C1408B">
      <w:pPr>
        <w:pStyle w:val="verborgentekst"/>
      </w:pPr>
      <w:r w:rsidRPr="007B31CB">
        <w:t xml:space="preserve">Ga verder in </w:t>
      </w:r>
      <w:r w:rsidRPr="007B31CB">
        <w:fldChar w:fldCharType="begin"/>
      </w:r>
      <w:r w:rsidRPr="007B31CB">
        <w:instrText xml:space="preserve"> REF _Ref142645691 \w \h </w:instrText>
      </w:r>
      <w:r w:rsidR="00C1408B" w:rsidRPr="007B31CB">
        <w:instrText xml:space="preserve"> \* MERGEFORMAT </w:instrText>
      </w:r>
      <w:r w:rsidRPr="007B31CB">
        <w:fldChar w:fldCharType="separate"/>
      </w:r>
      <w:r w:rsidR="0014047A" w:rsidRPr="007B31CB">
        <w:t>6.5.4</w:t>
      </w:r>
      <w:r w:rsidRPr="007B31CB">
        <w:fldChar w:fldCharType="end"/>
      </w:r>
      <w:r w:rsidRPr="007B31CB">
        <w:t xml:space="preserve"> </w:t>
      </w:r>
      <w:r w:rsidRPr="007B31CB">
        <w:fldChar w:fldCharType="begin"/>
      </w:r>
      <w:r w:rsidRPr="007B31CB">
        <w:instrText xml:space="preserve"> REF _Ref142645694 \h </w:instrText>
      </w:r>
      <w:r w:rsidR="00C1408B" w:rsidRPr="007B31CB">
        <w:instrText xml:space="preserve"> \* MERGEFORMAT </w:instrText>
      </w:r>
      <w:r w:rsidRPr="007B31CB">
        <w:fldChar w:fldCharType="separate"/>
      </w:r>
      <w:r w:rsidR="0014047A" w:rsidRPr="007B31CB">
        <w:t>In gaten houden informatie-uitwisseling</w:t>
      </w:r>
      <w:r w:rsidRPr="007B31CB">
        <w:fldChar w:fldCharType="end"/>
      </w:r>
    </w:p>
    <w:p w14:paraId="29E4BAC4" w14:textId="4F1BB1ED" w:rsidR="00B22D92" w:rsidRPr="00BF1A0D" w:rsidRDefault="00B7657C" w:rsidP="00475F98">
      <w:pPr>
        <w:pStyle w:val="Kop3"/>
      </w:pPr>
      <w:bookmarkStart w:id="84" w:name="_Ref142645691"/>
      <w:bookmarkStart w:id="85" w:name="_Ref142645694"/>
      <w:bookmarkStart w:id="86" w:name="_Ref143024953"/>
      <w:bookmarkStart w:id="87" w:name="_Ref143024956"/>
      <w:bookmarkStart w:id="88" w:name="_Toc204442018"/>
      <w:r w:rsidRPr="00BF1A0D">
        <w:t>In gaten houden informatie</w:t>
      </w:r>
      <w:r w:rsidR="00276E26" w:rsidRPr="00BF1A0D">
        <w:t>-uitwisseling</w:t>
      </w:r>
      <w:bookmarkEnd w:id="84"/>
      <w:bookmarkEnd w:id="85"/>
      <w:bookmarkEnd w:id="86"/>
      <w:bookmarkEnd w:id="87"/>
      <w:bookmarkEnd w:id="88"/>
    </w:p>
    <w:p w14:paraId="3C28BF6A" w14:textId="3940D35D" w:rsidR="002C67AF" w:rsidRDefault="002C67AF" w:rsidP="002C67AF">
      <w:pPr>
        <w:pStyle w:val="verborgentekst"/>
      </w:pPr>
      <w:r>
        <w:t>** Normreferentie 7.4 **</w:t>
      </w:r>
    </w:p>
    <w:p w14:paraId="5A4F9474" w14:textId="658A58F7" w:rsidR="00BF1A0D" w:rsidRPr="00BF1A0D" w:rsidRDefault="00BF1A0D" w:rsidP="002C67AF">
      <w:pPr>
        <w:pStyle w:val="verborgentekst"/>
        <w:rPr>
          <w:b/>
          <w:bCs/>
          <w:u w:val="single"/>
        </w:rPr>
      </w:pPr>
      <w:r w:rsidRPr="00BF1A0D">
        <w:rPr>
          <w:b/>
          <w:bCs/>
          <w:u w:val="single"/>
        </w:rPr>
        <w:t>Stap 54</w:t>
      </w:r>
    </w:p>
    <w:p w14:paraId="78E9DECF" w14:textId="77777777" w:rsidR="00154E3A" w:rsidRPr="001A1E66" w:rsidRDefault="00154E3A" w:rsidP="008D08E6">
      <w:pPr>
        <w:pStyle w:val="verborgentekst"/>
      </w:pPr>
      <w:r w:rsidRPr="001A1E66">
        <w:t>Stellen we ons een productielijn voor. De ene medewerker doet stap A, de volgende doet stap B. Als zij niet met elkaar communiceren, gaat het mis. De medewerker bij stap B heeft informatie nodig van stap A om goed werk te kunnen leveren.</w:t>
      </w:r>
    </w:p>
    <w:p w14:paraId="3F159FF0" w14:textId="77777777" w:rsidR="00154E3A" w:rsidRPr="001A1E66" w:rsidRDefault="00154E3A" w:rsidP="008D08E6">
      <w:pPr>
        <w:pStyle w:val="verborgentekst"/>
      </w:pPr>
      <w:r w:rsidRPr="001A1E66">
        <w:t>Dit geldt voor alle werk dat invloed heeft op kwaliteit. Mensen moeten kunnen afstemmen met collega's die het werk voor of na hen doen.</w:t>
      </w:r>
    </w:p>
    <w:p w14:paraId="3BA59407" w14:textId="77777777" w:rsidR="00154E3A" w:rsidRPr="001A1E66" w:rsidRDefault="00154E3A" w:rsidP="008D08E6">
      <w:pPr>
        <w:pStyle w:val="verborgentekst"/>
      </w:pPr>
      <w:r w:rsidRPr="001A1E66">
        <w:t>Denk na over deze vragen:</w:t>
      </w:r>
    </w:p>
    <w:p w14:paraId="5A2CA237" w14:textId="77777777" w:rsidR="00154E3A" w:rsidRPr="001A1E66" w:rsidRDefault="00154E3A" w:rsidP="00392195">
      <w:pPr>
        <w:pStyle w:val="verborgentekst"/>
        <w:numPr>
          <w:ilvl w:val="0"/>
          <w:numId w:val="25"/>
        </w:numPr>
      </w:pPr>
      <w:r w:rsidRPr="001A1E66">
        <w:t>Welke informatie moet worden uitgewisseld?</w:t>
      </w:r>
    </w:p>
    <w:p w14:paraId="7D57F15E" w14:textId="77777777" w:rsidR="00154E3A" w:rsidRPr="001A1E66" w:rsidRDefault="00154E3A" w:rsidP="00392195">
      <w:pPr>
        <w:pStyle w:val="verborgentekst"/>
        <w:numPr>
          <w:ilvl w:val="0"/>
          <w:numId w:val="25"/>
        </w:numPr>
      </w:pPr>
      <w:r w:rsidRPr="001A1E66">
        <w:t>Hoe zorgen we dat iedereen de juiste informatie krijgt?</w:t>
      </w:r>
    </w:p>
    <w:p w14:paraId="31D397BD" w14:textId="77777777" w:rsidR="00154E3A" w:rsidRPr="001A1E66" w:rsidRDefault="00154E3A" w:rsidP="00392195">
      <w:pPr>
        <w:pStyle w:val="verborgentekst"/>
        <w:numPr>
          <w:ilvl w:val="0"/>
          <w:numId w:val="25"/>
        </w:numPr>
      </w:pPr>
      <w:r w:rsidRPr="001A1E66">
        <w:t>Via welke weg wordt informatie overgedragen? E-mail? Mondeling? Een systeem?</w:t>
      </w:r>
    </w:p>
    <w:p w14:paraId="1D70F96A" w14:textId="77777777" w:rsidR="00154E3A" w:rsidRPr="001A1E66" w:rsidRDefault="00154E3A" w:rsidP="00392195">
      <w:pPr>
        <w:pStyle w:val="verborgentekst"/>
        <w:numPr>
          <w:ilvl w:val="0"/>
          <w:numId w:val="25"/>
        </w:numPr>
      </w:pPr>
      <w:r w:rsidRPr="001A1E66">
        <w:t>De regel is simpel: iedereen moet de informatie krijgen die nodig is om het werk goed te doen.</w:t>
      </w:r>
    </w:p>
    <w:p w14:paraId="0928E886" w14:textId="022268FB" w:rsidR="00276E26" w:rsidRDefault="00933766" w:rsidP="00276E26">
      <w:r>
        <w:t>Voor het uitwisselen van de informatie die nodig is voor de uitvoering van de operationele processen zijn de volgende media/kanalen beschikbaar.</w:t>
      </w:r>
    </w:p>
    <w:p w14:paraId="48A4A49E" w14:textId="179B087B" w:rsidR="00986076" w:rsidRDefault="00986076" w:rsidP="00986076">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3</w:t>
        </w:r>
      </w:fldSimple>
      <w:r>
        <w:t xml:space="preserve"> Overzicht medium / kanalen voor informatie-uitwisseling</w:t>
      </w:r>
    </w:p>
    <w:tbl>
      <w:tblPr>
        <w:tblStyle w:val="Tabelraster"/>
        <w:tblW w:w="0" w:type="auto"/>
        <w:tblLook w:val="04A0" w:firstRow="1" w:lastRow="0" w:firstColumn="1" w:lastColumn="0" w:noHBand="0" w:noVBand="1"/>
      </w:tblPr>
      <w:tblGrid>
        <w:gridCol w:w="2265"/>
        <w:gridCol w:w="6519"/>
      </w:tblGrid>
      <w:tr w:rsidR="004F63B8" w14:paraId="206BA7B7" w14:textId="77777777" w:rsidTr="004F63B8">
        <w:tc>
          <w:tcPr>
            <w:tcW w:w="2265" w:type="dxa"/>
          </w:tcPr>
          <w:p w14:paraId="15645B9E" w14:textId="65852604" w:rsidR="004F63B8" w:rsidRPr="00FE6D81" w:rsidRDefault="004F63B8" w:rsidP="00276E26">
            <w:pPr>
              <w:rPr>
                <w:b/>
                <w:bCs/>
              </w:rPr>
            </w:pPr>
            <w:r w:rsidRPr="00FE6D81">
              <w:rPr>
                <w:b/>
                <w:bCs/>
              </w:rPr>
              <w:t>Medium / kanaal</w:t>
            </w:r>
          </w:p>
        </w:tc>
        <w:tc>
          <w:tcPr>
            <w:tcW w:w="6519" w:type="dxa"/>
          </w:tcPr>
          <w:p w14:paraId="461B68C2" w14:textId="0B498949" w:rsidR="004F63B8" w:rsidRPr="00FE6D81" w:rsidRDefault="004F63B8" w:rsidP="00276E26">
            <w:pPr>
              <w:rPr>
                <w:b/>
                <w:bCs/>
              </w:rPr>
            </w:pPr>
            <w:r w:rsidRPr="00FE6D81">
              <w:rPr>
                <w:b/>
                <w:bCs/>
              </w:rPr>
              <w:t>Informatie / gegevens</w:t>
            </w:r>
          </w:p>
        </w:tc>
      </w:tr>
      <w:tr w:rsidR="004F63B8" w14:paraId="39C5F7C5" w14:textId="77777777" w:rsidTr="004F63B8">
        <w:tc>
          <w:tcPr>
            <w:tcW w:w="2265" w:type="dxa"/>
          </w:tcPr>
          <w:p w14:paraId="6EFB1423" w14:textId="6F66604D" w:rsidR="004F63B8" w:rsidRDefault="004F63B8" w:rsidP="00276E26">
            <w:r>
              <w:t>Afdelingsoverleg</w:t>
            </w:r>
          </w:p>
        </w:tc>
        <w:tc>
          <w:tcPr>
            <w:tcW w:w="6519" w:type="dxa"/>
          </w:tcPr>
          <w:p w14:paraId="583EF631" w14:textId="77777777" w:rsidR="004F63B8" w:rsidRDefault="004F63B8" w:rsidP="00646713">
            <w:pPr>
              <w:pStyle w:val="Lijstalinea"/>
              <w:numPr>
                <w:ilvl w:val="0"/>
                <w:numId w:val="6"/>
              </w:numPr>
              <w:ind w:left="346"/>
            </w:pPr>
            <w:r>
              <w:t>Voortgang werkzaamheden</w:t>
            </w:r>
          </w:p>
          <w:p w14:paraId="0C3DEDEC" w14:textId="77777777" w:rsidR="004F63B8" w:rsidRDefault="004F63B8" w:rsidP="00646713">
            <w:pPr>
              <w:pStyle w:val="Lijstalinea"/>
              <w:numPr>
                <w:ilvl w:val="0"/>
                <w:numId w:val="6"/>
              </w:numPr>
              <w:ind w:left="346"/>
            </w:pPr>
            <w:r>
              <w:t>QC resultaten</w:t>
            </w:r>
          </w:p>
          <w:p w14:paraId="31406F96" w14:textId="22DA7834" w:rsidR="004F63B8" w:rsidRDefault="004F63B8" w:rsidP="00646713">
            <w:pPr>
              <w:pStyle w:val="Lijstalinea"/>
              <w:numPr>
                <w:ilvl w:val="0"/>
                <w:numId w:val="6"/>
              </w:numPr>
              <w:ind w:left="346"/>
            </w:pPr>
            <w:r>
              <w:t>Corrigerende maatregelen</w:t>
            </w:r>
          </w:p>
        </w:tc>
      </w:tr>
      <w:tr w:rsidR="004F63B8" w14:paraId="12118D99" w14:textId="77777777" w:rsidTr="004F63B8">
        <w:tc>
          <w:tcPr>
            <w:tcW w:w="2265" w:type="dxa"/>
          </w:tcPr>
          <w:p w14:paraId="09E0BA8B" w14:textId="71376D1C" w:rsidR="004F63B8" w:rsidRDefault="004F63B8" w:rsidP="00276E26">
            <w:r>
              <w:t>Navision / Dynamics</w:t>
            </w:r>
          </w:p>
        </w:tc>
        <w:tc>
          <w:tcPr>
            <w:tcW w:w="6519" w:type="dxa"/>
          </w:tcPr>
          <w:p w14:paraId="3F5EA464" w14:textId="77777777" w:rsidR="004F63B8" w:rsidRDefault="004F63B8" w:rsidP="00646713">
            <w:pPr>
              <w:pStyle w:val="Lijstalinea"/>
              <w:numPr>
                <w:ilvl w:val="0"/>
                <w:numId w:val="6"/>
              </w:numPr>
              <w:ind w:left="346"/>
            </w:pPr>
            <w:r>
              <w:t>Voortgang orders</w:t>
            </w:r>
          </w:p>
          <w:p w14:paraId="4276E554" w14:textId="77777777" w:rsidR="004F63B8" w:rsidRDefault="004F63B8" w:rsidP="00646713">
            <w:pPr>
              <w:pStyle w:val="Lijstalinea"/>
              <w:numPr>
                <w:ilvl w:val="0"/>
                <w:numId w:val="6"/>
              </w:numPr>
              <w:ind w:left="346"/>
            </w:pPr>
            <w:r>
              <w:lastRenderedPageBreak/>
              <w:t>Klantgegevens</w:t>
            </w:r>
          </w:p>
          <w:p w14:paraId="0D6122E4" w14:textId="01D34CC6" w:rsidR="004F63B8" w:rsidRDefault="004F63B8" w:rsidP="00646713">
            <w:pPr>
              <w:pStyle w:val="Lijstalinea"/>
              <w:numPr>
                <w:ilvl w:val="0"/>
                <w:numId w:val="6"/>
              </w:numPr>
              <w:ind w:left="346"/>
            </w:pPr>
            <w:r>
              <w:t>Productinformatie</w:t>
            </w:r>
          </w:p>
        </w:tc>
      </w:tr>
      <w:tr w:rsidR="004F63B8" w14:paraId="6FE3F873" w14:textId="77777777" w:rsidTr="004F63B8">
        <w:tc>
          <w:tcPr>
            <w:tcW w:w="2265" w:type="dxa"/>
          </w:tcPr>
          <w:p w14:paraId="6D5F316C" w14:textId="1F178467" w:rsidR="004F63B8" w:rsidRDefault="00F05DE8" w:rsidP="00276E26">
            <w:r>
              <w:lastRenderedPageBreak/>
              <w:t>Werkbonnen</w:t>
            </w:r>
          </w:p>
        </w:tc>
        <w:tc>
          <w:tcPr>
            <w:tcW w:w="6519" w:type="dxa"/>
          </w:tcPr>
          <w:p w14:paraId="77F7F265" w14:textId="2B0E5688" w:rsidR="004F63B8" w:rsidRDefault="004F63B8" w:rsidP="00646713">
            <w:pPr>
              <w:pStyle w:val="Lijstalinea"/>
              <w:numPr>
                <w:ilvl w:val="0"/>
                <w:numId w:val="6"/>
              </w:numPr>
              <w:ind w:left="346"/>
            </w:pPr>
            <w:r>
              <w:t>..</w:t>
            </w:r>
          </w:p>
        </w:tc>
      </w:tr>
    </w:tbl>
    <w:p w14:paraId="63E077C7" w14:textId="77777777" w:rsidR="00933766" w:rsidRDefault="00933766" w:rsidP="00276E26"/>
    <w:p w14:paraId="1A0DC3D0" w14:textId="49C19EB0" w:rsidR="003750DF" w:rsidRPr="00276E26" w:rsidRDefault="003750DF" w:rsidP="008C417F">
      <w:pPr>
        <w:pStyle w:val="verborgentekst"/>
      </w:pPr>
      <w:r w:rsidRPr="00392195">
        <w:t>Ga verder met</w:t>
      </w:r>
      <w:r w:rsidR="000C76B0" w:rsidRPr="00392195">
        <w:t xml:space="preserve"> </w:t>
      </w:r>
      <w:r w:rsidR="008C417F" w:rsidRPr="00392195">
        <w:fldChar w:fldCharType="begin"/>
      </w:r>
      <w:r w:rsidR="008C417F" w:rsidRPr="00392195">
        <w:instrText xml:space="preserve"> REF _Ref143024209 \n \h  \* MERGEFORMAT </w:instrText>
      </w:r>
      <w:r w:rsidR="008C417F" w:rsidRPr="00392195">
        <w:fldChar w:fldCharType="separate"/>
      </w:r>
      <w:r w:rsidR="0014047A">
        <w:t>6.5.5</w:t>
      </w:r>
      <w:r w:rsidR="008C417F" w:rsidRPr="00392195">
        <w:fldChar w:fldCharType="end"/>
      </w:r>
      <w:r w:rsidR="008C417F" w:rsidRPr="00392195">
        <w:t xml:space="preserve"> </w:t>
      </w:r>
      <w:r w:rsidR="008C417F" w:rsidRPr="00392195">
        <w:fldChar w:fldCharType="begin"/>
      </w:r>
      <w:r w:rsidR="008C417F" w:rsidRPr="00392195">
        <w:instrText xml:space="preserve"> REF _Ref143024209 \h  \* MERGEFORMAT </w:instrText>
      </w:r>
      <w:r w:rsidR="008C417F" w:rsidRPr="00392195">
        <w:fldChar w:fldCharType="separate"/>
      </w:r>
      <w:r w:rsidR="0014047A" w:rsidRPr="00BF1A0D">
        <w:t>Afspraken maken over standaard werkzaamheden</w:t>
      </w:r>
      <w:r w:rsidR="008C417F" w:rsidRPr="00392195">
        <w:fldChar w:fldCharType="end"/>
      </w:r>
    </w:p>
    <w:p w14:paraId="0DA3E8EC" w14:textId="73D5BEEF" w:rsidR="000C76B0" w:rsidRPr="00BF1A0D" w:rsidRDefault="00B7657C" w:rsidP="00475F98">
      <w:pPr>
        <w:pStyle w:val="Kop3"/>
      </w:pPr>
      <w:bookmarkStart w:id="89" w:name="_Ref143024209"/>
      <w:bookmarkStart w:id="90" w:name="_Toc204442019"/>
      <w:r w:rsidRPr="00BF1A0D">
        <w:t>Afspraken maken over s</w:t>
      </w:r>
      <w:r w:rsidR="00A7626C" w:rsidRPr="00BF1A0D">
        <w:t>tandaard werkzaamheden</w:t>
      </w:r>
      <w:bookmarkEnd w:id="89"/>
      <w:bookmarkEnd w:id="90"/>
    </w:p>
    <w:p w14:paraId="68AD87D0" w14:textId="134BDAA6" w:rsidR="00BF1A0D" w:rsidRPr="00BF1A0D" w:rsidRDefault="00BF1A0D" w:rsidP="00BF1A0D">
      <w:pPr>
        <w:pStyle w:val="verborgentekst"/>
        <w:rPr>
          <w:b/>
          <w:bCs/>
          <w:u w:val="single"/>
        </w:rPr>
      </w:pPr>
      <w:r w:rsidRPr="00BF1A0D">
        <w:rPr>
          <w:b/>
          <w:bCs/>
          <w:u w:val="single"/>
        </w:rPr>
        <w:t>Stap 55</w:t>
      </w:r>
    </w:p>
    <w:p w14:paraId="3C008054" w14:textId="77777777" w:rsidR="001A6E00" w:rsidRDefault="001A6E00" w:rsidP="001A6E00">
      <w:pPr>
        <w:pStyle w:val="verborgentekst"/>
      </w:pPr>
      <w:r>
        <w:t>Soms is het belangrijk dat werk altijd precies hetzelfde wordt gedaan. Dan krijg je ook altijd hetzelfde resultaat. Voor dit soort werk heb je procedures, instructies of checklists nodig.</w:t>
      </w:r>
    </w:p>
    <w:p w14:paraId="7A47D873" w14:textId="77777777" w:rsidR="001A6E00" w:rsidRDefault="001A6E00" w:rsidP="001A6E00">
      <w:pPr>
        <w:pStyle w:val="verborgentekst"/>
      </w:pPr>
      <w:r>
        <w:t>Kijk in je organisatie naar wat er al is:</w:t>
      </w:r>
    </w:p>
    <w:p w14:paraId="25EA8047" w14:textId="77777777" w:rsidR="001A6E00" w:rsidRDefault="001A6E00" w:rsidP="001A6E00">
      <w:pPr>
        <w:pStyle w:val="verborgentekst"/>
        <w:numPr>
          <w:ilvl w:val="0"/>
          <w:numId w:val="46"/>
        </w:numPr>
      </w:pPr>
      <w:r>
        <w:t>Procedures en protocollen</w:t>
      </w:r>
    </w:p>
    <w:p w14:paraId="3047F491" w14:textId="77777777" w:rsidR="001A6E00" w:rsidRDefault="001A6E00" w:rsidP="001A6E00">
      <w:pPr>
        <w:pStyle w:val="verborgentekst"/>
        <w:numPr>
          <w:ilvl w:val="0"/>
          <w:numId w:val="46"/>
        </w:numPr>
      </w:pPr>
      <w:r>
        <w:t>Werkinstructies en checklists</w:t>
      </w:r>
    </w:p>
    <w:p w14:paraId="537E312C" w14:textId="77777777" w:rsidR="001A6E00" w:rsidRDefault="001A6E00" w:rsidP="001A6E00">
      <w:pPr>
        <w:pStyle w:val="verborgentekst"/>
        <w:numPr>
          <w:ilvl w:val="0"/>
          <w:numId w:val="46"/>
        </w:numPr>
      </w:pPr>
      <w:r>
        <w:t>Templates en formulieren</w:t>
      </w:r>
    </w:p>
    <w:p w14:paraId="2B313E4D" w14:textId="77777777" w:rsidR="001A6E00" w:rsidRDefault="001A6E00" w:rsidP="001A6E00">
      <w:pPr>
        <w:pStyle w:val="verborgentekst"/>
        <w:numPr>
          <w:ilvl w:val="0"/>
          <w:numId w:val="46"/>
        </w:numPr>
      </w:pPr>
      <w:r>
        <w:t>Handgeschreven notities bij werkplekken</w:t>
      </w:r>
    </w:p>
    <w:p w14:paraId="1B2FD73B" w14:textId="77777777" w:rsidR="001A6E00" w:rsidRDefault="001A6E00" w:rsidP="001A6E00">
      <w:pPr>
        <w:pStyle w:val="verborgentekst"/>
        <w:numPr>
          <w:ilvl w:val="0"/>
          <w:numId w:val="46"/>
        </w:numPr>
      </w:pPr>
      <w:r>
        <w:t>Instructiefilmpjes</w:t>
      </w:r>
    </w:p>
    <w:p w14:paraId="1560C24F" w14:textId="77777777" w:rsidR="001A6E00" w:rsidRDefault="001A6E00" w:rsidP="001A6E00">
      <w:pPr>
        <w:pStyle w:val="verborgentekst"/>
        <w:numPr>
          <w:ilvl w:val="0"/>
          <w:numId w:val="46"/>
        </w:numPr>
      </w:pPr>
      <w:r>
        <w:t>Infographics</w:t>
      </w:r>
    </w:p>
    <w:p w14:paraId="11499A61" w14:textId="77777777" w:rsidR="001A6E00" w:rsidRDefault="001A6E00" w:rsidP="001A6E00">
      <w:pPr>
        <w:pStyle w:val="verborgentekst"/>
      </w:pPr>
      <w:r>
        <w:t>Let op: het gaat niet alleen om officiële documenten. Ook dat briefje dat iemand aan zijn beeldscherm heeft geplakt kan een instructie zijn.</w:t>
      </w:r>
    </w:p>
    <w:p w14:paraId="4FB43E00" w14:textId="77777777" w:rsidR="001A6E00" w:rsidRDefault="001A6E00" w:rsidP="001A6E00">
      <w:pPr>
        <w:pStyle w:val="verborgentekst"/>
      </w:pPr>
      <w:r>
        <w:t>Deze documenten zijn belangrijk als:</w:t>
      </w:r>
    </w:p>
    <w:p w14:paraId="3E6FB741" w14:textId="77777777" w:rsidR="001A6E00" w:rsidRDefault="001A6E00" w:rsidP="001A6E00">
      <w:pPr>
        <w:pStyle w:val="verborgentekst"/>
        <w:numPr>
          <w:ilvl w:val="0"/>
          <w:numId w:val="47"/>
        </w:numPr>
      </w:pPr>
      <w:r>
        <w:t>Ze horen bij een proces of activiteit</w:t>
      </w:r>
    </w:p>
    <w:p w14:paraId="32496A59" w14:textId="5ED6068A" w:rsidR="001A6E00" w:rsidRDefault="001A6E00" w:rsidP="001A6E00">
      <w:pPr>
        <w:pStyle w:val="verborgentekst"/>
        <w:numPr>
          <w:ilvl w:val="0"/>
          <w:numId w:val="47"/>
        </w:numPr>
      </w:pPr>
      <w:r>
        <w:t>Er problemen ontstaan als je ze weghaalt</w:t>
      </w:r>
    </w:p>
    <w:p w14:paraId="24FCBD98" w14:textId="179AF1EE" w:rsidR="00B97428" w:rsidRDefault="00B97428" w:rsidP="00B97428">
      <w:r>
        <w:t xml:space="preserve">Voor de volgende </w:t>
      </w:r>
      <w:r w:rsidR="00891BCA">
        <w:t>activiteiten/processen</w:t>
      </w:r>
      <w:r>
        <w:t xml:space="preserve"> heeft </w:t>
      </w:r>
      <w:sdt>
        <w:sdtPr>
          <w:alias w:val="Bedrijf"/>
          <w:tag w:val=""/>
          <w:id w:val="-2062853434"/>
          <w:placeholder>
            <w:docPart w:val="E401FDD47BE64F5E831733D6B6AD95CA"/>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w:t>
      </w:r>
      <w:r w:rsidR="00891BCA">
        <w:t xml:space="preserve">gestandaardiseerde </w:t>
      </w:r>
      <w:r w:rsidR="003916C2">
        <w:t>werkwijzen</w:t>
      </w:r>
      <w:r w:rsidR="00891BCA">
        <w:t xml:space="preserve"> </w:t>
      </w:r>
      <w:r w:rsidR="00695877">
        <w:t>geïmplementeerd</w:t>
      </w:r>
      <w:r w:rsidR="00891BCA">
        <w:t>:</w:t>
      </w:r>
    </w:p>
    <w:p w14:paraId="266DA642" w14:textId="27ACA462" w:rsidR="00986076" w:rsidRDefault="00986076" w:rsidP="00986076">
      <w:pPr>
        <w:pStyle w:val="Bijschrift"/>
        <w:keepNext/>
      </w:pPr>
      <w:r>
        <w:t xml:space="preserve">Tabel </w:t>
      </w:r>
      <w:fldSimple w:instr=" STYLEREF 1 \s ">
        <w:r w:rsidR="0014047A">
          <w:rPr>
            <w:noProof/>
          </w:rPr>
          <w:t>6</w:t>
        </w:r>
      </w:fldSimple>
      <w:r w:rsidR="00EC7814">
        <w:noBreakHyphen/>
      </w:r>
      <w:fldSimple w:instr=" SEQ Tabel \* ARABIC \s 1 ">
        <w:r w:rsidR="0014047A">
          <w:rPr>
            <w:noProof/>
          </w:rPr>
          <w:t>4</w:t>
        </w:r>
      </w:fldSimple>
      <w:r>
        <w:t xml:space="preserve"> Overzicht beschikbare ondersteunende documenten</w:t>
      </w:r>
    </w:p>
    <w:tbl>
      <w:tblPr>
        <w:tblStyle w:val="Tabelraster"/>
        <w:tblW w:w="0" w:type="auto"/>
        <w:tblLook w:val="04A0" w:firstRow="1" w:lastRow="0" w:firstColumn="1" w:lastColumn="0" w:noHBand="0" w:noVBand="1"/>
      </w:tblPr>
      <w:tblGrid>
        <w:gridCol w:w="4531"/>
        <w:gridCol w:w="4531"/>
      </w:tblGrid>
      <w:tr w:rsidR="003916C2" w14:paraId="079C5477" w14:textId="77777777" w:rsidTr="003916C2">
        <w:tc>
          <w:tcPr>
            <w:tcW w:w="4531" w:type="dxa"/>
          </w:tcPr>
          <w:p w14:paraId="24A7B946" w14:textId="7EFAD4BD" w:rsidR="003916C2" w:rsidRDefault="003916C2" w:rsidP="00B97428">
            <w:r>
              <w:t>Activiteit/proces</w:t>
            </w:r>
          </w:p>
        </w:tc>
        <w:tc>
          <w:tcPr>
            <w:tcW w:w="4531" w:type="dxa"/>
          </w:tcPr>
          <w:p w14:paraId="517B709F" w14:textId="08A4653B" w:rsidR="003916C2" w:rsidRDefault="003916C2" w:rsidP="00B97428">
            <w:r>
              <w:t>Procedure/protocol/instructie</w:t>
            </w:r>
          </w:p>
        </w:tc>
      </w:tr>
      <w:tr w:rsidR="003916C2" w14:paraId="23704BAE" w14:textId="77777777" w:rsidTr="003916C2">
        <w:tc>
          <w:tcPr>
            <w:tcW w:w="4531" w:type="dxa"/>
          </w:tcPr>
          <w:p w14:paraId="38D2CDE3" w14:textId="77777777" w:rsidR="003916C2" w:rsidRDefault="003916C2" w:rsidP="00B97428"/>
        </w:tc>
        <w:tc>
          <w:tcPr>
            <w:tcW w:w="4531" w:type="dxa"/>
          </w:tcPr>
          <w:p w14:paraId="0A316159" w14:textId="77777777" w:rsidR="003916C2" w:rsidRDefault="003916C2" w:rsidP="00B97428"/>
        </w:tc>
      </w:tr>
      <w:tr w:rsidR="003916C2" w14:paraId="31F9636F" w14:textId="77777777" w:rsidTr="003916C2">
        <w:tc>
          <w:tcPr>
            <w:tcW w:w="4531" w:type="dxa"/>
          </w:tcPr>
          <w:p w14:paraId="25ADB2D3" w14:textId="77777777" w:rsidR="003916C2" w:rsidRDefault="003916C2" w:rsidP="00B97428"/>
        </w:tc>
        <w:tc>
          <w:tcPr>
            <w:tcW w:w="4531" w:type="dxa"/>
          </w:tcPr>
          <w:p w14:paraId="13B215C2" w14:textId="77777777" w:rsidR="003916C2" w:rsidRDefault="003916C2" w:rsidP="00B97428"/>
        </w:tc>
      </w:tr>
      <w:tr w:rsidR="003916C2" w14:paraId="6BED2C4A" w14:textId="77777777" w:rsidTr="003916C2">
        <w:tc>
          <w:tcPr>
            <w:tcW w:w="4531" w:type="dxa"/>
          </w:tcPr>
          <w:p w14:paraId="589424D6" w14:textId="77777777" w:rsidR="003916C2" w:rsidRDefault="003916C2" w:rsidP="00B97428"/>
        </w:tc>
        <w:tc>
          <w:tcPr>
            <w:tcW w:w="4531" w:type="dxa"/>
          </w:tcPr>
          <w:p w14:paraId="4655FD8F" w14:textId="77777777" w:rsidR="003916C2" w:rsidRDefault="003916C2" w:rsidP="00B97428"/>
        </w:tc>
      </w:tr>
    </w:tbl>
    <w:p w14:paraId="01F6A35E" w14:textId="77777777" w:rsidR="00C90100" w:rsidRDefault="00C90100" w:rsidP="007A2CB9">
      <w:pPr>
        <w:pStyle w:val="verborgentekst"/>
      </w:pPr>
    </w:p>
    <w:p w14:paraId="2FCD2725" w14:textId="750A07CF" w:rsidR="003916C2" w:rsidRDefault="003916C2" w:rsidP="007A2CB9">
      <w:pPr>
        <w:pStyle w:val="verborgentekst"/>
      </w:pPr>
      <w:r w:rsidRPr="00FF3426">
        <w:t xml:space="preserve">Ga verder met </w:t>
      </w:r>
      <w:r w:rsidR="002940B6" w:rsidRPr="00FF3426">
        <w:fldChar w:fldCharType="begin"/>
      </w:r>
      <w:r w:rsidR="002940B6" w:rsidRPr="00FF3426">
        <w:instrText xml:space="preserve"> REF _Ref142940688 \r \h  \* MERGEFORMAT </w:instrText>
      </w:r>
      <w:r w:rsidR="002940B6" w:rsidRPr="00FF3426">
        <w:fldChar w:fldCharType="separate"/>
      </w:r>
      <w:r w:rsidR="0014047A">
        <w:t>6.5.6</w:t>
      </w:r>
      <w:r w:rsidR="002940B6" w:rsidRPr="00FF3426">
        <w:fldChar w:fldCharType="end"/>
      </w:r>
      <w:r w:rsidR="002940B6" w:rsidRPr="00FF3426">
        <w:t xml:space="preserve"> </w:t>
      </w:r>
      <w:r w:rsidR="002940B6" w:rsidRPr="00FF3426">
        <w:fldChar w:fldCharType="begin"/>
      </w:r>
      <w:r w:rsidR="002940B6" w:rsidRPr="00FF3426">
        <w:instrText xml:space="preserve"> REF _Ref142940688 \h  \* MERGEFORMAT </w:instrText>
      </w:r>
      <w:r w:rsidR="002940B6" w:rsidRPr="00FF3426">
        <w:fldChar w:fldCharType="separate"/>
      </w:r>
      <w:r w:rsidR="0014047A" w:rsidRPr="00034B31">
        <w:t>Beschikbaar houden van actuele documentatie</w:t>
      </w:r>
      <w:r w:rsidR="002940B6" w:rsidRPr="00FF3426">
        <w:fldChar w:fldCharType="end"/>
      </w:r>
    </w:p>
    <w:p w14:paraId="754387A4" w14:textId="2FA5BA5E" w:rsidR="00EA3432" w:rsidRPr="00034B31" w:rsidRDefault="00D85E3A" w:rsidP="00475F98">
      <w:pPr>
        <w:pStyle w:val="Kop3"/>
      </w:pPr>
      <w:bookmarkStart w:id="91" w:name="_Ref142940688"/>
      <w:bookmarkStart w:id="92" w:name="_Toc204442020"/>
      <w:r w:rsidRPr="00034B31">
        <w:t>Beschikbaar houden van actuele</w:t>
      </w:r>
      <w:r w:rsidR="00EA3432" w:rsidRPr="00034B31">
        <w:t xml:space="preserve"> documentatie</w:t>
      </w:r>
      <w:bookmarkEnd w:id="91"/>
      <w:bookmarkEnd w:id="92"/>
    </w:p>
    <w:p w14:paraId="2F1C6AB1" w14:textId="0E7D50CE" w:rsidR="00036392" w:rsidRDefault="00036392" w:rsidP="002B2211">
      <w:pPr>
        <w:pStyle w:val="verborgentekst"/>
      </w:pPr>
      <w:r>
        <w:t xml:space="preserve">** Normreferentie </w:t>
      </w:r>
      <w:r w:rsidR="002B2211">
        <w:t>7.5 **</w:t>
      </w:r>
    </w:p>
    <w:p w14:paraId="2107C57A" w14:textId="68923CFD" w:rsidR="00034B31" w:rsidRPr="00034B31" w:rsidRDefault="00034B31" w:rsidP="002B2211">
      <w:pPr>
        <w:pStyle w:val="verborgentekst"/>
        <w:rPr>
          <w:b/>
          <w:bCs/>
          <w:u w:val="single"/>
        </w:rPr>
      </w:pPr>
      <w:r w:rsidRPr="00034B31">
        <w:rPr>
          <w:b/>
          <w:bCs/>
          <w:u w:val="single"/>
        </w:rPr>
        <w:t>Stap 56</w:t>
      </w:r>
    </w:p>
    <w:p w14:paraId="1C8188CA" w14:textId="77777777" w:rsidR="006F1689" w:rsidRDefault="006F1689" w:rsidP="006F1689">
      <w:pPr>
        <w:pStyle w:val="verborgentekst"/>
      </w:pPr>
      <w:r>
        <w:t>ISO 9001 kent twee soorten gedocumenteerde informatie:</w:t>
      </w:r>
    </w:p>
    <w:p w14:paraId="30697C22" w14:textId="77777777" w:rsidR="006F1689" w:rsidRDefault="006F1689" w:rsidP="004B0D32">
      <w:pPr>
        <w:pStyle w:val="verborgentekst"/>
        <w:numPr>
          <w:ilvl w:val="0"/>
          <w:numId w:val="48"/>
        </w:numPr>
      </w:pPr>
      <w:r>
        <w:lastRenderedPageBreak/>
        <w:t>Soort 1: Documenten Dit zijn instructies over hoe processen moeten verlopen. Denk aan procedures, werkinstructies, filmpjes, of externe normen.</w:t>
      </w:r>
    </w:p>
    <w:p w14:paraId="015695D0" w14:textId="4DB25267" w:rsidR="006F1689" w:rsidRDefault="006F1689" w:rsidP="00822E33">
      <w:pPr>
        <w:pStyle w:val="verborgentekst"/>
        <w:numPr>
          <w:ilvl w:val="0"/>
          <w:numId w:val="48"/>
        </w:numPr>
      </w:pPr>
      <w:r>
        <w:t>Soort 2: Registraties</w:t>
      </w:r>
      <w:r w:rsidR="00FF3426">
        <w:t xml:space="preserve"> </w:t>
      </w:r>
      <w:r>
        <w:t xml:space="preserve">Dit zijn bewijzen van hoe processen werkelijk zijn uitgevoerd. Deze staan </w:t>
      </w:r>
      <w:r w:rsidR="00FF3426">
        <w:t xml:space="preserve">grotendeels genoemd </w:t>
      </w:r>
      <w:r>
        <w:t>in het Operationeel Handboek.</w:t>
      </w:r>
    </w:p>
    <w:p w14:paraId="7877281A" w14:textId="71BE09B4" w:rsidR="006F1689" w:rsidRDefault="006F1689" w:rsidP="006F1689">
      <w:pPr>
        <w:pStyle w:val="verborgentekst"/>
      </w:pPr>
      <w:r>
        <w:t>Voor beide geldt: informatie wordt vastgelegd als het belangrijk is dat het later beschikbaar is. Gebruikers moeten de actuele versie kunnen vinden en herkennen.</w:t>
      </w:r>
    </w:p>
    <w:p w14:paraId="568241D2" w14:textId="431C165F" w:rsidR="00085C18" w:rsidRPr="00A85ACC" w:rsidRDefault="00085C18" w:rsidP="00475F98">
      <w:pPr>
        <w:pStyle w:val="Kop4"/>
      </w:pPr>
      <w:bookmarkStart w:id="93" w:name="_Ref98158418"/>
      <w:r w:rsidRPr="00A85ACC">
        <w:t>Algemeen</w:t>
      </w:r>
      <w:bookmarkEnd w:id="93"/>
    </w:p>
    <w:p w14:paraId="3E93C6D7" w14:textId="18BB11DB" w:rsidR="00085C18" w:rsidRDefault="00085C18" w:rsidP="00085C18">
      <w:r>
        <w:t xml:space="preserve">De documentatie van het kwaliteitsmanagementsysteem van </w:t>
      </w:r>
      <w:sdt>
        <w:sdtPr>
          <w:alias w:val="Bedrijf"/>
          <w:tag w:val=""/>
          <w:id w:val="-2016150560"/>
          <w:placeholder>
            <w:docPart w:val="C80CD78741DE40E8913F910C1A6B43DC"/>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bestaat uit:</w:t>
      </w:r>
    </w:p>
    <w:p w14:paraId="7B287784" w14:textId="761B56D6" w:rsidR="003B3757" w:rsidRDefault="003B3757" w:rsidP="003B3757">
      <w:pPr>
        <w:pStyle w:val="verborgentekst"/>
      </w:pPr>
      <w:r>
        <w:t xml:space="preserve">Vul de onderstaande opsomming aan met </w:t>
      </w:r>
      <w:r w:rsidR="00B72D2B">
        <w:t xml:space="preserve">de aanvullende documenten die in de loop van het project zijn </w:t>
      </w:r>
      <w:r w:rsidR="002940B6">
        <w:t>aangemaakt</w:t>
      </w:r>
      <w:r w:rsidR="00B72D2B">
        <w:t>.</w:t>
      </w:r>
    </w:p>
    <w:p w14:paraId="7DC4457A" w14:textId="694C2D68" w:rsidR="00085C18" w:rsidRDefault="00085C18" w:rsidP="00646713">
      <w:pPr>
        <w:pStyle w:val="Lijstalinea"/>
        <w:numPr>
          <w:ilvl w:val="0"/>
          <w:numId w:val="3"/>
        </w:numPr>
      </w:pPr>
      <w:r>
        <w:t>interne documenten</w:t>
      </w:r>
    </w:p>
    <w:p w14:paraId="2A76EA1D" w14:textId="7022E87F" w:rsidR="00085C18" w:rsidRDefault="00085C18" w:rsidP="00646713">
      <w:pPr>
        <w:pStyle w:val="Lijstalinea"/>
        <w:numPr>
          <w:ilvl w:val="1"/>
          <w:numId w:val="3"/>
        </w:numPr>
      </w:pPr>
      <w:r>
        <w:t>bedrijfshandboek (dit document)</w:t>
      </w:r>
    </w:p>
    <w:p w14:paraId="063E3A50" w14:textId="06CF68FB" w:rsidR="00085C18" w:rsidRDefault="00085C18" w:rsidP="00646713">
      <w:pPr>
        <w:pStyle w:val="Lijstalinea"/>
        <w:numPr>
          <w:ilvl w:val="1"/>
          <w:numId w:val="3"/>
        </w:numPr>
      </w:pPr>
      <w:r>
        <w:t>operationeel handboek</w:t>
      </w:r>
    </w:p>
    <w:p w14:paraId="5DFB174F" w14:textId="331DF1B5" w:rsidR="00085C18" w:rsidRDefault="00085C18" w:rsidP="00646713">
      <w:pPr>
        <w:pStyle w:val="Lijstalinea"/>
        <w:numPr>
          <w:ilvl w:val="1"/>
          <w:numId w:val="3"/>
        </w:numPr>
      </w:pPr>
      <w:r>
        <w:t>interne formulieren</w:t>
      </w:r>
    </w:p>
    <w:p w14:paraId="2DBF3920" w14:textId="209DD9DB" w:rsidR="003B3757" w:rsidRPr="003B3757" w:rsidRDefault="003B3757" w:rsidP="00646713">
      <w:pPr>
        <w:pStyle w:val="Lijstalinea"/>
        <w:numPr>
          <w:ilvl w:val="1"/>
          <w:numId w:val="3"/>
        </w:numPr>
        <w:rPr>
          <w:highlight w:val="yellow"/>
        </w:rPr>
      </w:pPr>
      <w:r w:rsidRPr="003B3757">
        <w:rPr>
          <w:highlight w:val="yellow"/>
        </w:rPr>
        <w:t>[aanvullen met templates/checklists/procedures/</w:t>
      </w:r>
      <w:r w:rsidR="00C020DB" w:rsidRPr="003B3757">
        <w:rPr>
          <w:highlight w:val="yellow"/>
        </w:rPr>
        <w:t>instructies</w:t>
      </w:r>
      <w:r w:rsidRPr="003B3757">
        <w:rPr>
          <w:highlight w:val="yellow"/>
        </w:rPr>
        <w:t>/etc]</w:t>
      </w:r>
    </w:p>
    <w:p w14:paraId="13DBFAF7" w14:textId="77777777" w:rsidR="00085C18" w:rsidRPr="00607E8C" w:rsidRDefault="00085C18" w:rsidP="00646713">
      <w:pPr>
        <w:pStyle w:val="Lijstalinea"/>
        <w:numPr>
          <w:ilvl w:val="0"/>
          <w:numId w:val="3"/>
        </w:numPr>
      </w:pPr>
      <w:r w:rsidRPr="00607E8C">
        <w:t>externe documenten</w:t>
      </w:r>
    </w:p>
    <w:p w14:paraId="4EEB8315" w14:textId="16372113" w:rsidR="00085C18" w:rsidRDefault="00085C18" w:rsidP="00646713">
      <w:pPr>
        <w:pStyle w:val="Lijstalinea"/>
        <w:numPr>
          <w:ilvl w:val="1"/>
          <w:numId w:val="3"/>
        </w:numPr>
      </w:pPr>
      <w:r w:rsidRPr="00607E8C">
        <w:t>ISO</w:t>
      </w:r>
      <w:r w:rsidR="00607E8C">
        <w:t>-documenten</w:t>
      </w:r>
    </w:p>
    <w:p w14:paraId="5BFCA5C6" w14:textId="1EB8869D" w:rsidR="00B22D92" w:rsidRPr="003654B3" w:rsidRDefault="00B22D92" w:rsidP="00646713">
      <w:pPr>
        <w:pStyle w:val="Lijstalinea"/>
        <w:numPr>
          <w:ilvl w:val="1"/>
          <w:numId w:val="3"/>
        </w:numPr>
        <w:rPr>
          <w:highlight w:val="yellow"/>
        </w:rPr>
      </w:pPr>
      <w:r w:rsidRPr="003654B3">
        <w:rPr>
          <w:highlight w:val="yellow"/>
        </w:rPr>
        <w:t>[wetgeving]</w:t>
      </w:r>
    </w:p>
    <w:p w14:paraId="2810F27A" w14:textId="41CCEF63" w:rsidR="00B22D92" w:rsidRPr="003654B3" w:rsidRDefault="00B22D92" w:rsidP="00646713">
      <w:pPr>
        <w:pStyle w:val="Lijstalinea"/>
        <w:numPr>
          <w:ilvl w:val="1"/>
          <w:numId w:val="3"/>
        </w:numPr>
        <w:rPr>
          <w:highlight w:val="yellow"/>
        </w:rPr>
      </w:pPr>
      <w:r w:rsidRPr="003654B3">
        <w:rPr>
          <w:highlight w:val="yellow"/>
        </w:rPr>
        <w:t>[productnormen]</w:t>
      </w:r>
    </w:p>
    <w:p w14:paraId="29753CC1" w14:textId="6C003BF1" w:rsidR="00085C18" w:rsidRPr="00FF3426" w:rsidRDefault="00085C18" w:rsidP="00475F98">
      <w:pPr>
        <w:pStyle w:val="Kop4"/>
      </w:pPr>
      <w:r w:rsidRPr="00FF3426">
        <w:t>Beheersing van documenten</w:t>
      </w:r>
      <w:r w:rsidR="00A419E4" w:rsidRPr="00FF3426">
        <w:t xml:space="preserve"> (optioneel)</w:t>
      </w:r>
    </w:p>
    <w:p w14:paraId="10075E2E" w14:textId="23DA1FCE" w:rsidR="003A6EBA" w:rsidRPr="00FF3426" w:rsidRDefault="003A6EBA" w:rsidP="00475F98">
      <w:pPr>
        <w:pStyle w:val="Kop5"/>
      </w:pPr>
      <w:r w:rsidRPr="00FF3426">
        <w:t>Interne documenten</w:t>
      </w:r>
    </w:p>
    <w:p w14:paraId="0202D936" w14:textId="07DFB15F" w:rsidR="003A6EBA" w:rsidRDefault="00BB01F7" w:rsidP="003A6EBA">
      <w:r w:rsidRPr="00FF3426">
        <w:t xml:space="preserve">De interne documenten (zie </w:t>
      </w:r>
      <w:r w:rsidRPr="00FF3426">
        <w:fldChar w:fldCharType="begin"/>
      </w:r>
      <w:r w:rsidRPr="00FF3426">
        <w:instrText xml:space="preserve"> REF _Ref98158418 \r \h </w:instrText>
      </w:r>
      <w:r w:rsidR="003654B3" w:rsidRPr="00FF3426">
        <w:instrText xml:space="preserve"> \* MERGEFORMAT </w:instrText>
      </w:r>
      <w:r w:rsidRPr="00FF3426">
        <w:fldChar w:fldCharType="separate"/>
      </w:r>
      <w:r w:rsidR="0014047A">
        <w:t>6.5.6.1</w:t>
      </w:r>
      <w:r w:rsidRPr="00FF3426">
        <w:fldChar w:fldCharType="end"/>
      </w:r>
      <w:r w:rsidRPr="00FF3426">
        <w:t xml:space="preserve">) worden beheerd door </w:t>
      </w:r>
      <w:r w:rsidR="00C61260" w:rsidRPr="00FF3426">
        <w:t>Kwaliteitsmanagement</w:t>
      </w:r>
      <w:r w:rsidRPr="00FF3426">
        <w:t xml:space="preserve">. </w:t>
      </w:r>
      <w:r w:rsidR="00A72EEE" w:rsidRPr="00FF3426">
        <w:t xml:space="preserve">Wijzigingen in documenten kunnen worden </w:t>
      </w:r>
      <w:r w:rsidR="00D66784" w:rsidRPr="00FF3426">
        <w:t>geïnitieerd</w:t>
      </w:r>
      <w:r w:rsidR="00A72EEE" w:rsidRPr="00FF3426">
        <w:t xml:space="preserve"> naar aanleiding van:</w:t>
      </w:r>
    </w:p>
    <w:p w14:paraId="002F60C7" w14:textId="28507AEF" w:rsidR="00A72EEE" w:rsidRDefault="00A72EEE" w:rsidP="00646713">
      <w:pPr>
        <w:pStyle w:val="Lijstalinea"/>
        <w:numPr>
          <w:ilvl w:val="0"/>
          <w:numId w:val="4"/>
        </w:numPr>
      </w:pPr>
      <w:r>
        <w:t>Corrigerende maatregelen naar aanleiding van klachten, auditbevindingen;</w:t>
      </w:r>
    </w:p>
    <w:p w14:paraId="3B6A0B0A" w14:textId="0807A23F" w:rsidR="00A72EEE" w:rsidRDefault="00A72EEE" w:rsidP="00646713">
      <w:pPr>
        <w:pStyle w:val="Lijstalinea"/>
        <w:numPr>
          <w:ilvl w:val="0"/>
          <w:numId w:val="4"/>
        </w:numPr>
      </w:pPr>
      <w:r>
        <w:t xml:space="preserve">Wijziging in </w:t>
      </w:r>
      <w:r w:rsidR="00B22D92" w:rsidRPr="00022DB6">
        <w:rPr>
          <w:i/>
          <w:iCs/>
        </w:rPr>
        <w:t>certificatie</w:t>
      </w:r>
      <w:r w:rsidRPr="00022DB6">
        <w:rPr>
          <w:i/>
          <w:iCs/>
        </w:rPr>
        <w:t>vereisten</w:t>
      </w:r>
      <w:r w:rsidR="00D30772">
        <w:t xml:space="preserve"> (zie </w:t>
      </w:r>
      <w:r w:rsidR="00022DB6">
        <w:fldChar w:fldCharType="begin"/>
      </w:r>
      <w:r w:rsidR="00022DB6">
        <w:instrText xml:space="preserve"> REF _Ref195443237 \w \h </w:instrText>
      </w:r>
      <w:r w:rsidR="00022DB6">
        <w:fldChar w:fldCharType="separate"/>
      </w:r>
      <w:r w:rsidR="0014047A">
        <w:t>3</w:t>
      </w:r>
      <w:r w:rsidR="00022DB6">
        <w:fldChar w:fldCharType="end"/>
      </w:r>
      <w:r w:rsidR="00022DB6">
        <w:t xml:space="preserve"> </w:t>
      </w:r>
      <w:r w:rsidR="00022DB6">
        <w:fldChar w:fldCharType="begin"/>
      </w:r>
      <w:r w:rsidR="00022DB6">
        <w:instrText xml:space="preserve"> REF _Ref195443240 \h </w:instrText>
      </w:r>
      <w:r w:rsidR="00022DB6">
        <w:fldChar w:fldCharType="separate"/>
      </w:r>
      <w:r w:rsidR="0014047A">
        <w:t>Termen en definities</w:t>
      </w:r>
      <w:r w:rsidR="00022DB6">
        <w:fldChar w:fldCharType="end"/>
      </w:r>
      <w:r w:rsidR="00022DB6">
        <w:t>)</w:t>
      </w:r>
    </w:p>
    <w:p w14:paraId="5502FDA3" w14:textId="34744D7F" w:rsidR="00A72EEE" w:rsidRDefault="00A72EEE" w:rsidP="00646713">
      <w:pPr>
        <w:pStyle w:val="Lijstalinea"/>
        <w:numPr>
          <w:ilvl w:val="0"/>
          <w:numId w:val="4"/>
        </w:numPr>
      </w:pPr>
      <w:r>
        <w:t>Interne verbetervoorstellen</w:t>
      </w:r>
    </w:p>
    <w:p w14:paraId="143C9D21" w14:textId="4672560E" w:rsidR="00270D7F" w:rsidRDefault="00270D7F" w:rsidP="00270D7F">
      <w:r>
        <w:t xml:space="preserve">Ieder document wordt periodiek gereviewd, waarbij de </w:t>
      </w:r>
      <w:r w:rsidR="00514904">
        <w:t>vraag wordt gesteld wat moet gebeuren met het betreffende document:</w:t>
      </w:r>
    </w:p>
    <w:p w14:paraId="08E23BE3" w14:textId="1E1785B7" w:rsidR="00514904" w:rsidRDefault="00514904" w:rsidP="00514904">
      <w:pPr>
        <w:pStyle w:val="Lijstalinea"/>
        <w:numPr>
          <w:ilvl w:val="0"/>
          <w:numId w:val="25"/>
        </w:numPr>
      </w:pPr>
      <w:r>
        <w:t>Bevestigen</w:t>
      </w:r>
    </w:p>
    <w:p w14:paraId="45AAFA3B" w14:textId="2B7B636F" w:rsidR="00514904" w:rsidRDefault="00514904" w:rsidP="00514904">
      <w:pPr>
        <w:pStyle w:val="Lijstalinea"/>
        <w:numPr>
          <w:ilvl w:val="0"/>
          <w:numId w:val="25"/>
        </w:numPr>
      </w:pPr>
      <w:r>
        <w:t>Wijzigen</w:t>
      </w:r>
    </w:p>
    <w:p w14:paraId="6B320612" w14:textId="21B8E864" w:rsidR="00514904" w:rsidRDefault="00514904" w:rsidP="00514904">
      <w:pPr>
        <w:pStyle w:val="Lijstalinea"/>
        <w:numPr>
          <w:ilvl w:val="0"/>
          <w:numId w:val="25"/>
        </w:numPr>
      </w:pPr>
      <w:r>
        <w:t>Intrekken</w:t>
      </w:r>
    </w:p>
    <w:p w14:paraId="2A61B531" w14:textId="6737101D" w:rsidR="00514904" w:rsidRDefault="00C020DB" w:rsidP="00C020DB">
      <w:pPr>
        <w:pStyle w:val="verborgentekst"/>
      </w:pPr>
      <w:r>
        <w:t>De optie ‘intrekken’ is vooral bedoeld om de set van documenten niet oneindig te laten groeien. Durf procedures/werkinstructies in te trekken als ze geen niemand ze meer gebruikt.</w:t>
      </w:r>
    </w:p>
    <w:p w14:paraId="6CCDC578" w14:textId="380CBABF" w:rsidR="00D30772" w:rsidRDefault="00D66784" w:rsidP="00D30772">
      <w:pPr>
        <w:rPr>
          <w:rStyle w:val="Zwaar"/>
        </w:rPr>
      </w:pPr>
      <w:r>
        <w:rPr>
          <w:rStyle w:val="Zwaar"/>
        </w:rPr>
        <w:t>Publicatie</w:t>
      </w:r>
    </w:p>
    <w:p w14:paraId="5BF237A8" w14:textId="4D810975" w:rsidR="00C5161A" w:rsidRPr="00C5161A" w:rsidRDefault="00C5161A" w:rsidP="00C5161A">
      <w:pPr>
        <w:pStyle w:val="verborgentekst"/>
        <w:rPr>
          <w:rStyle w:val="Zwaar"/>
          <w:b w:val="0"/>
          <w:bCs w:val="0"/>
        </w:rPr>
      </w:pPr>
      <w:r>
        <w:rPr>
          <w:rStyle w:val="Zwaar"/>
          <w:b w:val="0"/>
          <w:bCs w:val="0"/>
        </w:rPr>
        <w:t xml:space="preserve">Geef aan waar de </w:t>
      </w:r>
      <w:r w:rsidR="00672D6B">
        <w:rPr>
          <w:rStyle w:val="Zwaar"/>
          <w:b w:val="0"/>
          <w:bCs w:val="0"/>
        </w:rPr>
        <w:t xml:space="preserve">documenten staan waar ze door medewerkers te raadplegen zijn. </w:t>
      </w:r>
    </w:p>
    <w:p w14:paraId="5B650561" w14:textId="5112970E" w:rsidR="00D66784" w:rsidRDefault="00D66784" w:rsidP="00D66784">
      <w:r>
        <w:t>Alle interne documenten van het managementsysteem zijn beschikbaar voor alle medewerkers op:</w:t>
      </w:r>
    </w:p>
    <w:p w14:paraId="5139D258" w14:textId="2696C30C" w:rsidR="00D66784" w:rsidRDefault="00D66784" w:rsidP="00646713">
      <w:pPr>
        <w:pStyle w:val="Lijstalinea"/>
        <w:numPr>
          <w:ilvl w:val="0"/>
          <w:numId w:val="5"/>
        </w:numPr>
      </w:pPr>
      <w:r>
        <w:t>X</w:t>
      </w:r>
      <w:r w:rsidRPr="00B10435">
        <w:rPr>
          <w:highlight w:val="yellow"/>
        </w:rPr>
        <w:t>:\[netwerk]\</w:t>
      </w:r>
      <w:r>
        <w:t xml:space="preserve"> …</w:t>
      </w:r>
    </w:p>
    <w:p w14:paraId="057AFC3D" w14:textId="0997F361" w:rsidR="00672D6B" w:rsidRDefault="00672D6B" w:rsidP="00672D6B">
      <w:pPr>
        <w:pStyle w:val="verborgentekst"/>
      </w:pPr>
      <w:r>
        <w:t>Geef aan waar de documenten te vinden zijn die kunnen en mogen worden bewerkt.</w:t>
      </w:r>
    </w:p>
    <w:p w14:paraId="225B56E5" w14:textId="256DEF1D" w:rsidR="00D66784" w:rsidRDefault="00D66784" w:rsidP="00D66784">
      <w:r>
        <w:lastRenderedPageBreak/>
        <w:t>De bronbestanden worden bewaard op:</w:t>
      </w:r>
    </w:p>
    <w:p w14:paraId="11FD05E8" w14:textId="59127994" w:rsidR="00D66784" w:rsidRPr="00B10435" w:rsidRDefault="00D66784" w:rsidP="00646713">
      <w:pPr>
        <w:pStyle w:val="Lijstalinea"/>
        <w:numPr>
          <w:ilvl w:val="0"/>
          <w:numId w:val="5"/>
        </w:numPr>
        <w:rPr>
          <w:highlight w:val="yellow"/>
        </w:rPr>
      </w:pPr>
      <w:r w:rsidRPr="00B10435">
        <w:rPr>
          <w:highlight w:val="yellow"/>
        </w:rPr>
        <w:t>X:[netwerk]\</w:t>
      </w:r>
      <w:r w:rsidR="00BE468D" w:rsidRPr="00B10435">
        <w:rPr>
          <w:highlight w:val="yellow"/>
        </w:rPr>
        <w:t>compliance\bronbestanden</w:t>
      </w:r>
    </w:p>
    <w:p w14:paraId="64DFA4B7" w14:textId="02BC8D70" w:rsidR="00615930" w:rsidRDefault="00217EFE" w:rsidP="00217EFE">
      <w:pPr>
        <w:pStyle w:val="verborgentekst"/>
      </w:pPr>
      <w:r>
        <w:t>Processen worden ‘geldig</w:t>
      </w:r>
      <w:r w:rsidR="00DC65A3">
        <w:t xml:space="preserve"> </w:t>
      </w:r>
      <w:r>
        <w:t>verklaard’ door proceseigenaren. Het bewijs daarvan, de ‘validatiedocumenten’ moeten ook er</w:t>
      </w:r>
      <w:r w:rsidR="00C5161A">
        <w:t>gens worden bewaard</w:t>
      </w:r>
      <w:r w:rsidR="00F9655A">
        <w:t>.</w:t>
      </w:r>
    </w:p>
    <w:p w14:paraId="5CD08B44" w14:textId="46B33AB2" w:rsidR="00D30772" w:rsidRDefault="00BE468D" w:rsidP="00D30772">
      <w:r>
        <w:t>Hier worden ook de validatiedocumenten (</w:t>
      </w:r>
      <w:r w:rsidRPr="00B10435">
        <w:rPr>
          <w:highlight w:val="cyan"/>
        </w:rPr>
        <w:t>FORM xx</w:t>
      </w:r>
      <w:r>
        <w:t>) bewaard.</w:t>
      </w:r>
    </w:p>
    <w:p w14:paraId="6E0EC7D2" w14:textId="2A20A4F6" w:rsidR="00C55DE0" w:rsidRDefault="00A349B4" w:rsidP="00C55DE0">
      <w:pPr>
        <w:pStyle w:val="verborgentekst"/>
      </w:pPr>
      <w:r w:rsidRPr="00A349B4">
        <w:t>Een validatiedocument mag een gewone e-mail zijn, als deze maar netjes wordt bewaard. Het moet bewijzen wanneer, door wie en waarom is vastgesteld dat een proces goed werkt.</w:t>
      </w:r>
    </w:p>
    <w:p w14:paraId="07BA0A13" w14:textId="655C04DC" w:rsidR="00BE468D" w:rsidRDefault="00BE468D" w:rsidP="00D30772">
      <w:pPr>
        <w:rPr>
          <w:rStyle w:val="Zwaar"/>
        </w:rPr>
      </w:pPr>
      <w:r>
        <w:rPr>
          <w:rStyle w:val="Zwaar"/>
        </w:rPr>
        <w:t>Versiebeheer</w:t>
      </w:r>
    </w:p>
    <w:p w14:paraId="46306852" w14:textId="77777777" w:rsidR="00BB3BD1" w:rsidRDefault="00BE468D" w:rsidP="00BE468D">
      <w:r w:rsidRPr="00BE468D">
        <w:t xml:space="preserve">Alle </w:t>
      </w:r>
      <w:r>
        <w:t xml:space="preserve">interne documenten vallen onder het versiebeheer. </w:t>
      </w:r>
      <w:r w:rsidR="00BB3BD1">
        <w:t>Medewerkers gebruiken alleen documenten die centraal zijn opgeslagen.</w:t>
      </w:r>
    </w:p>
    <w:p w14:paraId="5594033B" w14:textId="37C83510" w:rsidR="003B046B" w:rsidRDefault="003B046B" w:rsidP="00BE468D">
      <w:r>
        <w:t>De meest actuele versie van een document is te herleiden op basis van de publicatiedatum dat op het document is aangegeven en in de bestandsnaam (format: YYYY.MM.DD).</w:t>
      </w:r>
    </w:p>
    <w:p w14:paraId="2C62CCC7" w14:textId="1D610C8E" w:rsidR="00DC65A3" w:rsidRDefault="00DC65A3" w:rsidP="00DC65A3">
      <w:pPr>
        <w:pStyle w:val="verborgentekst"/>
      </w:pPr>
      <w:r>
        <w:t>Geef aan waar een overzicht wordt bewaard waarin alle beheerde documenten staan, inclusief hun revisiestatus.</w:t>
      </w:r>
    </w:p>
    <w:p w14:paraId="31F310B4" w14:textId="16910C5D" w:rsidR="00BB3BD1" w:rsidRDefault="00BB3BD1" w:rsidP="00BE468D">
      <w:r>
        <w:t>In de netwerkfolder X</w:t>
      </w:r>
      <w:r w:rsidRPr="00B10435">
        <w:rPr>
          <w:highlight w:val="yellow"/>
        </w:rPr>
        <w:t>:\[netwerk]\compliance\bronbestanden</w:t>
      </w:r>
      <w:r>
        <w:t xml:space="preserve"> staat het register waarin is vastgelegd wat de actuele versie is van een specifiek document.</w:t>
      </w:r>
    </w:p>
    <w:p w14:paraId="16336682" w14:textId="6819E852" w:rsidR="00BE468D" w:rsidRDefault="003B046B" w:rsidP="00BE468D">
      <w:r>
        <w:t xml:space="preserve">Wijzigingen </w:t>
      </w:r>
      <w:r w:rsidR="00DC65A3">
        <w:t xml:space="preserve">in Word-documenten </w:t>
      </w:r>
      <w:r>
        <w:t>worden met behulp van ‘track changes’ bijgehouden, waarbij de volgende instellingen worden gehanteerd:</w:t>
      </w:r>
    </w:p>
    <w:p w14:paraId="06F68E37" w14:textId="77777777" w:rsidR="00AB2740" w:rsidRDefault="00AB2740" w:rsidP="00AB2740">
      <w:pPr>
        <w:keepNext/>
        <w:jc w:val="center"/>
      </w:pPr>
      <w:r>
        <w:rPr>
          <w:noProof/>
        </w:rPr>
        <w:drawing>
          <wp:inline distT="0" distB="0" distL="0" distR="0" wp14:anchorId="1C4322A4" wp14:editId="46761259">
            <wp:extent cx="3017520" cy="2920365"/>
            <wp:effectExtent l="19050" t="19050" r="11430" b="133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7520" cy="2920365"/>
                    </a:xfrm>
                    <a:prstGeom prst="rect">
                      <a:avLst/>
                    </a:prstGeom>
                    <a:noFill/>
                    <a:ln>
                      <a:solidFill>
                        <a:schemeClr val="bg1">
                          <a:lumMod val="50000"/>
                        </a:schemeClr>
                      </a:solidFill>
                    </a:ln>
                  </pic:spPr>
                </pic:pic>
              </a:graphicData>
            </a:graphic>
          </wp:inline>
        </w:drawing>
      </w:r>
    </w:p>
    <w:p w14:paraId="104652E2" w14:textId="303D007A" w:rsidR="003B046B" w:rsidRPr="00BE468D" w:rsidRDefault="00AB2740" w:rsidP="00F60519">
      <w:pPr>
        <w:pStyle w:val="Bijschrift"/>
      </w:pPr>
      <w:r>
        <w:t xml:space="preserve">Figuur </w:t>
      </w:r>
      <w:fldSimple w:instr=" STYLEREF 1 \s ">
        <w:r w:rsidR="0014047A">
          <w:rPr>
            <w:noProof/>
          </w:rPr>
          <w:t>6</w:t>
        </w:r>
      </w:fldSimple>
      <w:r w:rsidR="00D311E3">
        <w:noBreakHyphen/>
      </w:r>
      <w:fldSimple w:instr=" SEQ Figuur \* ARABIC \s 1 ">
        <w:r w:rsidR="0014047A">
          <w:rPr>
            <w:noProof/>
          </w:rPr>
          <w:t>3</w:t>
        </w:r>
      </w:fldSimple>
      <w:r>
        <w:t xml:space="preserve"> - Instellingen track changes</w:t>
      </w:r>
    </w:p>
    <w:p w14:paraId="42BD58E9" w14:textId="1F33A0C9" w:rsidR="003A6EBA" w:rsidRPr="00FF3426" w:rsidRDefault="003A6EBA" w:rsidP="003A6EBA">
      <w:pPr>
        <w:pStyle w:val="Kop4"/>
      </w:pPr>
      <w:r w:rsidRPr="00FF3426">
        <w:t>Externe documenten</w:t>
      </w:r>
    </w:p>
    <w:p w14:paraId="4DD3AD00" w14:textId="7726648A" w:rsidR="001E46C7" w:rsidRPr="001E46C7" w:rsidRDefault="002743E9" w:rsidP="001E46C7">
      <w:pPr>
        <w:pStyle w:val="verborgentekst"/>
      </w:pPr>
      <w:r w:rsidRPr="002743E9">
        <w:t>Externe documenten worden door anderen onderhouden. Controleer regelmatig of er nieuwe versies zijn</w:t>
      </w:r>
      <w:r>
        <w:t>.</w:t>
      </w:r>
    </w:p>
    <w:p w14:paraId="2F766864" w14:textId="7B3F887D" w:rsidR="00AE5EB3" w:rsidRDefault="00085C18" w:rsidP="00085C18">
      <w:r>
        <w:t>De</w:t>
      </w:r>
      <w:r w:rsidR="003A6EBA">
        <w:t xml:space="preserve"> externe documenten (zie </w:t>
      </w:r>
      <w:r w:rsidR="003A6EBA">
        <w:fldChar w:fldCharType="begin"/>
      </w:r>
      <w:r w:rsidR="003A6EBA">
        <w:instrText xml:space="preserve"> REF _Ref98158418 \r \h </w:instrText>
      </w:r>
      <w:r w:rsidR="003A6EBA">
        <w:fldChar w:fldCharType="separate"/>
      </w:r>
      <w:r w:rsidR="0014047A">
        <w:t>6.5.6.1</w:t>
      </w:r>
      <w:r w:rsidR="003A6EBA">
        <w:fldChar w:fldCharType="end"/>
      </w:r>
      <w:r w:rsidR="003A6EBA">
        <w:t xml:space="preserve">) worden beheerd door </w:t>
      </w:r>
      <w:r w:rsidR="00BF5DCF" w:rsidRPr="00FF3426">
        <w:t>Kwaliteitsmanagement</w:t>
      </w:r>
      <w:r w:rsidR="00FF3426">
        <w:t>.</w:t>
      </w:r>
    </w:p>
    <w:p w14:paraId="7AD6E4F9" w14:textId="6491AAFE" w:rsidR="00085C18" w:rsidRDefault="003A6EBA" w:rsidP="00085C18">
      <w:r>
        <w:lastRenderedPageBreak/>
        <w:t xml:space="preserve">Minimaal </w:t>
      </w:r>
      <w:r w:rsidRPr="00C55DE0">
        <w:rPr>
          <w:highlight w:val="yellow"/>
        </w:rPr>
        <w:t>2x</w:t>
      </w:r>
      <w:r>
        <w:t xml:space="preserve"> per jaar wordt nagegaan of </w:t>
      </w:r>
      <w:sdt>
        <w:sdtPr>
          <w:alias w:val="Bedrijf"/>
          <w:tag w:val=""/>
          <w:id w:val="1001166799"/>
          <w:placeholder>
            <w:docPart w:val="08C0A4F0529641DD92533CEBFDBB8AA5"/>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toegang heeft tot de meest actuele versie van deze documenten. </w:t>
      </w:r>
      <w:r w:rsidR="00121F4C">
        <w:t>Als</w:t>
      </w:r>
      <w:r>
        <w:t xml:space="preserve"> niet de meest actuele versie toegankelijk is, dan wordt gezorgd dat dit wordt gecorrigeerd. </w:t>
      </w:r>
      <w:r w:rsidR="00121F4C">
        <w:t>Als</w:t>
      </w:r>
      <w:r>
        <w:t xml:space="preserve"> wordt onderzocht (zie </w:t>
      </w:r>
      <w:r w:rsidR="00121F4C">
        <w:fldChar w:fldCharType="begin"/>
      </w:r>
      <w:r w:rsidR="00121F4C">
        <w:instrText xml:space="preserve"> REF _Ref143024870 \n \h </w:instrText>
      </w:r>
      <w:r w:rsidR="00121F4C">
        <w:fldChar w:fldCharType="separate"/>
      </w:r>
      <w:r w:rsidR="0014047A">
        <w:t>6.3</w:t>
      </w:r>
      <w:r w:rsidR="00121F4C">
        <w:fldChar w:fldCharType="end"/>
      </w:r>
      <w:r w:rsidR="00121F4C">
        <w:t xml:space="preserve"> </w:t>
      </w:r>
      <w:r w:rsidR="00121F4C">
        <w:fldChar w:fldCharType="begin"/>
      </w:r>
      <w:r w:rsidR="00121F4C">
        <w:instrText xml:space="preserve"> REF _Ref143024870 \h </w:instrText>
      </w:r>
      <w:r w:rsidR="00121F4C">
        <w:fldChar w:fldCharType="separate"/>
      </w:r>
      <w:r w:rsidR="0014047A" w:rsidRPr="00F91AFB">
        <w:t>Wijzigen van processen en/of systeem</w:t>
      </w:r>
      <w:r w:rsidR="00121F4C">
        <w:fldChar w:fldCharType="end"/>
      </w:r>
      <w:r>
        <w:t>) of verdere actie noodzakelijk is om aan eventueel gewijzigde (accreditatie) eisen te voldoen.</w:t>
      </w:r>
    </w:p>
    <w:p w14:paraId="11A04C6B" w14:textId="77777777" w:rsidR="00607E8C" w:rsidRDefault="00607E8C" w:rsidP="00607E8C">
      <w:r>
        <w:t>De externe documenten van het managementsysteem zijn beschikbaar voor alle medewerkers op:</w:t>
      </w:r>
    </w:p>
    <w:p w14:paraId="4DA05400" w14:textId="77777777" w:rsidR="00607E8C" w:rsidRDefault="00607E8C" w:rsidP="00646713">
      <w:pPr>
        <w:pStyle w:val="Lijstalinea"/>
        <w:numPr>
          <w:ilvl w:val="0"/>
          <w:numId w:val="5"/>
        </w:numPr>
        <w:rPr>
          <w:highlight w:val="yellow"/>
        </w:rPr>
      </w:pPr>
      <w:r w:rsidRPr="00B10435">
        <w:rPr>
          <w:highlight w:val="yellow"/>
        </w:rPr>
        <w:t>X:\[netwerk]\normen\</w:t>
      </w:r>
    </w:p>
    <w:p w14:paraId="3FB462B7" w14:textId="0B5E24CB" w:rsidR="005B7A27" w:rsidRDefault="00647AA6" w:rsidP="00646713">
      <w:pPr>
        <w:pStyle w:val="Lijstalinea"/>
        <w:numPr>
          <w:ilvl w:val="0"/>
          <w:numId w:val="5"/>
        </w:numPr>
        <w:rPr>
          <w:highlight w:val="yellow"/>
        </w:rPr>
      </w:pPr>
      <w:r>
        <w:rPr>
          <w:highlight w:val="yellow"/>
        </w:rPr>
        <w:t>[Team] | [Channel}</w:t>
      </w:r>
    </w:p>
    <w:p w14:paraId="27A19CDC" w14:textId="2E89BE62" w:rsidR="00647AA6" w:rsidRPr="00B10435" w:rsidRDefault="00647AA6" w:rsidP="00646713">
      <w:pPr>
        <w:pStyle w:val="Lijstalinea"/>
        <w:numPr>
          <w:ilvl w:val="0"/>
          <w:numId w:val="5"/>
        </w:numPr>
        <w:rPr>
          <w:highlight w:val="yellow"/>
        </w:rPr>
      </w:pPr>
      <w:r>
        <w:rPr>
          <w:highlight w:val="yellow"/>
        </w:rPr>
        <w:t>Sharpoint: [organisatie</w:t>
      </w:r>
      <w:r w:rsidR="00D30040">
        <w:rPr>
          <w:highlight w:val="yellow"/>
        </w:rPr>
        <w:t>/sharepoint.com]</w:t>
      </w:r>
    </w:p>
    <w:p w14:paraId="1AC36782" w14:textId="42563D67" w:rsidR="00607E8C" w:rsidRDefault="00607E8C" w:rsidP="00607E8C">
      <w:r>
        <w:t>Of via een link naar het originele document op de website van de publicerende partij.</w:t>
      </w:r>
    </w:p>
    <w:p w14:paraId="0B79A83E" w14:textId="35186263" w:rsidR="00EB53FB" w:rsidRDefault="00EB53FB" w:rsidP="00C55DE0">
      <w:pPr>
        <w:pStyle w:val="verborgentekst"/>
      </w:pPr>
      <w:r>
        <w:t xml:space="preserve">Ga verder met </w:t>
      </w:r>
      <w:r w:rsidR="0019663D">
        <w:t xml:space="preserve"> </w:t>
      </w:r>
      <w:r w:rsidR="00034B31">
        <w:fldChar w:fldCharType="begin"/>
      </w:r>
      <w:r w:rsidR="00034B31">
        <w:instrText xml:space="preserve"> REF _Ref200367755 \n \h </w:instrText>
      </w:r>
      <w:r w:rsidR="00034B31">
        <w:fldChar w:fldCharType="separate"/>
      </w:r>
      <w:r w:rsidR="0014047A">
        <w:t>5.3</w:t>
      </w:r>
      <w:r w:rsidR="00034B31">
        <w:fldChar w:fldCharType="end"/>
      </w:r>
      <w:r w:rsidR="00034B31">
        <w:t xml:space="preserve"> </w:t>
      </w:r>
      <w:r w:rsidR="00034B31">
        <w:fldChar w:fldCharType="begin"/>
      </w:r>
      <w:r w:rsidR="00034B31">
        <w:instrText xml:space="preserve"> REF _Ref200367758 \h </w:instrText>
      </w:r>
      <w:r w:rsidR="00034B31">
        <w:fldChar w:fldCharType="separate"/>
      </w:r>
      <w:r w:rsidR="0014047A">
        <w:t>Organisatie</w:t>
      </w:r>
      <w:r w:rsidR="00034B31">
        <w:fldChar w:fldCharType="end"/>
      </w:r>
    </w:p>
    <w:p w14:paraId="2802A57C" w14:textId="7C950724" w:rsidR="00943EA4" w:rsidRPr="0082261B" w:rsidRDefault="0023452A" w:rsidP="00956A66">
      <w:pPr>
        <w:pStyle w:val="Kop1"/>
        <w:rPr>
          <w:highlight w:val="lightGray"/>
        </w:rPr>
      </w:pPr>
      <w:bookmarkStart w:id="94" w:name="_Ref194087209"/>
      <w:bookmarkStart w:id="95" w:name="_Ref194087212"/>
      <w:bookmarkStart w:id="96" w:name="_Ref194088422"/>
      <w:bookmarkStart w:id="97" w:name="_Ref194088438"/>
      <w:bookmarkStart w:id="98" w:name="_Toc204442021"/>
      <w:r w:rsidRPr="0082261B">
        <w:rPr>
          <w:highlight w:val="lightGray"/>
        </w:rPr>
        <w:t>Aansturen van operationele processen</w:t>
      </w:r>
      <w:bookmarkEnd w:id="94"/>
      <w:bookmarkEnd w:id="95"/>
      <w:bookmarkEnd w:id="96"/>
      <w:bookmarkEnd w:id="97"/>
      <w:bookmarkEnd w:id="98"/>
    </w:p>
    <w:p w14:paraId="3AFF242E" w14:textId="4599EDD9" w:rsidR="00AE7633" w:rsidRPr="0019092F" w:rsidRDefault="00AE7633" w:rsidP="0019092F">
      <w:pPr>
        <w:pStyle w:val="verborgentekst"/>
        <w:rPr>
          <w:b/>
          <w:bCs/>
          <w:u w:val="single"/>
        </w:rPr>
      </w:pPr>
      <w:r w:rsidRPr="0019092F">
        <w:rPr>
          <w:b/>
          <w:bCs/>
          <w:u w:val="single"/>
        </w:rPr>
        <w:t>Stap 14</w:t>
      </w:r>
    </w:p>
    <w:p w14:paraId="70D612DA" w14:textId="31D45CF6" w:rsidR="00943EA4" w:rsidRDefault="00943EA4" w:rsidP="00943EA4">
      <w:r>
        <w:t>Het ‘hart’ van het systeem – de operationele processen – is beschreven in het Operationeel Handboek</w:t>
      </w:r>
      <w:r w:rsidR="00F93F53">
        <w:t>(en)</w:t>
      </w:r>
      <w:r>
        <w:t xml:space="preserve">. </w:t>
      </w:r>
    </w:p>
    <w:p w14:paraId="6089309C" w14:textId="77777777" w:rsidR="00EC5F95" w:rsidRPr="006C4A28" w:rsidRDefault="00EC5F95" w:rsidP="006C4A28">
      <w:pPr>
        <w:pStyle w:val="verborgentekst"/>
      </w:pPr>
      <w:r w:rsidRPr="006C4A28">
        <w:t>Als je een managementsysteem opzet in een bestaande organisatie, bestaan de werkprocessen al. Je hoeft geen nieuwe processen te bedenken. Je moet alleen in kaart brengen hoe het nu gaat.</w:t>
      </w:r>
    </w:p>
    <w:p w14:paraId="0A1AC663" w14:textId="77777777" w:rsidR="00EC5F95" w:rsidRPr="006C4A28" w:rsidRDefault="00EC5F95" w:rsidP="006C4A28">
      <w:pPr>
        <w:pStyle w:val="verborgentekst"/>
      </w:pPr>
      <w:r w:rsidRPr="006C4A28">
        <w:t>Maak voor elk product of elke dienst een overzicht van de stappen. Zorg dat het overzichtelijk blijft. Een buitenstaander moet snel kunnen begrijpen hoe jullie werken.</w:t>
      </w:r>
    </w:p>
    <w:p w14:paraId="7B2D2F7E" w14:textId="5EB33582" w:rsidR="00EC5F95" w:rsidRPr="006C4A28" w:rsidRDefault="00EC5F95" w:rsidP="006C4A28">
      <w:pPr>
        <w:pStyle w:val="verborgentekst"/>
      </w:pPr>
      <w:r w:rsidRPr="006C4A28">
        <w:t>Hebben jullie verschillende soorten producten of diensten</w:t>
      </w:r>
      <w:r w:rsidR="006C4A28" w:rsidRPr="006C4A28">
        <w:t xml:space="preserve"> (zie </w:t>
      </w:r>
      <w:r w:rsidR="006C4A28" w:rsidRPr="006C4A28">
        <w:fldChar w:fldCharType="begin"/>
      </w:r>
      <w:r w:rsidR="006C4A28" w:rsidRPr="006C4A28">
        <w:instrText xml:space="preserve"> REF _Ref142035738 \n \h </w:instrText>
      </w:r>
      <w:r w:rsidR="006C4A28">
        <w:instrText xml:space="preserve"> \* MERGEFORMAT </w:instrText>
      </w:r>
      <w:r w:rsidR="006C4A28" w:rsidRPr="006C4A28">
        <w:fldChar w:fldCharType="separate"/>
      </w:r>
      <w:r w:rsidR="0014047A">
        <w:t>4.2.1</w:t>
      </w:r>
      <w:r w:rsidR="006C4A28" w:rsidRPr="006C4A28">
        <w:fldChar w:fldCharType="end"/>
      </w:r>
      <w:r w:rsidR="006C4A28" w:rsidRPr="006C4A28">
        <w:t>)</w:t>
      </w:r>
      <w:r w:rsidRPr="006C4A28">
        <w:t>? Dan heb je misschien meerdere schema's nodig. Overweeg dan ook om voor elk type een apart Operationeel Handboek te maken.</w:t>
      </w:r>
    </w:p>
    <w:p w14:paraId="17FFE747" w14:textId="3F399DC4" w:rsidR="00F93F53" w:rsidRDefault="00F93F53" w:rsidP="00F93F53">
      <w:r>
        <w:t xml:space="preserve">De uitvoerende processen voor het leveren van </w:t>
      </w:r>
      <w:sdt>
        <w:sdtPr>
          <w:rPr>
            <w:highlight w:val="yellow"/>
          </w:rPr>
          <w:alias w:val="Onderwerp"/>
          <w:tag w:val=""/>
          <w:id w:val="-1961016591"/>
          <w:placeholder>
            <w:docPart w:val="14C137126FAA4DE1979E4D4066763802"/>
          </w:placeholder>
          <w:showingPlcHdr/>
          <w:dataBinding w:prefixMappings="xmlns:ns0='http://purl.org/dc/elements/1.1/' xmlns:ns1='http://schemas.openxmlformats.org/package/2006/metadata/core-properties' " w:xpath="/ns1:coreProperties[1]/ns0:subject[1]" w:storeItemID="{6C3C8BC8-F283-45AE-878A-BAB7291924A1}"/>
          <w:text/>
        </w:sdtPr>
        <w:sdtContent>
          <w:r w:rsidR="00C61BC0" w:rsidRPr="00332D02">
            <w:rPr>
              <w:rStyle w:val="Tekstvantijdelijkeaanduiding"/>
            </w:rPr>
            <w:t>[Onderwerp]</w:t>
          </w:r>
        </w:sdtContent>
      </w:sdt>
      <w:r>
        <w:t xml:space="preserve"> staan in onderstaande schema:</w:t>
      </w:r>
    </w:p>
    <w:p w14:paraId="4F585646" w14:textId="77777777" w:rsidR="00F93F53" w:rsidRDefault="00F93F53" w:rsidP="00F93F53">
      <w:pPr>
        <w:keepNext/>
      </w:pPr>
      <w:r>
        <w:rPr>
          <w:noProof/>
        </w:rPr>
        <w:drawing>
          <wp:inline distT="0" distB="0" distL="0" distR="0" wp14:anchorId="36ECCB8D" wp14:editId="3549C2E7">
            <wp:extent cx="5748915" cy="819439"/>
            <wp:effectExtent l="0" t="0" r="4445" b="0"/>
            <wp:docPr id="1409976464" name="Afbeelding 1"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76464" name="Afbeelding 1" descr="Afbeelding met tekst, schermopname, Lettertype, Graphics&#10;&#10;Automatisch gegenereerde beschrijvi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54931" cy="834550"/>
                    </a:xfrm>
                    <a:prstGeom prst="rect">
                      <a:avLst/>
                    </a:prstGeom>
                    <a:noFill/>
                  </pic:spPr>
                </pic:pic>
              </a:graphicData>
            </a:graphic>
          </wp:inline>
        </w:drawing>
      </w:r>
    </w:p>
    <w:p w14:paraId="0AF2A036" w14:textId="7AC23731" w:rsidR="00F93F53" w:rsidRDefault="00F93F53" w:rsidP="00F93F53">
      <w:pPr>
        <w:pStyle w:val="Bijschrift"/>
      </w:pPr>
      <w:r>
        <w:t xml:space="preserve">Figuur </w:t>
      </w:r>
      <w:fldSimple w:instr=" STYLEREF 1 \s ">
        <w:r w:rsidR="0014047A">
          <w:rPr>
            <w:noProof/>
          </w:rPr>
          <w:t>7</w:t>
        </w:r>
      </w:fldSimple>
      <w:r w:rsidR="00D311E3">
        <w:noBreakHyphen/>
      </w:r>
      <w:fldSimple w:instr=" SEQ Figuur \* ARABIC \s 1 ">
        <w:r w:rsidR="0014047A">
          <w:rPr>
            <w:noProof/>
          </w:rPr>
          <w:t>1</w:t>
        </w:r>
      </w:fldSimple>
      <w:r>
        <w:t xml:space="preserve"> </w:t>
      </w:r>
      <w:r w:rsidRPr="009B0AAB">
        <w:t>De processen voor [product of dienst]</w:t>
      </w:r>
    </w:p>
    <w:p w14:paraId="18F8F6DC" w14:textId="77777777" w:rsidR="00F93F53" w:rsidRDefault="00F93F53" w:rsidP="00F93F53">
      <w:r>
        <w:t>De inrichting van deze processen is beschreven in ons Operationeel Handboek [product of dienst].</w:t>
      </w:r>
    </w:p>
    <w:p w14:paraId="22BCA4D1" w14:textId="4322AF5C" w:rsidR="00F93F53" w:rsidRPr="00943EA4" w:rsidRDefault="00F93F53" w:rsidP="00035FDC">
      <w:pPr>
        <w:pStyle w:val="verborgentekst"/>
      </w:pPr>
      <w:r w:rsidRPr="00035FDC">
        <w:t xml:space="preserve">Ga verder met </w:t>
      </w:r>
      <w:r w:rsidR="00E812FC" w:rsidRPr="00035FDC">
        <w:t>het Operationeel Handboek (of Operationele Handboeken)</w:t>
      </w:r>
    </w:p>
    <w:p w14:paraId="71419FF5" w14:textId="245E55AA" w:rsidR="00956A66" w:rsidRPr="00035FDC" w:rsidRDefault="00186C66" w:rsidP="00956A66">
      <w:pPr>
        <w:pStyle w:val="Kop1"/>
      </w:pPr>
      <w:bookmarkStart w:id="99" w:name="_Toc204442022"/>
      <w:r w:rsidRPr="00035FDC">
        <w:t>Verzamelen gegevens over</w:t>
      </w:r>
      <w:r w:rsidR="00D85E3A" w:rsidRPr="00035FDC">
        <w:t xml:space="preserve"> prestaties </w:t>
      </w:r>
      <w:r w:rsidR="008967DC" w:rsidRPr="00035FDC">
        <w:t xml:space="preserve">van </w:t>
      </w:r>
      <w:r w:rsidR="00D85E3A" w:rsidRPr="00035FDC">
        <w:t>systeem</w:t>
      </w:r>
      <w:bookmarkEnd w:id="99"/>
    </w:p>
    <w:p w14:paraId="2F638B1A" w14:textId="315348D7" w:rsidR="00840498" w:rsidRDefault="00840498" w:rsidP="001473FF">
      <w:pPr>
        <w:pStyle w:val="verborgentekst"/>
      </w:pPr>
      <w:r w:rsidRPr="00840498">
        <w:t>Je hebt nu één of meer Operationele Handboeken. Tijd om te kijken hoe goed het systeem werkt.</w:t>
      </w:r>
    </w:p>
    <w:p w14:paraId="71B6EBA4" w14:textId="6703BDE0" w:rsidR="00600A34" w:rsidRDefault="00600A34" w:rsidP="001473FF">
      <w:pPr>
        <w:pStyle w:val="verborgentekst"/>
      </w:pPr>
      <w:r>
        <w:t>We gaan nu verder met de onderwerpen di</w:t>
      </w:r>
      <w:r w:rsidR="00041CE4">
        <w:t>e weer meer op tactisch niveau plaatsvinden</w:t>
      </w:r>
      <w:r w:rsidR="00B22570">
        <w:t xml:space="preserve">, zodat we de bovenste cirkel van het model (zie </w:t>
      </w:r>
      <w:r w:rsidR="00B22570">
        <w:fldChar w:fldCharType="begin"/>
      </w:r>
      <w:r w:rsidR="00B22570">
        <w:instrText xml:space="preserve"> REF _Ref194178709 \h </w:instrText>
      </w:r>
      <w:r w:rsidR="00B22570">
        <w:fldChar w:fldCharType="separate"/>
      </w:r>
      <w:r w:rsidR="0014047A">
        <w:t xml:space="preserve">Figuur </w:t>
      </w:r>
      <w:r w:rsidR="0014047A">
        <w:rPr>
          <w:noProof/>
        </w:rPr>
        <w:t>4</w:t>
      </w:r>
      <w:r w:rsidR="0014047A">
        <w:noBreakHyphen/>
      </w:r>
      <w:r w:rsidR="0014047A">
        <w:rPr>
          <w:noProof/>
        </w:rPr>
        <w:t>2</w:t>
      </w:r>
      <w:r w:rsidR="0014047A">
        <w:t xml:space="preserve"> Structuur kwaliteitsmanagementsysteem </w:t>
      </w:r>
      <w:sdt>
        <w:sdtPr>
          <w:alias w:val="Bedrijf"/>
          <w:tag w:val=""/>
          <w:id w:val="-1198616221"/>
          <w:placeholder>
            <w:docPart w:val="5FD0C643B1E6482FB1FF7E06E72CBD02"/>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00B22570">
        <w:fldChar w:fldCharType="end"/>
      </w:r>
      <w:r w:rsidR="00C05889">
        <w:t>) kunnen gaan invullen</w:t>
      </w:r>
      <w:r w:rsidR="00041CE4">
        <w:t>.</w:t>
      </w:r>
    </w:p>
    <w:p w14:paraId="47849CFD" w14:textId="3D9645D0" w:rsidR="001473FF" w:rsidRPr="00566D82" w:rsidRDefault="00041CE4" w:rsidP="00452411">
      <w:pPr>
        <w:pStyle w:val="verborgentekst"/>
      </w:pPr>
      <w:r w:rsidRPr="00566D82">
        <w:lastRenderedPageBreak/>
        <w:t xml:space="preserve">Ga verder met </w:t>
      </w:r>
      <w:r w:rsidR="005F69B6" w:rsidRPr="00566D82">
        <w:fldChar w:fldCharType="begin"/>
      </w:r>
      <w:r w:rsidR="005F69B6" w:rsidRPr="00566D82">
        <w:instrText xml:space="preserve"> REF _Ref143025060 \w \h </w:instrText>
      </w:r>
      <w:r w:rsidR="00DC54D8" w:rsidRPr="00566D82">
        <w:instrText xml:space="preserve"> \* MERGEFORMAT </w:instrText>
      </w:r>
      <w:r w:rsidR="005F69B6" w:rsidRPr="00566D82">
        <w:fldChar w:fldCharType="separate"/>
      </w:r>
      <w:r w:rsidR="0014047A">
        <w:t>8.1</w:t>
      </w:r>
      <w:r w:rsidR="005F69B6" w:rsidRPr="00566D82">
        <w:fldChar w:fldCharType="end"/>
      </w:r>
      <w:r w:rsidR="005F69B6" w:rsidRPr="00566D82">
        <w:t xml:space="preserve"> </w:t>
      </w:r>
      <w:r w:rsidR="005F69B6" w:rsidRPr="00566D82">
        <w:fldChar w:fldCharType="begin"/>
      </w:r>
      <w:r w:rsidR="005F69B6" w:rsidRPr="00566D82">
        <w:instrText xml:space="preserve"> REF _Ref143025060 \h </w:instrText>
      </w:r>
      <w:r w:rsidR="00DC54D8" w:rsidRPr="00566D82">
        <w:instrText xml:space="preserve"> \* MERGEFORMAT </w:instrText>
      </w:r>
      <w:r w:rsidR="005F69B6" w:rsidRPr="00566D82">
        <w:fldChar w:fldCharType="separate"/>
      </w:r>
      <w:r w:rsidR="0014047A" w:rsidRPr="00566D82">
        <w:t>Interne audits</w:t>
      </w:r>
      <w:r w:rsidR="005F69B6" w:rsidRPr="00566D82">
        <w:fldChar w:fldCharType="end"/>
      </w:r>
    </w:p>
    <w:p w14:paraId="1D47221B" w14:textId="77777777" w:rsidR="00033765" w:rsidRPr="00566D82" w:rsidRDefault="00033765" w:rsidP="00033765">
      <w:pPr>
        <w:pStyle w:val="Kop2"/>
      </w:pPr>
      <w:bookmarkStart w:id="100" w:name="_Ref143025060"/>
      <w:bookmarkStart w:id="101" w:name="_Toc194002225"/>
      <w:bookmarkStart w:id="102" w:name="_Toc204442023"/>
      <w:r w:rsidRPr="00566D82">
        <w:t>Interne audits</w:t>
      </w:r>
      <w:bookmarkEnd w:id="100"/>
      <w:bookmarkEnd w:id="101"/>
      <w:bookmarkEnd w:id="102"/>
    </w:p>
    <w:p w14:paraId="4CF41C95" w14:textId="77777777" w:rsidR="00033765" w:rsidRDefault="00033765" w:rsidP="00033765">
      <w:pPr>
        <w:pStyle w:val="verborgentekst"/>
      </w:pPr>
      <w:r>
        <w:t>** Normreferentie 9.2 **</w:t>
      </w:r>
    </w:p>
    <w:p w14:paraId="0229BF73" w14:textId="64649E09" w:rsidR="00566D82" w:rsidRPr="00566D82" w:rsidRDefault="00566D82" w:rsidP="00033765">
      <w:pPr>
        <w:pStyle w:val="verborgentekst"/>
        <w:rPr>
          <w:b/>
          <w:bCs/>
          <w:u w:val="single"/>
        </w:rPr>
      </w:pPr>
      <w:r w:rsidRPr="00566D82">
        <w:rPr>
          <w:b/>
          <w:bCs/>
          <w:u w:val="single"/>
        </w:rPr>
        <w:t>Stap 40</w:t>
      </w:r>
    </w:p>
    <w:p w14:paraId="7BEF7612" w14:textId="77777777" w:rsidR="002B73F8" w:rsidRDefault="002B73F8" w:rsidP="002B73F8">
      <w:pPr>
        <w:pStyle w:val="verborgentekst"/>
      </w:pPr>
      <w:r>
        <w:t>Voor veel organisaties zijn interne audits nieuw. Het klinkt spannend, maar het valt mee. Een interne audit is een intern onderzoek naar hoe het werk verloopt.</w:t>
      </w:r>
    </w:p>
    <w:p w14:paraId="2C918CEC" w14:textId="77777777" w:rsidR="002B73F8" w:rsidRDefault="002B73F8" w:rsidP="002B73F8">
      <w:pPr>
        <w:pStyle w:val="verborgentekst"/>
      </w:pPr>
      <w:r>
        <w:t>Cijfers vertellen één verhaal. Interne audits vertellen het verhaal van de werkvloer. Door beide te vergelijken krijg je een reëel beeld van de werkelijkheid.</w:t>
      </w:r>
    </w:p>
    <w:p w14:paraId="66D8014A" w14:textId="77777777" w:rsidR="002B73F8" w:rsidRDefault="002B73F8" w:rsidP="002B73F8">
      <w:pPr>
        <w:pStyle w:val="verborgentekst"/>
      </w:pPr>
      <w:r>
        <w:t>Hoe begin je? Laat één of twee medewerkers een tweedaagse training 'Interne auditing' volgen. Er zijn genoeg goede cursussen beschikbaar.</w:t>
      </w:r>
    </w:p>
    <w:p w14:paraId="4E61BF16" w14:textId="07B65FA2" w:rsidR="002B73F8" w:rsidRDefault="002B73F8" w:rsidP="002B73F8">
      <w:pPr>
        <w:pStyle w:val="verborgentekst"/>
      </w:pPr>
      <w:r>
        <w:t>Je kunt interne audits ook uitbesteden, maar bij voorkeur tijdelijk. Het is beter om eigen mensen op te leiden.</w:t>
      </w:r>
    </w:p>
    <w:p w14:paraId="730E5687" w14:textId="6DDD69DE" w:rsidR="00033765" w:rsidRPr="00566D82" w:rsidRDefault="00033765" w:rsidP="009C740A">
      <w:pPr>
        <w:pStyle w:val="verborgentekst"/>
      </w:pPr>
      <w:r w:rsidRPr="009C740A">
        <w:t xml:space="preserve">Het beschreven proces hieronder zal in eerste instantie de leidraad zijn voor de uitvoering van de interne audits. Het is aan </w:t>
      </w:r>
      <w:sdt>
        <w:sdtPr>
          <w:alias w:val="Bedrijf"/>
          <w:tag w:val=""/>
          <w:id w:val="36255955"/>
          <w:placeholder>
            <w:docPart w:val="B42814B25D7642ACA74965F0A61CAA18"/>
          </w:placeholder>
          <w:dataBinding w:prefixMappings="xmlns:ns0='http://schemas.openxmlformats.org/officeDocument/2006/extended-properties' " w:xpath="/ns0:Properties[1]/ns0:Company[1]" w:storeItemID="{6668398D-A668-4E3E-A5EB-62B293D839F1}"/>
          <w:text/>
        </w:sdtPr>
        <w:sdtContent>
          <w:r w:rsidR="00FB6318">
            <w:t>[Organisatie]</w:t>
          </w:r>
        </w:sdtContent>
      </w:sdt>
      <w:r w:rsidRPr="009C740A">
        <w:t xml:space="preserve"> om hier in de loop van de tijd een eigen werkwijze voor te gaan hanteren</w:t>
      </w:r>
      <w:r w:rsidRPr="00566D82">
        <w:t>.</w:t>
      </w:r>
    </w:p>
    <w:p w14:paraId="2AC4461A" w14:textId="4B343B16" w:rsidR="000C4498" w:rsidRPr="00566D82" w:rsidRDefault="000C4498" w:rsidP="000C4498">
      <w:pPr>
        <w:pStyle w:val="Kop3"/>
      </w:pPr>
      <w:bookmarkStart w:id="103" w:name="_Toc204442024"/>
      <w:r w:rsidRPr="00566D82">
        <w:t>Inleiding</w:t>
      </w:r>
      <w:bookmarkEnd w:id="103"/>
    </w:p>
    <w:p w14:paraId="0A34E48B" w14:textId="555120D0" w:rsidR="00566D82" w:rsidRPr="00566D82" w:rsidRDefault="00566D82" w:rsidP="00566D82">
      <w:pPr>
        <w:pStyle w:val="verborgentekst"/>
        <w:rPr>
          <w:b/>
          <w:bCs/>
          <w:u w:val="single"/>
        </w:rPr>
      </w:pPr>
      <w:r w:rsidRPr="00566D82">
        <w:rPr>
          <w:b/>
          <w:bCs/>
          <w:u w:val="single"/>
        </w:rPr>
        <w:t>Stap 41</w:t>
      </w:r>
    </w:p>
    <w:p w14:paraId="081A7979" w14:textId="075FD1F7" w:rsidR="00033765" w:rsidRDefault="00033765" w:rsidP="00033765">
      <w:r>
        <w:t xml:space="preserve">De interne audits worden uitgevoerd volgens Auditprogramma van </w:t>
      </w:r>
      <w:sdt>
        <w:sdtPr>
          <w:rPr>
            <w:highlight w:val="yellow"/>
          </w:rPr>
          <w:alias w:val="Bedrijf"/>
          <w:tag w:val=""/>
          <w:id w:val="820153967"/>
          <w:placeholder>
            <w:docPart w:val="2F602A05379D44019F17F0F7C1B4BC1F"/>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 xml:space="preserve">. In dit </w:t>
      </w:r>
      <w:sdt>
        <w:sdtPr>
          <w:alias w:val="Titel"/>
          <w:tag w:val=""/>
          <w:id w:val="1901014436"/>
          <w:placeholder>
            <w:docPart w:val="F7E086E203DC4D60AC7419CA2B767A14"/>
          </w:placeholder>
          <w:dataBinding w:prefixMappings="xmlns:ns0='http://purl.org/dc/elements/1.1/' xmlns:ns1='http://schemas.openxmlformats.org/package/2006/metadata/core-properties' " w:xpath="/ns1:coreProperties[1]/ns0:title[1]" w:storeItemID="{6C3C8BC8-F283-45AE-878A-BAB7291924A1}"/>
          <w:text/>
        </w:sdtPr>
        <w:sdtContent>
          <w:r>
            <w:t>Bedrijfshandboek</w:t>
          </w:r>
        </w:sdtContent>
      </w:sdt>
      <w:r>
        <w:t xml:space="preserve"> is aangegeven uit welke eisen de beoordelingselementen bestaan en met welke frequentie deze beoordelingselementen worden onderzocht.</w:t>
      </w:r>
    </w:p>
    <w:p w14:paraId="7AB2D751" w14:textId="77777777" w:rsidR="00033765" w:rsidRDefault="00033765" w:rsidP="00033765">
      <w:pPr>
        <w:pStyle w:val="verborgentekst"/>
      </w:pPr>
      <w:r>
        <w:t>Het auditprogramma zal nog worden opgesteld.</w:t>
      </w:r>
    </w:p>
    <w:p w14:paraId="39FB3FC1" w14:textId="4C0AA863" w:rsidR="00033765" w:rsidRDefault="00033765" w:rsidP="00033765">
      <w:r>
        <w:t xml:space="preserve">Interne audits worden uitgevoerd door het </w:t>
      </w:r>
      <w:r w:rsidRPr="009A677A">
        <w:rPr>
          <w:b/>
          <w:bCs/>
        </w:rPr>
        <w:t>auditteam</w:t>
      </w:r>
      <w:r>
        <w:t xml:space="preserve"> van </w:t>
      </w:r>
      <w:sdt>
        <w:sdtPr>
          <w:rPr>
            <w:highlight w:val="yellow"/>
          </w:rPr>
          <w:alias w:val="Bedrijf"/>
          <w:tag w:val=""/>
          <w:id w:val="-739718702"/>
          <w:placeholder>
            <w:docPart w:val="871BB26DB7804930997A6EF4BC445B83"/>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w:t>
      </w:r>
    </w:p>
    <w:p w14:paraId="76C9965E" w14:textId="77777777" w:rsidR="00033765" w:rsidRDefault="00033765" w:rsidP="00033765">
      <w:pPr>
        <w:pStyle w:val="verborgentekst"/>
      </w:pPr>
      <w:r>
        <w:t>Of door een nog aan te wijzen externe partij.</w:t>
      </w:r>
    </w:p>
    <w:p w14:paraId="2E9A8A63" w14:textId="77777777" w:rsidR="00033765" w:rsidRPr="008B6164" w:rsidRDefault="00033765" w:rsidP="00033765">
      <w:bookmarkStart w:id="104" w:name="_Toc102024819"/>
      <w:r>
        <w:t>Het algehele doel van het uitvoeren van interne audits is het verkrijgen van informatie of het kwaliteitsmanagementsysteem voldoet aan de eisen en met name of het doeltreffend is geïmplementeerd.</w:t>
      </w:r>
    </w:p>
    <w:p w14:paraId="79BBC3B7" w14:textId="44AA2571" w:rsidR="00033765" w:rsidRDefault="00033765" w:rsidP="00033765">
      <w:r>
        <w:t xml:space="preserve">Het toepassingsgebied van de interne audits van </w:t>
      </w:r>
      <w:sdt>
        <w:sdtPr>
          <w:rPr>
            <w:highlight w:val="yellow"/>
          </w:rPr>
          <w:alias w:val="Bedrijf"/>
          <w:tag w:val=""/>
          <w:id w:val="647181061"/>
          <w:placeholder>
            <w:docPart w:val="A7A9C1E9A3C5405B84C43F772E65CAE0"/>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r>
        <w:t xml:space="preserve"> bestaat uit de geplande audits in het auditprogramma en speciale audits naar aanleiding van doorgevoerde wijzigingen in het kwaliteitsmanagementsysteem (zie handboek bedrijfsvoering) of corrigerende maatregelen.</w:t>
      </w:r>
    </w:p>
    <w:p w14:paraId="21F37962" w14:textId="0D191317" w:rsidR="000C4498" w:rsidRDefault="000C4498" w:rsidP="000C4498">
      <w:pPr>
        <w:pStyle w:val="Kop3"/>
      </w:pPr>
      <w:bookmarkStart w:id="105" w:name="_Toc204442025"/>
      <w:r w:rsidRPr="00566D82">
        <w:t>Beoordelingselementen</w:t>
      </w:r>
      <w:bookmarkEnd w:id="105"/>
    </w:p>
    <w:p w14:paraId="39EEFAD7" w14:textId="42743D78" w:rsidR="00566D82" w:rsidRPr="00566D82" w:rsidRDefault="00566D82" w:rsidP="00566D82">
      <w:pPr>
        <w:pStyle w:val="verborgentekst"/>
        <w:rPr>
          <w:b/>
          <w:bCs/>
          <w:u w:val="single"/>
        </w:rPr>
      </w:pPr>
      <w:r w:rsidRPr="00566D82">
        <w:rPr>
          <w:b/>
          <w:bCs/>
          <w:u w:val="single"/>
        </w:rPr>
        <w:t>Stap 42</w:t>
      </w:r>
    </w:p>
    <w:p w14:paraId="1317AC51" w14:textId="04DB6040" w:rsidR="00197C11" w:rsidRDefault="00197C11" w:rsidP="00197C11">
      <w:pPr>
        <w:pStyle w:val="verborgentekst"/>
      </w:pPr>
      <w:r>
        <w:t>Maak logische combinaties van processen uit je Operationeel Handboek. Geef elke combinatie een titel. Richt je vooral op processen die de meeste invloed hebben op de kwaliteit van je producten of diensten.</w:t>
      </w:r>
    </w:p>
    <w:p w14:paraId="09E632E3" w14:textId="2E3781DB" w:rsidR="00AF10A8" w:rsidRPr="00AF10A8" w:rsidRDefault="00AF10A8" w:rsidP="00AF10A8">
      <w:r>
        <w:t xml:space="preserve">In onderstaande tabel staan de beoordelingselementen die </w:t>
      </w:r>
      <w:sdt>
        <w:sdtPr>
          <w:alias w:val="Bedrijf"/>
          <w:tag w:val=""/>
          <w:id w:val="-807626322"/>
          <w:placeholder>
            <w:docPart w:val="CE1AFB8E0A7F44C1BA45BEC23EA5296A"/>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heeft gedefinieerd.</w:t>
      </w:r>
    </w:p>
    <w:tbl>
      <w:tblPr>
        <w:tblStyle w:val="Tabelraster"/>
        <w:tblW w:w="0" w:type="auto"/>
        <w:tblLook w:val="04A0" w:firstRow="1" w:lastRow="0" w:firstColumn="1" w:lastColumn="0" w:noHBand="0" w:noVBand="1"/>
      </w:tblPr>
      <w:tblGrid>
        <w:gridCol w:w="3020"/>
        <w:gridCol w:w="4346"/>
        <w:gridCol w:w="1696"/>
      </w:tblGrid>
      <w:tr w:rsidR="00033765" w14:paraId="41D3F6B6" w14:textId="77777777" w:rsidTr="00116B9F">
        <w:tc>
          <w:tcPr>
            <w:tcW w:w="3020" w:type="dxa"/>
          </w:tcPr>
          <w:p w14:paraId="272D9A53" w14:textId="2DCB9B80" w:rsidR="00033765" w:rsidRDefault="00033765" w:rsidP="00116B9F">
            <w:r>
              <w:t>Beoordelingselement</w:t>
            </w:r>
          </w:p>
        </w:tc>
        <w:tc>
          <w:tcPr>
            <w:tcW w:w="4346" w:type="dxa"/>
          </w:tcPr>
          <w:p w14:paraId="1B861E3F" w14:textId="77777777" w:rsidR="00033765" w:rsidRDefault="00033765" w:rsidP="00116B9F">
            <w:r>
              <w:t xml:space="preserve">Onderdelen </w:t>
            </w:r>
          </w:p>
        </w:tc>
        <w:tc>
          <w:tcPr>
            <w:tcW w:w="1696" w:type="dxa"/>
          </w:tcPr>
          <w:p w14:paraId="0343244B" w14:textId="77777777" w:rsidR="00033765" w:rsidRDefault="00033765" w:rsidP="00116B9F">
            <w:r>
              <w:t>Prioriteit</w:t>
            </w:r>
          </w:p>
        </w:tc>
      </w:tr>
      <w:tr w:rsidR="00033765" w14:paraId="5EE92309" w14:textId="77777777" w:rsidTr="00116B9F">
        <w:tc>
          <w:tcPr>
            <w:tcW w:w="3020" w:type="dxa"/>
          </w:tcPr>
          <w:p w14:paraId="7BAC7710" w14:textId="1572EA25" w:rsidR="00033765" w:rsidRDefault="00D46674" w:rsidP="00116B9F">
            <w:r>
              <w:t>A. Gehele kwaliteitsmanagementsysteem</w:t>
            </w:r>
          </w:p>
        </w:tc>
        <w:tc>
          <w:tcPr>
            <w:tcW w:w="4346" w:type="dxa"/>
          </w:tcPr>
          <w:p w14:paraId="16664B11" w14:textId="72707FA9" w:rsidR="00033765" w:rsidRDefault="00D46674" w:rsidP="00116B9F">
            <w:r>
              <w:t>Bedrijfshandboek</w:t>
            </w:r>
            <w:r w:rsidR="00B07487">
              <w:t xml:space="preserve"> (geheel)</w:t>
            </w:r>
          </w:p>
          <w:p w14:paraId="22609494" w14:textId="1E4E519D" w:rsidR="00D46674" w:rsidRDefault="00D46674" w:rsidP="00116B9F">
            <w:r>
              <w:lastRenderedPageBreak/>
              <w:t>Operationeel handboek [producten en diensten]</w:t>
            </w:r>
            <w:r w:rsidR="00B07487">
              <w:t xml:space="preserve"> (geheel)</w:t>
            </w:r>
          </w:p>
        </w:tc>
        <w:tc>
          <w:tcPr>
            <w:tcW w:w="1696" w:type="dxa"/>
          </w:tcPr>
          <w:p w14:paraId="6E30BDAA" w14:textId="40DC5689" w:rsidR="00033765" w:rsidRDefault="00D46674" w:rsidP="00116B9F">
            <w:r>
              <w:lastRenderedPageBreak/>
              <w:t>C</w:t>
            </w:r>
          </w:p>
        </w:tc>
      </w:tr>
      <w:tr w:rsidR="00D46674" w14:paraId="1C88BBFC" w14:textId="77777777" w:rsidTr="00116B9F">
        <w:tc>
          <w:tcPr>
            <w:tcW w:w="3020" w:type="dxa"/>
          </w:tcPr>
          <w:p w14:paraId="06161061" w14:textId="6089A07F" w:rsidR="00D46674" w:rsidRDefault="00D46674" w:rsidP="00116B9F">
            <w:r>
              <w:t xml:space="preserve">B. </w:t>
            </w:r>
            <w:r w:rsidR="009F540C" w:rsidRPr="008B255A">
              <w:rPr>
                <w:highlight w:val="yellow"/>
              </w:rPr>
              <w:t>XXXX</w:t>
            </w:r>
          </w:p>
        </w:tc>
        <w:tc>
          <w:tcPr>
            <w:tcW w:w="4346" w:type="dxa"/>
          </w:tcPr>
          <w:p w14:paraId="177F108A" w14:textId="542458D0" w:rsidR="00D46674" w:rsidRDefault="00B07487" w:rsidP="00116B9F">
            <w:r>
              <w:t>Operationeel handboek [producten en diensten], paragraaf</w:t>
            </w:r>
            <w:r w:rsidR="009404FB">
              <w:t xml:space="preserve"> </w:t>
            </w:r>
            <w:r w:rsidR="007E024E">
              <w:t>6.x, 6.y, etc.</w:t>
            </w:r>
          </w:p>
        </w:tc>
        <w:tc>
          <w:tcPr>
            <w:tcW w:w="1696" w:type="dxa"/>
          </w:tcPr>
          <w:p w14:paraId="00AA3390" w14:textId="7D838A1F" w:rsidR="00D46674" w:rsidRDefault="007E024E" w:rsidP="00116B9F">
            <w:r w:rsidRPr="007E024E">
              <w:rPr>
                <w:highlight w:val="yellow"/>
              </w:rPr>
              <w:t>A, B, C</w:t>
            </w:r>
          </w:p>
        </w:tc>
      </w:tr>
      <w:tr w:rsidR="007E024E" w14:paraId="094C33C1" w14:textId="77777777" w:rsidTr="00116B9F">
        <w:tc>
          <w:tcPr>
            <w:tcW w:w="3020" w:type="dxa"/>
          </w:tcPr>
          <w:p w14:paraId="0F5F71F4" w14:textId="4418D258" w:rsidR="007E024E" w:rsidRDefault="007E024E" w:rsidP="00116B9F">
            <w:r>
              <w:t xml:space="preserve">C. </w:t>
            </w:r>
            <w:r w:rsidRPr="008B255A">
              <w:rPr>
                <w:highlight w:val="yellow"/>
              </w:rPr>
              <w:t>XXXX</w:t>
            </w:r>
          </w:p>
        </w:tc>
        <w:tc>
          <w:tcPr>
            <w:tcW w:w="4346" w:type="dxa"/>
          </w:tcPr>
          <w:p w14:paraId="5BA3474D" w14:textId="22FECC08" w:rsidR="007E024E" w:rsidRDefault="00AF10A8" w:rsidP="00116B9F">
            <w:r>
              <w:t>…</w:t>
            </w:r>
          </w:p>
        </w:tc>
        <w:tc>
          <w:tcPr>
            <w:tcW w:w="1696" w:type="dxa"/>
          </w:tcPr>
          <w:p w14:paraId="21F32E84" w14:textId="77777777" w:rsidR="007E024E" w:rsidRDefault="007E024E" w:rsidP="00116B9F"/>
        </w:tc>
      </w:tr>
      <w:tr w:rsidR="00B65A36" w14:paraId="2663402F" w14:textId="77777777" w:rsidTr="00116B9F">
        <w:tc>
          <w:tcPr>
            <w:tcW w:w="3020" w:type="dxa"/>
          </w:tcPr>
          <w:p w14:paraId="7A81B517" w14:textId="77777777" w:rsidR="00B65A36" w:rsidRDefault="00B65A36" w:rsidP="00116B9F"/>
        </w:tc>
        <w:tc>
          <w:tcPr>
            <w:tcW w:w="4346" w:type="dxa"/>
          </w:tcPr>
          <w:p w14:paraId="5D0D2399" w14:textId="77777777" w:rsidR="00B65A36" w:rsidRDefault="00B65A36" w:rsidP="00116B9F"/>
        </w:tc>
        <w:tc>
          <w:tcPr>
            <w:tcW w:w="1696" w:type="dxa"/>
          </w:tcPr>
          <w:p w14:paraId="5C1B8251" w14:textId="77777777" w:rsidR="00B65A36" w:rsidRDefault="00B65A36" w:rsidP="00116B9F"/>
        </w:tc>
      </w:tr>
      <w:tr w:rsidR="00B65A36" w14:paraId="086B13D6" w14:textId="77777777" w:rsidTr="00116B9F">
        <w:tc>
          <w:tcPr>
            <w:tcW w:w="3020" w:type="dxa"/>
          </w:tcPr>
          <w:p w14:paraId="61D4E61F" w14:textId="77777777" w:rsidR="00B65A36" w:rsidRDefault="00B65A36" w:rsidP="00116B9F"/>
        </w:tc>
        <w:tc>
          <w:tcPr>
            <w:tcW w:w="4346" w:type="dxa"/>
          </w:tcPr>
          <w:p w14:paraId="3F8D28D3" w14:textId="77777777" w:rsidR="00B65A36" w:rsidRDefault="00B65A36" w:rsidP="00116B9F"/>
        </w:tc>
        <w:tc>
          <w:tcPr>
            <w:tcW w:w="1696" w:type="dxa"/>
          </w:tcPr>
          <w:p w14:paraId="25640045" w14:textId="77777777" w:rsidR="00B65A36" w:rsidRDefault="00B65A36" w:rsidP="00116B9F"/>
        </w:tc>
      </w:tr>
      <w:tr w:rsidR="00B65A36" w14:paraId="65571C29" w14:textId="77777777" w:rsidTr="00116B9F">
        <w:tc>
          <w:tcPr>
            <w:tcW w:w="3020" w:type="dxa"/>
          </w:tcPr>
          <w:p w14:paraId="65BE28EF" w14:textId="71E8FFDA" w:rsidR="00B65A36" w:rsidRDefault="00B65A36" w:rsidP="00116B9F">
            <w:r>
              <w:t xml:space="preserve">N. </w:t>
            </w:r>
            <w:r w:rsidR="00754A5F">
              <w:t>Randvoorwaarden</w:t>
            </w:r>
          </w:p>
        </w:tc>
        <w:tc>
          <w:tcPr>
            <w:tcW w:w="4346" w:type="dxa"/>
          </w:tcPr>
          <w:p w14:paraId="4B353429" w14:textId="77F4B31E" w:rsidR="00B65A36" w:rsidRDefault="009A34CA" w:rsidP="00116B9F">
            <w:r>
              <w:t>Bedrijfshandboek</w:t>
            </w:r>
            <w:r w:rsidR="00754A5F">
              <w:t>, hoofdstuk 6</w:t>
            </w:r>
          </w:p>
        </w:tc>
        <w:tc>
          <w:tcPr>
            <w:tcW w:w="1696" w:type="dxa"/>
          </w:tcPr>
          <w:p w14:paraId="531EF2D8" w14:textId="01888EF2" w:rsidR="00B65A36" w:rsidRDefault="00754A5F" w:rsidP="00116B9F">
            <w:r>
              <w:t>B</w:t>
            </w:r>
          </w:p>
        </w:tc>
      </w:tr>
    </w:tbl>
    <w:p w14:paraId="30F1E8E9" w14:textId="77777777" w:rsidR="00033765" w:rsidRDefault="00033765" w:rsidP="00033765"/>
    <w:p w14:paraId="4B0B5BFD" w14:textId="77777777" w:rsidR="000C4498" w:rsidRPr="00003FFB" w:rsidRDefault="000C4498" w:rsidP="000C4498">
      <w:pPr>
        <w:pStyle w:val="Kop3"/>
      </w:pPr>
      <w:bookmarkStart w:id="106" w:name="_Toc204442026"/>
      <w:r w:rsidRPr="00003FFB">
        <w:t>Auditprogramma</w:t>
      </w:r>
      <w:bookmarkEnd w:id="106"/>
    </w:p>
    <w:p w14:paraId="4C044F86" w14:textId="4B819836" w:rsidR="00003FFB" w:rsidRPr="00003FFB" w:rsidRDefault="00003FFB" w:rsidP="00003FFB">
      <w:pPr>
        <w:pStyle w:val="verborgentekst"/>
        <w:rPr>
          <w:b/>
          <w:bCs/>
          <w:u w:val="single"/>
        </w:rPr>
      </w:pPr>
      <w:r w:rsidRPr="00003FFB">
        <w:rPr>
          <w:b/>
          <w:bCs/>
          <w:u w:val="single"/>
        </w:rPr>
        <w:t>Stap 43</w:t>
      </w:r>
    </w:p>
    <w:p w14:paraId="35EE8FF0" w14:textId="08DA187A" w:rsidR="00197C11" w:rsidRDefault="00E166AA" w:rsidP="008B255A">
      <w:pPr>
        <w:pStyle w:val="verborgentekst"/>
      </w:pPr>
      <w:r w:rsidRPr="00E166AA">
        <w:t>Minimaal één keer per jaar auditprogramma uitvoeren, maar dat is eigenlijk te weinig. Het laat zien dat je het kwaliteitssysteem niet zo belangrijk vindt.</w:t>
      </w:r>
    </w:p>
    <w:p w14:paraId="61BA08D8" w14:textId="756CD8D8" w:rsidR="00197C11" w:rsidRDefault="00196798" w:rsidP="008B255A">
      <w:pPr>
        <w:pStyle w:val="verborgentekst"/>
      </w:pPr>
      <w:r w:rsidRPr="00196798">
        <w:t>Veel organisaties hanteren een driejarige cyclus. Korter of langer mag ook.</w:t>
      </w:r>
    </w:p>
    <w:p w14:paraId="437FC82F" w14:textId="7CE358A8" w:rsidR="008B255A" w:rsidRPr="000D14D3" w:rsidRDefault="000D14D3" w:rsidP="000D14D3">
      <w:r>
        <w:t xml:space="preserve">Het doel van het auditprogramma van </w:t>
      </w:r>
      <w:sdt>
        <w:sdtPr>
          <w:alias w:val="Bedrijf"/>
          <w:tag w:val=""/>
          <w:id w:val="1741906014"/>
          <w:placeholder>
            <w:docPart w:val="46D8FF239A0942C4983189FC5A6E8758"/>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is om informatie te verzamelen waarmee de effectieve implementatie van het kwaliteitsmanagementsysteem kan worden beoordeeld.</w:t>
      </w:r>
    </w:p>
    <w:p w14:paraId="47311D3F" w14:textId="45FAB0EA" w:rsidR="00AF10A8" w:rsidRDefault="008605E2" w:rsidP="00033765">
      <w:r>
        <w:t xml:space="preserve">Het auditprogramma heeft een looptijd van </w:t>
      </w:r>
      <w:r w:rsidRPr="000118F6">
        <w:rPr>
          <w:highlight w:val="yellow"/>
        </w:rPr>
        <w:t>X</w:t>
      </w:r>
      <w:r>
        <w:t xml:space="preserve"> jaar</w:t>
      </w:r>
      <w:r w:rsidR="00A632D8">
        <w:t xml:space="preserve">. </w:t>
      </w:r>
      <w:r w:rsidR="000118F6">
        <w:t xml:space="preserve">Binnen de looptijd van het programma zijn </w:t>
      </w:r>
      <w:r w:rsidR="000118F6" w:rsidRPr="000118F6">
        <w:rPr>
          <w:highlight w:val="yellow"/>
        </w:rPr>
        <w:t>Y</w:t>
      </w:r>
      <w:r w:rsidR="000118F6">
        <w:t xml:space="preserve"> interne audits gepland. </w:t>
      </w:r>
    </w:p>
    <w:p w14:paraId="690BEAF6" w14:textId="0D24D3AB" w:rsidR="00F239F7" w:rsidRDefault="00267ADB" w:rsidP="00033765">
      <w:r>
        <w:t>Voor iedere interne audit gelden één of meerdere auditdoelstellingen. Dit kunnen zijn:</w:t>
      </w:r>
    </w:p>
    <w:p w14:paraId="17E187F2" w14:textId="092D4BFD" w:rsidR="00267ADB" w:rsidRDefault="00BC5090" w:rsidP="00267ADB">
      <w:pPr>
        <w:pStyle w:val="Lijstalinea"/>
        <w:numPr>
          <w:ilvl w:val="0"/>
          <w:numId w:val="29"/>
        </w:numPr>
      </w:pPr>
      <w:r>
        <w:t>Bepalen of wordt voldaan aan de eisen van ISO 9001</w:t>
      </w:r>
    </w:p>
    <w:p w14:paraId="192BDA1B" w14:textId="231DE82B" w:rsidR="00BC5090" w:rsidRDefault="00BC5090" w:rsidP="00267ADB">
      <w:pPr>
        <w:pStyle w:val="Lijstalinea"/>
        <w:numPr>
          <w:ilvl w:val="0"/>
          <w:numId w:val="29"/>
        </w:numPr>
      </w:pPr>
      <w:r>
        <w:t>Bepalen of wordt voldaan aan de eigen eisen</w:t>
      </w:r>
    </w:p>
    <w:p w14:paraId="1DFA23A7" w14:textId="4B6229E1" w:rsidR="00312232" w:rsidRDefault="00312232" w:rsidP="00267ADB">
      <w:pPr>
        <w:pStyle w:val="Lijstalinea"/>
        <w:numPr>
          <w:ilvl w:val="0"/>
          <w:numId w:val="29"/>
        </w:numPr>
      </w:pPr>
      <w:r>
        <w:t>Bepalen of er mogelijkheden ter verbetering zijn</w:t>
      </w:r>
    </w:p>
    <w:p w14:paraId="22866D7A" w14:textId="7A0E5D06" w:rsidR="00312232" w:rsidRDefault="00312232" w:rsidP="00267ADB">
      <w:pPr>
        <w:pStyle w:val="Lijstalinea"/>
        <w:numPr>
          <w:ilvl w:val="0"/>
          <w:numId w:val="29"/>
        </w:numPr>
      </w:pPr>
      <w:r>
        <w:t xml:space="preserve">Bepalen of een maatregel effectief is </w:t>
      </w:r>
      <w:r w:rsidR="00DA14F1">
        <w:t>geïmplementeerd</w:t>
      </w:r>
    </w:p>
    <w:tbl>
      <w:tblPr>
        <w:tblStyle w:val="Tabelraster"/>
        <w:tblW w:w="0" w:type="auto"/>
        <w:tblLook w:val="04A0" w:firstRow="1" w:lastRow="0" w:firstColumn="1" w:lastColumn="0" w:noHBand="0" w:noVBand="1"/>
      </w:tblPr>
      <w:tblGrid>
        <w:gridCol w:w="1129"/>
        <w:gridCol w:w="2268"/>
        <w:gridCol w:w="3399"/>
        <w:gridCol w:w="2266"/>
      </w:tblGrid>
      <w:tr w:rsidR="00914421" w14:paraId="6CAFD3F2" w14:textId="77777777" w:rsidTr="00914421">
        <w:tc>
          <w:tcPr>
            <w:tcW w:w="1129" w:type="dxa"/>
          </w:tcPr>
          <w:p w14:paraId="22E21B1B" w14:textId="5F04A6A4" w:rsidR="00914421" w:rsidRDefault="00914421" w:rsidP="00580234">
            <w:r>
              <w:t>Volgnummer</w:t>
            </w:r>
          </w:p>
        </w:tc>
        <w:tc>
          <w:tcPr>
            <w:tcW w:w="2268" w:type="dxa"/>
          </w:tcPr>
          <w:p w14:paraId="57369195" w14:textId="3A935C8E" w:rsidR="00914421" w:rsidRDefault="00914421" w:rsidP="00580234">
            <w:r>
              <w:t>Periode</w:t>
            </w:r>
          </w:p>
        </w:tc>
        <w:tc>
          <w:tcPr>
            <w:tcW w:w="3399" w:type="dxa"/>
          </w:tcPr>
          <w:p w14:paraId="637BD280" w14:textId="6240F01B" w:rsidR="00914421" w:rsidRDefault="00914421" w:rsidP="00580234">
            <w:r>
              <w:t>Beoordelingselementen</w:t>
            </w:r>
          </w:p>
        </w:tc>
        <w:tc>
          <w:tcPr>
            <w:tcW w:w="2266" w:type="dxa"/>
          </w:tcPr>
          <w:p w14:paraId="20475C62" w14:textId="248B78F0" w:rsidR="00914421" w:rsidRDefault="00914421" w:rsidP="00580234">
            <w:r>
              <w:t>Doelstelling(en)</w:t>
            </w:r>
          </w:p>
        </w:tc>
      </w:tr>
      <w:tr w:rsidR="00914421" w14:paraId="799A37F5" w14:textId="77777777" w:rsidTr="00914421">
        <w:tc>
          <w:tcPr>
            <w:tcW w:w="1129" w:type="dxa"/>
          </w:tcPr>
          <w:p w14:paraId="5B2B5B0F" w14:textId="7BFC5314" w:rsidR="00914421" w:rsidRDefault="00914421" w:rsidP="00580234">
            <w:r>
              <w:t>1</w:t>
            </w:r>
          </w:p>
        </w:tc>
        <w:tc>
          <w:tcPr>
            <w:tcW w:w="2268" w:type="dxa"/>
          </w:tcPr>
          <w:p w14:paraId="29514104" w14:textId="73685F62" w:rsidR="00914421" w:rsidRDefault="007010F0" w:rsidP="00580234">
            <w:r>
              <w:t>2025-Q1</w:t>
            </w:r>
          </w:p>
        </w:tc>
        <w:tc>
          <w:tcPr>
            <w:tcW w:w="3399" w:type="dxa"/>
          </w:tcPr>
          <w:p w14:paraId="2D3805E1" w14:textId="0620168F" w:rsidR="00914421" w:rsidRDefault="007010F0" w:rsidP="00580234">
            <w:r>
              <w:t>A</w:t>
            </w:r>
          </w:p>
        </w:tc>
        <w:tc>
          <w:tcPr>
            <w:tcW w:w="2266" w:type="dxa"/>
          </w:tcPr>
          <w:p w14:paraId="594650E5" w14:textId="180E2B6B" w:rsidR="00914421" w:rsidRDefault="007010F0" w:rsidP="00580234">
            <w:r>
              <w:t>I</w:t>
            </w:r>
          </w:p>
        </w:tc>
      </w:tr>
      <w:tr w:rsidR="007010F0" w14:paraId="67DC4152" w14:textId="77777777" w:rsidTr="00914421">
        <w:tc>
          <w:tcPr>
            <w:tcW w:w="1129" w:type="dxa"/>
          </w:tcPr>
          <w:p w14:paraId="38C953D6" w14:textId="287BE96A" w:rsidR="007010F0" w:rsidRDefault="007010F0" w:rsidP="00580234">
            <w:r>
              <w:t>2</w:t>
            </w:r>
          </w:p>
        </w:tc>
        <w:tc>
          <w:tcPr>
            <w:tcW w:w="2268" w:type="dxa"/>
          </w:tcPr>
          <w:p w14:paraId="1EA212E2" w14:textId="40059BF2" w:rsidR="007010F0" w:rsidRDefault="007010F0" w:rsidP="00580234">
            <w:r>
              <w:t>2025-Q2</w:t>
            </w:r>
          </w:p>
        </w:tc>
        <w:tc>
          <w:tcPr>
            <w:tcW w:w="3399" w:type="dxa"/>
          </w:tcPr>
          <w:p w14:paraId="4ABB2F48" w14:textId="141398C2" w:rsidR="007010F0" w:rsidRDefault="00DA14F1" w:rsidP="00580234">
            <w:r>
              <w:t>B</w:t>
            </w:r>
          </w:p>
        </w:tc>
        <w:tc>
          <w:tcPr>
            <w:tcW w:w="2266" w:type="dxa"/>
          </w:tcPr>
          <w:p w14:paraId="0A11CC6E" w14:textId="469F8E14" w:rsidR="007010F0" w:rsidRDefault="00DA14F1" w:rsidP="00580234">
            <w:r>
              <w:t>II, III</w:t>
            </w:r>
          </w:p>
        </w:tc>
      </w:tr>
      <w:tr w:rsidR="00DA14F1" w14:paraId="5EF125F4" w14:textId="77777777" w:rsidTr="00914421">
        <w:tc>
          <w:tcPr>
            <w:tcW w:w="1129" w:type="dxa"/>
          </w:tcPr>
          <w:p w14:paraId="1CFB345C" w14:textId="6DB0A8EB" w:rsidR="00DA14F1" w:rsidRDefault="00DA14F1" w:rsidP="00580234">
            <w:r>
              <w:t>3</w:t>
            </w:r>
          </w:p>
        </w:tc>
        <w:tc>
          <w:tcPr>
            <w:tcW w:w="2268" w:type="dxa"/>
          </w:tcPr>
          <w:p w14:paraId="6C145D26" w14:textId="142BF719" w:rsidR="00DA14F1" w:rsidRDefault="00DA14F1" w:rsidP="00580234">
            <w:r>
              <w:t>2025-Q3</w:t>
            </w:r>
          </w:p>
        </w:tc>
        <w:tc>
          <w:tcPr>
            <w:tcW w:w="3399" w:type="dxa"/>
          </w:tcPr>
          <w:p w14:paraId="64466FB1" w14:textId="75B32BC2" w:rsidR="00DA14F1" w:rsidRDefault="00DA14F1" w:rsidP="00580234">
            <w:r>
              <w:t>C</w:t>
            </w:r>
          </w:p>
        </w:tc>
        <w:tc>
          <w:tcPr>
            <w:tcW w:w="2266" w:type="dxa"/>
          </w:tcPr>
          <w:p w14:paraId="7D37C0EC" w14:textId="0C79421C" w:rsidR="00DA14F1" w:rsidRDefault="00DA14F1" w:rsidP="00580234">
            <w:r>
              <w:t>II, III</w:t>
            </w:r>
          </w:p>
        </w:tc>
      </w:tr>
      <w:tr w:rsidR="00DA14F1" w14:paraId="319529F6" w14:textId="77777777" w:rsidTr="00914421">
        <w:tc>
          <w:tcPr>
            <w:tcW w:w="1129" w:type="dxa"/>
          </w:tcPr>
          <w:p w14:paraId="7E411E21" w14:textId="5E4E390B" w:rsidR="00DA14F1" w:rsidRDefault="00046B4A" w:rsidP="00580234">
            <w:r>
              <w:t>4</w:t>
            </w:r>
          </w:p>
        </w:tc>
        <w:tc>
          <w:tcPr>
            <w:tcW w:w="2268" w:type="dxa"/>
          </w:tcPr>
          <w:p w14:paraId="232DE30F" w14:textId="22CFDD3C" w:rsidR="00DA14F1" w:rsidRDefault="00046B4A" w:rsidP="00580234">
            <w:r>
              <w:t>2025-Q4</w:t>
            </w:r>
          </w:p>
        </w:tc>
        <w:tc>
          <w:tcPr>
            <w:tcW w:w="3399" w:type="dxa"/>
          </w:tcPr>
          <w:p w14:paraId="326C6EB9" w14:textId="1B670105" w:rsidR="00DA14F1" w:rsidRDefault="00046B4A" w:rsidP="00580234">
            <w:r>
              <w:t>N</w:t>
            </w:r>
          </w:p>
        </w:tc>
        <w:tc>
          <w:tcPr>
            <w:tcW w:w="2266" w:type="dxa"/>
          </w:tcPr>
          <w:p w14:paraId="04E0727F" w14:textId="1D211A3B" w:rsidR="00DA14F1" w:rsidRDefault="00046B4A" w:rsidP="00580234">
            <w:r>
              <w:t>II, III</w:t>
            </w:r>
          </w:p>
        </w:tc>
      </w:tr>
      <w:tr w:rsidR="00046B4A" w14:paraId="77F66325" w14:textId="77777777" w:rsidTr="00914421">
        <w:tc>
          <w:tcPr>
            <w:tcW w:w="1129" w:type="dxa"/>
          </w:tcPr>
          <w:p w14:paraId="0DBDFA16" w14:textId="77777777" w:rsidR="00046B4A" w:rsidRDefault="00046B4A" w:rsidP="00580234"/>
        </w:tc>
        <w:tc>
          <w:tcPr>
            <w:tcW w:w="2268" w:type="dxa"/>
          </w:tcPr>
          <w:p w14:paraId="4C2FD18B" w14:textId="77777777" w:rsidR="00046B4A" w:rsidRDefault="00046B4A" w:rsidP="00580234"/>
        </w:tc>
        <w:tc>
          <w:tcPr>
            <w:tcW w:w="3399" w:type="dxa"/>
          </w:tcPr>
          <w:p w14:paraId="61869A22" w14:textId="77777777" w:rsidR="00046B4A" w:rsidRDefault="00046B4A" w:rsidP="00580234"/>
        </w:tc>
        <w:tc>
          <w:tcPr>
            <w:tcW w:w="2266" w:type="dxa"/>
          </w:tcPr>
          <w:p w14:paraId="03D405FD" w14:textId="77777777" w:rsidR="00046B4A" w:rsidRDefault="00046B4A" w:rsidP="00580234"/>
        </w:tc>
      </w:tr>
      <w:tr w:rsidR="00046B4A" w14:paraId="23B433B5" w14:textId="77777777" w:rsidTr="00914421">
        <w:tc>
          <w:tcPr>
            <w:tcW w:w="1129" w:type="dxa"/>
          </w:tcPr>
          <w:p w14:paraId="23EFA6B1" w14:textId="77777777" w:rsidR="00046B4A" w:rsidRDefault="00046B4A" w:rsidP="00580234"/>
        </w:tc>
        <w:tc>
          <w:tcPr>
            <w:tcW w:w="2268" w:type="dxa"/>
          </w:tcPr>
          <w:p w14:paraId="3BDAA8BF" w14:textId="77777777" w:rsidR="00046B4A" w:rsidRDefault="00046B4A" w:rsidP="00580234"/>
        </w:tc>
        <w:tc>
          <w:tcPr>
            <w:tcW w:w="3399" w:type="dxa"/>
          </w:tcPr>
          <w:p w14:paraId="4E887610" w14:textId="77777777" w:rsidR="00046B4A" w:rsidRDefault="00046B4A" w:rsidP="00580234"/>
        </w:tc>
        <w:tc>
          <w:tcPr>
            <w:tcW w:w="2266" w:type="dxa"/>
          </w:tcPr>
          <w:p w14:paraId="64261303" w14:textId="77777777" w:rsidR="00046B4A" w:rsidRDefault="00046B4A" w:rsidP="00580234"/>
        </w:tc>
      </w:tr>
      <w:tr w:rsidR="00046B4A" w14:paraId="55928126" w14:textId="77777777" w:rsidTr="00914421">
        <w:tc>
          <w:tcPr>
            <w:tcW w:w="1129" w:type="dxa"/>
          </w:tcPr>
          <w:p w14:paraId="21E41EA0" w14:textId="77777777" w:rsidR="00046B4A" w:rsidRDefault="00046B4A" w:rsidP="00580234"/>
        </w:tc>
        <w:tc>
          <w:tcPr>
            <w:tcW w:w="2268" w:type="dxa"/>
          </w:tcPr>
          <w:p w14:paraId="4777B279" w14:textId="77777777" w:rsidR="00046B4A" w:rsidRDefault="00046B4A" w:rsidP="00580234"/>
        </w:tc>
        <w:tc>
          <w:tcPr>
            <w:tcW w:w="3399" w:type="dxa"/>
          </w:tcPr>
          <w:p w14:paraId="56069755" w14:textId="77777777" w:rsidR="00046B4A" w:rsidRDefault="00046B4A" w:rsidP="00580234"/>
        </w:tc>
        <w:tc>
          <w:tcPr>
            <w:tcW w:w="2266" w:type="dxa"/>
          </w:tcPr>
          <w:p w14:paraId="55E88DBD" w14:textId="77777777" w:rsidR="00046B4A" w:rsidRDefault="00046B4A" w:rsidP="00580234"/>
        </w:tc>
      </w:tr>
    </w:tbl>
    <w:p w14:paraId="3EB6E173" w14:textId="77777777" w:rsidR="00580234" w:rsidRDefault="00580234" w:rsidP="00580234"/>
    <w:p w14:paraId="1F6BDB59" w14:textId="1CA46F7A" w:rsidR="00046B4A" w:rsidRDefault="00046B4A" w:rsidP="00046B4A">
      <w:pPr>
        <w:pStyle w:val="Kop3"/>
      </w:pPr>
      <w:bookmarkStart w:id="107" w:name="_Toc204442027"/>
      <w:r w:rsidRPr="00EB078F">
        <w:t>Uitvoer</w:t>
      </w:r>
      <w:r w:rsidR="007C7009" w:rsidRPr="00EB078F">
        <w:t>en</w:t>
      </w:r>
      <w:r w:rsidRPr="00EB078F">
        <w:t xml:space="preserve"> van interne audits</w:t>
      </w:r>
      <w:bookmarkEnd w:id="107"/>
    </w:p>
    <w:p w14:paraId="0C68A8EB" w14:textId="79E24420" w:rsidR="00EB078F" w:rsidRPr="00EB078F" w:rsidRDefault="00EB078F" w:rsidP="00EB078F">
      <w:pPr>
        <w:pStyle w:val="verborgentekst"/>
        <w:rPr>
          <w:b/>
          <w:bCs/>
          <w:u w:val="single"/>
        </w:rPr>
      </w:pPr>
      <w:r w:rsidRPr="00EB078F">
        <w:rPr>
          <w:b/>
          <w:bCs/>
          <w:u w:val="single"/>
        </w:rPr>
        <w:t>Stap 44</w:t>
      </w:r>
    </w:p>
    <w:p w14:paraId="4B8107EA" w14:textId="77777777" w:rsidR="00033765" w:rsidRDefault="00033765" w:rsidP="00033765">
      <w:r>
        <w:t>De input voor de interne audits bestaat uit:</w:t>
      </w:r>
    </w:p>
    <w:p w14:paraId="30196A9C" w14:textId="77777777" w:rsidR="00033765" w:rsidRDefault="00033765" w:rsidP="00033765">
      <w:pPr>
        <w:pStyle w:val="Lijstalinea"/>
        <w:numPr>
          <w:ilvl w:val="0"/>
          <w:numId w:val="27"/>
        </w:numPr>
      </w:pPr>
      <w:r>
        <w:t>Aandachtspunten (bijvoorbeeld vanuit auditklant, eerdere audits, wijzigingen of corrigerende maatregelen)</w:t>
      </w:r>
    </w:p>
    <w:p w14:paraId="5A1BAAE7" w14:textId="77777777" w:rsidR="00033765" w:rsidRPr="00AB38A1" w:rsidRDefault="00033765" w:rsidP="00033765">
      <w:pPr>
        <w:pStyle w:val="Lijstalinea"/>
        <w:numPr>
          <w:ilvl w:val="0"/>
          <w:numId w:val="27"/>
        </w:numPr>
      </w:pPr>
      <w:r>
        <w:t>Informatie over werkelijke uitvoering van werkzaamheden</w:t>
      </w:r>
    </w:p>
    <w:bookmarkEnd w:id="104"/>
    <w:p w14:paraId="256F45AD" w14:textId="77777777" w:rsidR="00D311E3" w:rsidRDefault="00033765" w:rsidP="00D311E3">
      <w:pPr>
        <w:keepNext/>
        <w:jc w:val="center"/>
      </w:pPr>
      <w:r>
        <w:rPr>
          <w:noProof/>
        </w:rPr>
        <w:lastRenderedPageBreak/>
        <w:drawing>
          <wp:inline distT="0" distB="0" distL="0" distR="0" wp14:anchorId="3EFF834D" wp14:editId="6B5CE621">
            <wp:extent cx="971098" cy="2148840"/>
            <wp:effectExtent l="0" t="0" r="635" b="3810"/>
            <wp:docPr id="912190605" name="Afbeelding 912190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4676" cy="2156757"/>
                    </a:xfrm>
                    <a:prstGeom prst="rect">
                      <a:avLst/>
                    </a:prstGeom>
                    <a:noFill/>
                  </pic:spPr>
                </pic:pic>
              </a:graphicData>
            </a:graphic>
          </wp:inline>
        </w:drawing>
      </w:r>
    </w:p>
    <w:p w14:paraId="72783DA7" w14:textId="1DB76E15" w:rsidR="00033765" w:rsidRDefault="00D311E3" w:rsidP="00D311E3">
      <w:pPr>
        <w:pStyle w:val="Bijschrift"/>
        <w:jc w:val="center"/>
        <w:rPr>
          <w:noProof/>
        </w:rPr>
      </w:pPr>
      <w:r>
        <w:t xml:space="preserve">Figuur </w:t>
      </w:r>
      <w:fldSimple w:instr=" STYLEREF 1 \s ">
        <w:r w:rsidR="0014047A">
          <w:rPr>
            <w:noProof/>
          </w:rPr>
          <w:t>8</w:t>
        </w:r>
      </w:fldSimple>
      <w:r>
        <w:noBreakHyphen/>
      </w:r>
      <w:fldSimple w:instr=" SEQ Figuur \* ARABIC \s 1 ">
        <w:r w:rsidR="0014047A">
          <w:rPr>
            <w:noProof/>
          </w:rPr>
          <w:t>1</w:t>
        </w:r>
      </w:fldSimple>
      <w:r>
        <w:t xml:space="preserve"> Flowchart Uitvoeren interne audits</w:t>
      </w:r>
    </w:p>
    <w:p w14:paraId="09E2126D" w14:textId="77777777" w:rsidR="00033765" w:rsidRDefault="00033765" w:rsidP="00033765">
      <w:pPr>
        <w:rPr>
          <w:noProof/>
        </w:rPr>
      </w:pPr>
    </w:p>
    <w:tbl>
      <w:tblPr>
        <w:tblStyle w:val="Tabelraster"/>
        <w:tblW w:w="0" w:type="auto"/>
        <w:tblLook w:val="04A0" w:firstRow="1" w:lastRow="0" w:firstColumn="1" w:lastColumn="0" w:noHBand="0" w:noVBand="1"/>
      </w:tblPr>
      <w:tblGrid>
        <w:gridCol w:w="846"/>
        <w:gridCol w:w="2693"/>
        <w:gridCol w:w="5523"/>
      </w:tblGrid>
      <w:tr w:rsidR="00033765" w14:paraId="604E1D25" w14:textId="77777777" w:rsidTr="00116B9F">
        <w:tc>
          <w:tcPr>
            <w:tcW w:w="846" w:type="dxa"/>
          </w:tcPr>
          <w:p w14:paraId="40E9A2A9" w14:textId="77777777" w:rsidR="00033765" w:rsidRPr="005D5E7D" w:rsidRDefault="00033765" w:rsidP="00116B9F">
            <w:pPr>
              <w:rPr>
                <w:b/>
                <w:bCs/>
              </w:rPr>
            </w:pPr>
            <w:r w:rsidRPr="005D5E7D">
              <w:rPr>
                <w:b/>
                <w:bCs/>
              </w:rPr>
              <w:t>Stap</w:t>
            </w:r>
          </w:p>
        </w:tc>
        <w:tc>
          <w:tcPr>
            <w:tcW w:w="2693" w:type="dxa"/>
          </w:tcPr>
          <w:p w14:paraId="5E11F6AC" w14:textId="77777777" w:rsidR="00033765" w:rsidRPr="005D5E7D" w:rsidRDefault="00033765" w:rsidP="00116B9F">
            <w:pPr>
              <w:rPr>
                <w:b/>
                <w:bCs/>
              </w:rPr>
            </w:pPr>
            <w:r w:rsidRPr="005D5E7D">
              <w:rPr>
                <w:b/>
                <w:bCs/>
              </w:rPr>
              <w:t>Verantwoordelijke</w:t>
            </w:r>
          </w:p>
        </w:tc>
        <w:tc>
          <w:tcPr>
            <w:tcW w:w="5523" w:type="dxa"/>
          </w:tcPr>
          <w:p w14:paraId="7231170C" w14:textId="77777777" w:rsidR="00033765" w:rsidRPr="005D5E7D" w:rsidRDefault="00033765" w:rsidP="00116B9F">
            <w:pPr>
              <w:rPr>
                <w:b/>
                <w:bCs/>
              </w:rPr>
            </w:pPr>
            <w:r w:rsidRPr="005D5E7D">
              <w:rPr>
                <w:b/>
                <w:bCs/>
              </w:rPr>
              <w:t>Toelichting</w:t>
            </w:r>
          </w:p>
        </w:tc>
      </w:tr>
      <w:tr w:rsidR="00033765" w14:paraId="0F1E0153" w14:textId="77777777" w:rsidTr="00116B9F">
        <w:tc>
          <w:tcPr>
            <w:tcW w:w="846" w:type="dxa"/>
          </w:tcPr>
          <w:p w14:paraId="2FC102F6" w14:textId="77777777" w:rsidR="00033765" w:rsidRDefault="00033765" w:rsidP="00116B9F">
            <w:r>
              <w:t>1</w:t>
            </w:r>
          </w:p>
        </w:tc>
        <w:tc>
          <w:tcPr>
            <w:tcW w:w="2693" w:type="dxa"/>
          </w:tcPr>
          <w:p w14:paraId="1A9B6E23" w14:textId="77777777" w:rsidR="00033765" w:rsidRDefault="00033765" w:rsidP="00116B9F">
            <w:r>
              <w:t>Audit teamleider</w:t>
            </w:r>
          </w:p>
        </w:tc>
        <w:tc>
          <w:tcPr>
            <w:tcW w:w="5523" w:type="dxa"/>
          </w:tcPr>
          <w:p w14:paraId="403D7022" w14:textId="77777777" w:rsidR="00B52C1D" w:rsidRDefault="00033765" w:rsidP="00116B9F">
            <w:r>
              <w:t xml:space="preserve">Voor iedere audit in het programma wordt een </w:t>
            </w:r>
            <w:r w:rsidRPr="00B52C1D">
              <w:rPr>
                <w:b/>
                <w:bCs/>
              </w:rPr>
              <w:t>auditplan</w:t>
            </w:r>
            <w:r>
              <w:t xml:space="preserve"> opgesteld. In dit auditplan worden onder andere vastgelegd: </w:t>
            </w:r>
          </w:p>
          <w:p w14:paraId="5A847E4E" w14:textId="77777777" w:rsidR="00B52C1D" w:rsidRDefault="00033765" w:rsidP="00B52C1D">
            <w:pPr>
              <w:pStyle w:val="Lijstalinea"/>
              <w:numPr>
                <w:ilvl w:val="0"/>
                <w:numId w:val="30"/>
              </w:numPr>
            </w:pPr>
            <w:r>
              <w:t xml:space="preserve">doel van de specifieke audit, </w:t>
            </w:r>
          </w:p>
          <w:p w14:paraId="7E21AD86" w14:textId="77777777" w:rsidR="00B52C1D" w:rsidRDefault="00033765" w:rsidP="00B52C1D">
            <w:pPr>
              <w:pStyle w:val="Lijstalinea"/>
              <w:numPr>
                <w:ilvl w:val="0"/>
                <w:numId w:val="30"/>
              </w:numPr>
            </w:pPr>
            <w:r>
              <w:t xml:space="preserve">de auditcriteria, </w:t>
            </w:r>
          </w:p>
          <w:p w14:paraId="19F85C54" w14:textId="77777777" w:rsidR="00B52C1D" w:rsidRDefault="00033765" w:rsidP="00B52C1D">
            <w:pPr>
              <w:pStyle w:val="Lijstalinea"/>
              <w:numPr>
                <w:ilvl w:val="0"/>
                <w:numId w:val="30"/>
              </w:numPr>
            </w:pPr>
            <w:r>
              <w:t xml:space="preserve">de (sub)onderzoeksvragen, </w:t>
            </w:r>
          </w:p>
          <w:p w14:paraId="1B29E029" w14:textId="77777777" w:rsidR="00B52C1D" w:rsidRDefault="00033765" w:rsidP="00B52C1D">
            <w:pPr>
              <w:pStyle w:val="Lijstalinea"/>
              <w:numPr>
                <w:ilvl w:val="0"/>
                <w:numId w:val="30"/>
              </w:numPr>
            </w:pPr>
            <w:r>
              <w:t xml:space="preserve">gehanteerde methoden, </w:t>
            </w:r>
          </w:p>
          <w:p w14:paraId="1BCB801C" w14:textId="77777777" w:rsidR="00B52C1D" w:rsidRDefault="00033765" w:rsidP="00B52C1D">
            <w:pPr>
              <w:pStyle w:val="Lijstalinea"/>
              <w:numPr>
                <w:ilvl w:val="0"/>
                <w:numId w:val="30"/>
              </w:numPr>
            </w:pPr>
            <w:r>
              <w:t xml:space="preserve">de informatiebronnen, </w:t>
            </w:r>
          </w:p>
          <w:p w14:paraId="57DCF53A" w14:textId="30893BE5" w:rsidR="00033765" w:rsidRDefault="00033765" w:rsidP="00B52C1D">
            <w:pPr>
              <w:pStyle w:val="Lijstalinea"/>
              <w:numPr>
                <w:ilvl w:val="0"/>
                <w:numId w:val="30"/>
              </w:numPr>
            </w:pPr>
            <w:r>
              <w:t>namen van auditteam, data etc.</w:t>
            </w:r>
          </w:p>
          <w:p w14:paraId="52B89AF8" w14:textId="77777777" w:rsidR="00033765" w:rsidRDefault="00033765" w:rsidP="00116B9F">
            <w:r>
              <w:t>Daarnaast bevat het auditplan de specifieke aandachtspunten (vanuit de auditklant).</w:t>
            </w:r>
          </w:p>
        </w:tc>
      </w:tr>
      <w:tr w:rsidR="00033765" w14:paraId="30DDE10C" w14:textId="77777777" w:rsidTr="00116B9F">
        <w:tc>
          <w:tcPr>
            <w:tcW w:w="846" w:type="dxa"/>
          </w:tcPr>
          <w:p w14:paraId="0D258FD8" w14:textId="77777777" w:rsidR="00033765" w:rsidRDefault="00033765" w:rsidP="00116B9F">
            <w:r>
              <w:t>2</w:t>
            </w:r>
          </w:p>
        </w:tc>
        <w:tc>
          <w:tcPr>
            <w:tcW w:w="2693" w:type="dxa"/>
          </w:tcPr>
          <w:p w14:paraId="750BF7E7" w14:textId="77777777" w:rsidR="00033765" w:rsidRDefault="00033765" w:rsidP="00116B9F">
            <w:r>
              <w:t>Leden auditteam</w:t>
            </w:r>
          </w:p>
        </w:tc>
        <w:tc>
          <w:tcPr>
            <w:tcW w:w="5523" w:type="dxa"/>
          </w:tcPr>
          <w:p w14:paraId="67326016" w14:textId="77777777" w:rsidR="00033765" w:rsidRDefault="00033765" w:rsidP="00116B9F">
            <w:r>
              <w:t>De benodigde informatie wordt verzameld en geverifieerd om te worden gebruikt als auditbewijs.</w:t>
            </w:r>
          </w:p>
          <w:p w14:paraId="129D1FE9" w14:textId="77777777" w:rsidR="00033765" w:rsidRDefault="00033765" w:rsidP="00116B9F">
            <w:r>
              <w:t>Het auditbewijs wordt vastgelegd in deelrapportages.</w:t>
            </w:r>
          </w:p>
        </w:tc>
      </w:tr>
      <w:tr w:rsidR="00033765" w14:paraId="3089B48C" w14:textId="77777777" w:rsidTr="00116B9F">
        <w:tc>
          <w:tcPr>
            <w:tcW w:w="846" w:type="dxa"/>
          </w:tcPr>
          <w:p w14:paraId="4B0F5410" w14:textId="77777777" w:rsidR="00033765" w:rsidRDefault="00033765" w:rsidP="00116B9F">
            <w:r>
              <w:t>3</w:t>
            </w:r>
          </w:p>
        </w:tc>
        <w:tc>
          <w:tcPr>
            <w:tcW w:w="2693" w:type="dxa"/>
          </w:tcPr>
          <w:p w14:paraId="2618C753" w14:textId="77777777" w:rsidR="00033765" w:rsidRDefault="00033765" w:rsidP="00116B9F">
            <w:r>
              <w:t>Audit teamleider</w:t>
            </w:r>
          </w:p>
        </w:tc>
        <w:tc>
          <w:tcPr>
            <w:tcW w:w="5523" w:type="dxa"/>
          </w:tcPr>
          <w:p w14:paraId="1FA38901" w14:textId="77777777" w:rsidR="00033765" w:rsidRDefault="00033765" w:rsidP="00116B9F">
            <w:r>
              <w:t xml:space="preserve">De deelrapportages worden samengevoegd. Op basis daarvan worden de auditbewijzen vergeleken met de auditcriteria. Als uit de bewijzen blijkt dat niet wordt voldaan aan de auditcriteria dan worden afwijkingen geformuleerd. </w:t>
            </w:r>
          </w:p>
          <w:p w14:paraId="5FCBBAA3" w14:textId="77777777" w:rsidR="00033765" w:rsidRDefault="00033765" w:rsidP="00116B9F">
            <w:r>
              <w:t xml:space="preserve">Als laatste worden de conclusies (lees: antwoorden op de onderzoeksvragen) geformuleerd) en vastgelegd in het rapport. </w:t>
            </w:r>
          </w:p>
          <w:p w14:paraId="25C3DFCD" w14:textId="77777777" w:rsidR="00033765" w:rsidRDefault="00033765" w:rsidP="00116B9F"/>
          <w:p w14:paraId="666D741E" w14:textId="77777777" w:rsidR="00033765" w:rsidRPr="004F2279" w:rsidRDefault="00033765" w:rsidP="00116B9F">
            <w:pPr>
              <w:rPr>
                <w:b/>
                <w:bCs/>
              </w:rPr>
            </w:pPr>
            <w:r>
              <w:rPr>
                <w:b/>
                <w:bCs/>
              </w:rPr>
              <w:t>De auditteamleider noteert naar aanleiding van de afgeronde audit (nieuwe) auditleads; geplande aandachtspunten die niet voldoende aan bod zijn gekomen, observaties buiten de scope van de afgeronde audit die nader onderzoek vragen etc.</w:t>
            </w:r>
          </w:p>
          <w:p w14:paraId="100C8907" w14:textId="77777777" w:rsidR="00033765" w:rsidRDefault="00033765" w:rsidP="00116B9F"/>
          <w:p w14:paraId="4BF19B1F" w14:textId="77777777" w:rsidR="00033765" w:rsidRDefault="00033765" w:rsidP="00116B9F">
            <w:r>
              <w:t>Het rapport wordt aangeboden en desgewenst besproken met de auditklant.</w:t>
            </w:r>
          </w:p>
          <w:p w14:paraId="0ED8DC57" w14:textId="77777777" w:rsidR="00033765" w:rsidRDefault="00033765" w:rsidP="00116B9F">
            <w:r>
              <w:t>Het is aan de auditklant om zonder onnodige vertraging te bepalen of en welke maatregelen worden genomen.</w:t>
            </w:r>
          </w:p>
        </w:tc>
      </w:tr>
    </w:tbl>
    <w:p w14:paraId="2DE02884" w14:textId="77777777" w:rsidR="00033765" w:rsidRDefault="00033765" w:rsidP="00033765">
      <w:pPr>
        <w:rPr>
          <w:highlight w:val="cyan"/>
        </w:rPr>
      </w:pPr>
    </w:p>
    <w:p w14:paraId="0B7F18A3" w14:textId="250B4B1D" w:rsidR="00033765" w:rsidRDefault="00033765" w:rsidP="00033765">
      <w:r w:rsidRPr="00AB38A1">
        <w:lastRenderedPageBreak/>
        <w:t>De beoogde resultaten van de interne audit bestaat uit</w:t>
      </w:r>
      <w:r>
        <w:t xml:space="preserve"> een a</w:t>
      </w:r>
      <w:r w:rsidRPr="00AB38A1">
        <w:t>uditrapport, inclusief eventuele afwijkingenrapporten</w:t>
      </w:r>
      <w:r w:rsidR="002A06EB">
        <w:t>.</w:t>
      </w:r>
    </w:p>
    <w:p w14:paraId="5D62744C" w14:textId="58DACDF7" w:rsidR="002A06EB" w:rsidRDefault="00EF66D4" w:rsidP="002A06EB">
      <w:pPr>
        <w:pStyle w:val="verborgentekst"/>
      </w:pPr>
      <w:r w:rsidRPr="00EF66D4">
        <w:t>Deze handleiding bevat geen templates voor auditplannen en rapporten. Die krijg je meestal bij een interne audit cursus</w:t>
      </w:r>
      <w:r w:rsidR="00F2568A">
        <w:t xml:space="preserve">. </w:t>
      </w:r>
    </w:p>
    <w:p w14:paraId="25E0E009" w14:textId="4CE96DC0" w:rsidR="00033765" w:rsidRPr="00EB078F" w:rsidRDefault="00033765" w:rsidP="00033765">
      <w:pPr>
        <w:pStyle w:val="verborgentekst"/>
      </w:pPr>
      <w:r w:rsidRPr="00EB078F">
        <w:t xml:space="preserve">Ga verder met </w:t>
      </w:r>
      <w:r w:rsidR="008A6056" w:rsidRPr="00EB078F">
        <w:fldChar w:fldCharType="begin"/>
      </w:r>
      <w:r w:rsidR="008A6056" w:rsidRPr="00EB078F">
        <w:instrText xml:space="preserve"> REF _Ref194596222 \w \h </w:instrText>
      </w:r>
      <w:r w:rsidR="00F2568A" w:rsidRPr="00EB078F">
        <w:instrText xml:space="preserve"> \* MERGEFORMAT </w:instrText>
      </w:r>
      <w:r w:rsidR="008A6056" w:rsidRPr="00EB078F">
        <w:fldChar w:fldCharType="separate"/>
      </w:r>
      <w:r w:rsidR="0014047A">
        <w:t>8.2</w:t>
      </w:r>
      <w:r w:rsidR="008A6056" w:rsidRPr="00EB078F">
        <w:fldChar w:fldCharType="end"/>
      </w:r>
      <w:r w:rsidR="008A6056" w:rsidRPr="00EB078F">
        <w:t xml:space="preserve"> </w:t>
      </w:r>
      <w:r w:rsidR="008A6056" w:rsidRPr="00EB078F">
        <w:fldChar w:fldCharType="begin"/>
      </w:r>
      <w:r w:rsidR="008A6056" w:rsidRPr="00EB078F">
        <w:instrText xml:space="preserve"> REF _Ref194596225 \h </w:instrText>
      </w:r>
      <w:r w:rsidR="00F2568A" w:rsidRPr="00EB078F">
        <w:instrText xml:space="preserve"> \* MERGEFORMAT </w:instrText>
      </w:r>
      <w:r w:rsidR="008A6056" w:rsidRPr="00EB078F">
        <w:fldChar w:fldCharType="separate"/>
      </w:r>
      <w:r w:rsidR="0014047A" w:rsidRPr="00EB078F">
        <w:t>Analyseren en evalueren van prestaties</w:t>
      </w:r>
      <w:r w:rsidR="008A6056" w:rsidRPr="00EB078F">
        <w:fldChar w:fldCharType="end"/>
      </w:r>
    </w:p>
    <w:p w14:paraId="19D4AEFD" w14:textId="77777777" w:rsidR="00110F01" w:rsidRPr="00EB078F" w:rsidRDefault="00110F01" w:rsidP="00110F01">
      <w:pPr>
        <w:pStyle w:val="Kop2"/>
      </w:pPr>
      <w:bookmarkStart w:id="108" w:name="_Ref194596222"/>
      <w:bookmarkStart w:id="109" w:name="_Ref194596225"/>
      <w:bookmarkStart w:id="110" w:name="_Toc204442028"/>
      <w:r w:rsidRPr="00EB078F">
        <w:t>Analyseren en evalueren van prestaties</w:t>
      </w:r>
      <w:bookmarkEnd w:id="108"/>
      <w:bookmarkEnd w:id="109"/>
      <w:bookmarkEnd w:id="110"/>
    </w:p>
    <w:p w14:paraId="101A336A" w14:textId="59C8FBF5" w:rsidR="00453D87" w:rsidRDefault="00453D87" w:rsidP="00110F01">
      <w:pPr>
        <w:pStyle w:val="verborgentekst"/>
      </w:pPr>
      <w:r>
        <w:t>** Normreferentie 9.1.</w:t>
      </w:r>
      <w:r w:rsidR="00110F01">
        <w:t>3</w:t>
      </w:r>
      <w:r>
        <w:t xml:space="preserve"> **</w:t>
      </w:r>
    </w:p>
    <w:p w14:paraId="12AFAC65" w14:textId="1257AAB7" w:rsidR="00EB078F" w:rsidRPr="00EB078F" w:rsidRDefault="00EB078F" w:rsidP="00110F01">
      <w:pPr>
        <w:pStyle w:val="verborgentekst"/>
        <w:rPr>
          <w:b/>
          <w:bCs/>
          <w:u w:val="single"/>
        </w:rPr>
      </w:pPr>
      <w:r w:rsidRPr="00EB078F">
        <w:rPr>
          <w:b/>
          <w:bCs/>
          <w:u w:val="single"/>
        </w:rPr>
        <w:t>Stap 45</w:t>
      </w:r>
    </w:p>
    <w:p w14:paraId="47691F4B" w14:textId="40E64F94" w:rsidR="00153E03" w:rsidRDefault="001E1935" w:rsidP="00453D87">
      <w:r>
        <w:t xml:space="preserve">Het algehele doel van kwaliteitsmanagementsysteem is </w:t>
      </w:r>
      <w:r w:rsidR="000C7A68">
        <w:t xml:space="preserve">het consistent leveren van producten en diensten die voldoen aan de eisen van de klant en van toepassing zijnde wet- en regelgeving. Daarom </w:t>
      </w:r>
      <w:r w:rsidR="00110F01">
        <w:t>worden</w:t>
      </w:r>
      <w:r w:rsidR="000C7A68">
        <w:t xml:space="preserve"> gegevens verzameld in welke mate aan de eisen wordt voldaan.</w:t>
      </w:r>
    </w:p>
    <w:p w14:paraId="0286273E" w14:textId="77777777" w:rsidR="00BD724E" w:rsidRDefault="00BD724E" w:rsidP="00BD724E">
      <w:pPr>
        <w:pStyle w:val="verborgentekst"/>
      </w:pPr>
      <w:r>
        <w:t>Op operationeel niveau kijk je vooral of de prestaties afwijken van je doelstellingen. Doe dit regelmatig (maandelijks of per kwartaal). Kijk ook naar trends.</w:t>
      </w:r>
    </w:p>
    <w:p w14:paraId="6F9C1627" w14:textId="77777777" w:rsidR="00BD724E" w:rsidRDefault="00BD724E" w:rsidP="00BD724E">
      <w:pPr>
        <w:pStyle w:val="verborgentekst"/>
      </w:pPr>
      <w:r>
        <w:t>Drie nuttige analyses:</w:t>
      </w:r>
    </w:p>
    <w:p w14:paraId="520AC733" w14:textId="6AA17BC7" w:rsidR="00BD724E" w:rsidRDefault="00BD724E" w:rsidP="00BA796C">
      <w:pPr>
        <w:pStyle w:val="verborgentekst"/>
        <w:numPr>
          <w:ilvl w:val="0"/>
          <w:numId w:val="50"/>
        </w:numPr>
      </w:pPr>
      <w:r>
        <w:t>Afwijking van doelstelling op langere termijn Misschien vallen alle metingen binnen de toegestane grenzen, maar is het gemiddelde te hoog of te laag. Bereken voor elke meting het verschil met de doelstelling. Tel deze verschillen op. Presteer je structureel boven of onder de doelstelling?</w:t>
      </w:r>
    </w:p>
    <w:p w14:paraId="553D25D6" w14:textId="38E7547A" w:rsidR="00BD724E" w:rsidRDefault="00BD724E" w:rsidP="00BA796C">
      <w:pPr>
        <w:pStyle w:val="verborgentekst"/>
        <w:numPr>
          <w:ilvl w:val="0"/>
          <w:numId w:val="50"/>
        </w:numPr>
      </w:pPr>
      <w:r>
        <w:t>Stabiliteit op langere termijn</w:t>
      </w:r>
      <w:r w:rsidR="00BA796C">
        <w:t xml:space="preserve">; </w:t>
      </w:r>
      <w:r>
        <w:t>Het gemiddelde kan goed zijn, maar als opeenvolgende metingen sterk verschillen, is je proces onvoorspelbaar. Dat kan een probleem zijn.</w:t>
      </w:r>
    </w:p>
    <w:p w14:paraId="25E163C7" w14:textId="1DA0984D" w:rsidR="00BD724E" w:rsidRDefault="00BD724E" w:rsidP="00BA796C">
      <w:pPr>
        <w:pStyle w:val="verborgentekst"/>
        <w:numPr>
          <w:ilvl w:val="0"/>
          <w:numId w:val="50"/>
        </w:numPr>
      </w:pPr>
      <w:r>
        <w:t>Gemiddelde afstand tot doelstelling Soms is het gemiddelde goed en zijn de metingen stabiel, maar wijken veel individuele metingen toch af van de doelstelling. Ook dit kan betekenen dat je proces niet helemaal onder controle is.</w:t>
      </w:r>
    </w:p>
    <w:p w14:paraId="52BD9C63" w14:textId="77777777" w:rsidR="00BD724E" w:rsidRDefault="00BD724E" w:rsidP="00BD724E">
      <w:pPr>
        <w:pStyle w:val="verborgentekst"/>
      </w:pPr>
      <w:r>
        <w:t>Kies zelf welke analyses je doet. Begin klein en eenvoudig. Excel is prima geschikt voor kleine hoeveelheden data. Voor meer data kun je PowerBI overwegen.</w:t>
      </w:r>
    </w:p>
    <w:p w14:paraId="77D6EFB5" w14:textId="4F256CAA" w:rsidR="00BD724E" w:rsidRDefault="00BD724E" w:rsidP="00BD724E">
      <w:pPr>
        <w:pStyle w:val="verborgentekst"/>
      </w:pPr>
      <w:r>
        <w:t>De frequentie moet liggen tussen je metingen en je Management Review. Bijvoorbeeld: wekelijks meten, maandelijks analyseren, elk kwartaal beoordelen.</w:t>
      </w:r>
    </w:p>
    <w:p w14:paraId="79EF55B1" w14:textId="7BAD611F" w:rsidR="004F5AF7" w:rsidRDefault="00C35F03" w:rsidP="00453D87">
      <w:r>
        <w:t xml:space="preserve">In de onderstaande tabel is aangegeven welke analyses </w:t>
      </w:r>
      <w:sdt>
        <w:sdtPr>
          <w:alias w:val="Bedrijf"/>
          <w:tag w:val=""/>
          <w:id w:val="-627324857"/>
          <w:placeholder>
            <w:docPart w:val="7A31662C40DF418A8223DB89A38D8B79"/>
          </w:placeholder>
          <w:dataBinding w:prefixMappings="xmlns:ns0='http://schemas.openxmlformats.org/officeDocument/2006/extended-properties' " w:xpath="/ns0:Properties[1]/ns0:Company[1]" w:storeItemID="{6668398D-A668-4E3E-A5EB-62B293D839F1}"/>
          <w:text/>
        </w:sdtPr>
        <w:sdtContent>
          <w:r w:rsidR="00AF6EA6">
            <w:t>[Organisatie]</w:t>
          </w:r>
        </w:sdtContent>
      </w:sdt>
      <w:r>
        <w:t xml:space="preserve"> uitvoert op de operationele processen:</w:t>
      </w:r>
    </w:p>
    <w:tbl>
      <w:tblPr>
        <w:tblStyle w:val="Tabelraster"/>
        <w:tblW w:w="0" w:type="auto"/>
        <w:tblLook w:val="04A0" w:firstRow="1" w:lastRow="0" w:firstColumn="1" w:lastColumn="0" w:noHBand="0" w:noVBand="1"/>
      </w:tblPr>
      <w:tblGrid>
        <w:gridCol w:w="3020"/>
        <w:gridCol w:w="3021"/>
        <w:gridCol w:w="3021"/>
      </w:tblGrid>
      <w:tr w:rsidR="00C27DA8" w14:paraId="0C58A63D" w14:textId="77777777" w:rsidTr="00C27DA8">
        <w:tc>
          <w:tcPr>
            <w:tcW w:w="3020" w:type="dxa"/>
          </w:tcPr>
          <w:p w14:paraId="413AC106" w14:textId="45DE97C9" w:rsidR="00C27DA8" w:rsidRDefault="00C27DA8" w:rsidP="00453D87">
            <w:r>
              <w:t>Proces</w:t>
            </w:r>
          </w:p>
        </w:tc>
        <w:tc>
          <w:tcPr>
            <w:tcW w:w="3021" w:type="dxa"/>
          </w:tcPr>
          <w:p w14:paraId="060BD7ED" w14:textId="2046217A" w:rsidR="00C27DA8" w:rsidRDefault="00C27DA8" w:rsidP="00453D87">
            <w:r>
              <w:t>Analyse</w:t>
            </w:r>
          </w:p>
        </w:tc>
        <w:tc>
          <w:tcPr>
            <w:tcW w:w="3021" w:type="dxa"/>
          </w:tcPr>
          <w:p w14:paraId="0F676349" w14:textId="752C1032" w:rsidR="00C27DA8" w:rsidRDefault="00C27DA8" w:rsidP="00453D87">
            <w:r>
              <w:t>Frequentie</w:t>
            </w:r>
          </w:p>
        </w:tc>
      </w:tr>
      <w:tr w:rsidR="00C27DA8" w14:paraId="1BAB3F1F" w14:textId="77777777" w:rsidTr="00C27DA8">
        <w:tc>
          <w:tcPr>
            <w:tcW w:w="3020" w:type="dxa"/>
          </w:tcPr>
          <w:p w14:paraId="23826FCB" w14:textId="07C403D3" w:rsidR="00C27DA8" w:rsidRDefault="00C27DA8" w:rsidP="00453D87">
            <w:r>
              <w:t>[Proces X]</w:t>
            </w:r>
          </w:p>
        </w:tc>
        <w:tc>
          <w:tcPr>
            <w:tcW w:w="3021" w:type="dxa"/>
          </w:tcPr>
          <w:p w14:paraId="449E4FE7" w14:textId="77777777" w:rsidR="00C27DA8" w:rsidRDefault="00C27DA8" w:rsidP="00453D87">
            <w:r>
              <w:t>Gemiddelde</w:t>
            </w:r>
          </w:p>
          <w:p w14:paraId="1ED80E99" w14:textId="77777777" w:rsidR="00C27DA8" w:rsidRDefault="00C27DA8" w:rsidP="00453D87">
            <w:r>
              <w:t>Stabiliteit</w:t>
            </w:r>
          </w:p>
          <w:p w14:paraId="5E078254" w14:textId="67AF012B" w:rsidR="00C27DA8" w:rsidRDefault="00364FAC" w:rsidP="00453D87">
            <w:r>
              <w:t>Afstand</w:t>
            </w:r>
          </w:p>
        </w:tc>
        <w:tc>
          <w:tcPr>
            <w:tcW w:w="3021" w:type="dxa"/>
          </w:tcPr>
          <w:p w14:paraId="611FCA92" w14:textId="1986D2A8" w:rsidR="00C27DA8" w:rsidRDefault="00364FAC" w:rsidP="00453D87">
            <w:r>
              <w:t>Maandelijks</w:t>
            </w:r>
          </w:p>
        </w:tc>
      </w:tr>
      <w:tr w:rsidR="008D7643" w14:paraId="0AC36D2C" w14:textId="77777777" w:rsidTr="00C27DA8">
        <w:tc>
          <w:tcPr>
            <w:tcW w:w="3020" w:type="dxa"/>
          </w:tcPr>
          <w:p w14:paraId="38AA7F15" w14:textId="77777777" w:rsidR="008D7643" w:rsidRDefault="008D7643" w:rsidP="00453D87"/>
        </w:tc>
        <w:tc>
          <w:tcPr>
            <w:tcW w:w="3021" w:type="dxa"/>
          </w:tcPr>
          <w:p w14:paraId="7FDA0C96" w14:textId="77777777" w:rsidR="008D7643" w:rsidRDefault="008D7643" w:rsidP="00453D87"/>
        </w:tc>
        <w:tc>
          <w:tcPr>
            <w:tcW w:w="3021" w:type="dxa"/>
          </w:tcPr>
          <w:p w14:paraId="6B21CD07" w14:textId="77777777" w:rsidR="008D7643" w:rsidRDefault="008D7643" w:rsidP="00453D87"/>
        </w:tc>
      </w:tr>
      <w:tr w:rsidR="008D7643" w14:paraId="57BF4873" w14:textId="77777777" w:rsidTr="00C27DA8">
        <w:tc>
          <w:tcPr>
            <w:tcW w:w="3020" w:type="dxa"/>
          </w:tcPr>
          <w:p w14:paraId="195CB7CE" w14:textId="77777777" w:rsidR="008D7643" w:rsidRDefault="008D7643" w:rsidP="00453D87"/>
        </w:tc>
        <w:tc>
          <w:tcPr>
            <w:tcW w:w="3021" w:type="dxa"/>
          </w:tcPr>
          <w:p w14:paraId="150428E3" w14:textId="77777777" w:rsidR="008D7643" w:rsidRDefault="008D7643" w:rsidP="00453D87"/>
        </w:tc>
        <w:tc>
          <w:tcPr>
            <w:tcW w:w="3021" w:type="dxa"/>
          </w:tcPr>
          <w:p w14:paraId="5BA15824" w14:textId="77777777" w:rsidR="008D7643" w:rsidRDefault="008D7643" w:rsidP="00453D87"/>
        </w:tc>
      </w:tr>
      <w:tr w:rsidR="008D7643" w14:paraId="436643B1" w14:textId="77777777" w:rsidTr="00C27DA8">
        <w:tc>
          <w:tcPr>
            <w:tcW w:w="3020" w:type="dxa"/>
          </w:tcPr>
          <w:p w14:paraId="1C6D8DE7" w14:textId="77777777" w:rsidR="008D7643" w:rsidRDefault="008D7643" w:rsidP="00453D87"/>
        </w:tc>
        <w:tc>
          <w:tcPr>
            <w:tcW w:w="3021" w:type="dxa"/>
          </w:tcPr>
          <w:p w14:paraId="31E988AC" w14:textId="77777777" w:rsidR="008D7643" w:rsidRDefault="008D7643" w:rsidP="00453D87"/>
        </w:tc>
        <w:tc>
          <w:tcPr>
            <w:tcW w:w="3021" w:type="dxa"/>
          </w:tcPr>
          <w:p w14:paraId="672CF956" w14:textId="77777777" w:rsidR="008D7643" w:rsidRDefault="008D7643" w:rsidP="00453D87"/>
        </w:tc>
      </w:tr>
      <w:tr w:rsidR="008D7643" w14:paraId="39AA810F" w14:textId="77777777" w:rsidTr="00C27DA8">
        <w:tc>
          <w:tcPr>
            <w:tcW w:w="3020" w:type="dxa"/>
          </w:tcPr>
          <w:p w14:paraId="1FAF588F" w14:textId="77777777" w:rsidR="008D7643" w:rsidRDefault="008D7643" w:rsidP="00453D87"/>
        </w:tc>
        <w:tc>
          <w:tcPr>
            <w:tcW w:w="3021" w:type="dxa"/>
          </w:tcPr>
          <w:p w14:paraId="24E52976" w14:textId="77777777" w:rsidR="008D7643" w:rsidRDefault="008D7643" w:rsidP="00453D87"/>
        </w:tc>
        <w:tc>
          <w:tcPr>
            <w:tcW w:w="3021" w:type="dxa"/>
          </w:tcPr>
          <w:p w14:paraId="06746099" w14:textId="77777777" w:rsidR="008D7643" w:rsidRDefault="008D7643" w:rsidP="00453D87"/>
        </w:tc>
      </w:tr>
    </w:tbl>
    <w:p w14:paraId="23566E3B" w14:textId="77777777" w:rsidR="00C35F03" w:rsidRDefault="00C35F03" w:rsidP="00453D87"/>
    <w:p w14:paraId="5953B2BC" w14:textId="3416F996" w:rsidR="009D39FC" w:rsidRDefault="009D39FC" w:rsidP="009D39FC">
      <w:pPr>
        <w:pStyle w:val="verborgentekst"/>
      </w:pPr>
      <w:r>
        <w:t>Er zal een format moeten worden gekozen of ontwikkeld om deze analyses in vast te leggen. Excel is hiervoor</w:t>
      </w:r>
      <w:r w:rsidR="006C23D4">
        <w:t xml:space="preserve"> prima geschikt, maar wellicht dat PowerBI nog betere </w:t>
      </w:r>
      <w:r w:rsidR="00C3528B">
        <w:t>analyses oplevert.</w:t>
      </w:r>
    </w:p>
    <w:p w14:paraId="132CF4A7" w14:textId="35C34888" w:rsidR="008D7643" w:rsidRPr="00DC54D8" w:rsidRDefault="008D7643" w:rsidP="00453D87">
      <w:pPr>
        <w:rPr>
          <w:highlight w:val="magenta"/>
        </w:rPr>
      </w:pPr>
      <w:r>
        <w:lastRenderedPageBreak/>
        <w:t>Op basis van de uitkomsten wordt vastgesteld was mogelijke oorzaken kunnen zijn</w:t>
      </w:r>
      <w:r w:rsidR="00515A9E">
        <w:t xml:space="preserve">. Tijdens de </w:t>
      </w:r>
      <w:r w:rsidR="00515A9E" w:rsidRPr="00C3528B">
        <w:t xml:space="preserve">management review (zie </w:t>
      </w:r>
      <w:r w:rsidR="00515A9E" w:rsidRPr="00C3528B">
        <w:fldChar w:fldCharType="begin"/>
      </w:r>
      <w:r w:rsidR="00515A9E" w:rsidRPr="00C3528B">
        <w:instrText xml:space="preserve"> REF _Ref194607153 \w \h </w:instrText>
      </w:r>
      <w:r w:rsidR="00960385" w:rsidRPr="00C3528B">
        <w:instrText xml:space="preserve"> \* MERGEFORMAT </w:instrText>
      </w:r>
      <w:r w:rsidR="00515A9E" w:rsidRPr="00C3528B">
        <w:fldChar w:fldCharType="separate"/>
      </w:r>
      <w:r w:rsidR="0014047A">
        <w:t>8.3</w:t>
      </w:r>
      <w:r w:rsidR="00515A9E" w:rsidRPr="00C3528B">
        <w:fldChar w:fldCharType="end"/>
      </w:r>
      <w:r w:rsidR="00515A9E" w:rsidRPr="00C3528B">
        <w:t xml:space="preserve"> </w:t>
      </w:r>
      <w:r w:rsidR="00515A9E" w:rsidRPr="00C3528B">
        <w:fldChar w:fldCharType="begin"/>
      </w:r>
      <w:r w:rsidR="00515A9E" w:rsidRPr="00C3528B">
        <w:instrText xml:space="preserve"> REF _Ref194607156 \h </w:instrText>
      </w:r>
      <w:r w:rsidR="00960385" w:rsidRPr="00C3528B">
        <w:instrText xml:space="preserve"> \* MERGEFORMAT </w:instrText>
      </w:r>
      <w:r w:rsidR="00515A9E" w:rsidRPr="00C3528B">
        <w:fldChar w:fldCharType="separate"/>
      </w:r>
      <w:r w:rsidR="0014047A" w:rsidRPr="00EB078F">
        <w:t>Management review</w:t>
      </w:r>
      <w:r w:rsidR="00515A9E" w:rsidRPr="00C3528B">
        <w:fldChar w:fldCharType="end"/>
      </w:r>
      <w:r w:rsidR="00515A9E" w:rsidRPr="00C3528B">
        <w:t xml:space="preserve">) wordt besproken </w:t>
      </w:r>
      <w:r w:rsidR="00EE3582" w:rsidRPr="00C3528B">
        <w:t xml:space="preserve">of actie noodzakelijk is om </w:t>
      </w:r>
      <w:r w:rsidR="00EE3582" w:rsidRPr="00035FDC">
        <w:t xml:space="preserve">eventueel vastgestelde </w:t>
      </w:r>
      <w:r w:rsidR="002565E8" w:rsidRPr="00035FDC">
        <w:t>problemen te verhelpen.</w:t>
      </w:r>
    </w:p>
    <w:p w14:paraId="51C10A0A" w14:textId="4BD7946A" w:rsidR="00C3528B" w:rsidRPr="00EB078F" w:rsidRDefault="00C3528B" w:rsidP="00C3528B">
      <w:pPr>
        <w:pStyle w:val="verborgentekst"/>
      </w:pPr>
      <w:r w:rsidRPr="00EB078F">
        <w:t xml:space="preserve">Ga verder met </w:t>
      </w:r>
      <w:r w:rsidRPr="00EB078F">
        <w:fldChar w:fldCharType="begin"/>
      </w:r>
      <w:r w:rsidRPr="00EB078F">
        <w:instrText xml:space="preserve"> REF _Ref194692265 \w \h  \* MERGEFORMAT </w:instrText>
      </w:r>
      <w:r w:rsidRPr="00EB078F">
        <w:fldChar w:fldCharType="separate"/>
      </w:r>
      <w:r w:rsidR="0014047A">
        <w:t>8.3</w:t>
      </w:r>
      <w:r w:rsidRPr="00EB078F">
        <w:fldChar w:fldCharType="end"/>
      </w:r>
      <w:r w:rsidRPr="00EB078F">
        <w:t xml:space="preserve"> </w:t>
      </w:r>
      <w:r w:rsidRPr="00EB078F">
        <w:fldChar w:fldCharType="begin"/>
      </w:r>
      <w:r w:rsidRPr="00EB078F">
        <w:instrText xml:space="preserve"> REF _Ref194692268 \h  \* MERGEFORMAT </w:instrText>
      </w:r>
      <w:r w:rsidRPr="00EB078F">
        <w:fldChar w:fldCharType="separate"/>
      </w:r>
      <w:r w:rsidR="0014047A" w:rsidRPr="00EB078F">
        <w:t>Management review</w:t>
      </w:r>
      <w:r w:rsidRPr="00EB078F">
        <w:fldChar w:fldCharType="end"/>
      </w:r>
    </w:p>
    <w:p w14:paraId="60CF7826" w14:textId="2218B532" w:rsidR="00EA3432" w:rsidRPr="00EB078F" w:rsidRDefault="00157907" w:rsidP="00956A66">
      <w:pPr>
        <w:pStyle w:val="Kop2"/>
      </w:pPr>
      <w:bookmarkStart w:id="111" w:name="_Ref194607153"/>
      <w:bookmarkStart w:id="112" w:name="_Ref194607156"/>
      <w:bookmarkStart w:id="113" w:name="_Ref194692265"/>
      <w:bookmarkStart w:id="114" w:name="_Ref194692268"/>
      <w:bookmarkStart w:id="115" w:name="_Toc204442029"/>
      <w:r w:rsidRPr="00EB078F">
        <w:t>Management review</w:t>
      </w:r>
      <w:bookmarkEnd w:id="111"/>
      <w:bookmarkEnd w:id="112"/>
      <w:bookmarkEnd w:id="113"/>
      <w:bookmarkEnd w:id="114"/>
      <w:bookmarkEnd w:id="115"/>
    </w:p>
    <w:p w14:paraId="2735B143" w14:textId="65D0D5F5" w:rsidR="002B2211" w:rsidRDefault="002B2211" w:rsidP="002B2211">
      <w:pPr>
        <w:pStyle w:val="verborgentekst"/>
      </w:pPr>
      <w:r>
        <w:t>** Normreferentie 9.3 **</w:t>
      </w:r>
    </w:p>
    <w:p w14:paraId="652DA939" w14:textId="408DC6AE" w:rsidR="00EB078F" w:rsidRPr="00EB078F" w:rsidRDefault="00EB078F" w:rsidP="002B2211">
      <w:pPr>
        <w:pStyle w:val="verborgentekst"/>
        <w:rPr>
          <w:b/>
          <w:bCs/>
          <w:u w:val="single"/>
        </w:rPr>
      </w:pPr>
      <w:r w:rsidRPr="00EB078F">
        <w:rPr>
          <w:b/>
          <w:bCs/>
          <w:u w:val="single"/>
        </w:rPr>
        <w:t>Stap 46</w:t>
      </w:r>
    </w:p>
    <w:p w14:paraId="6DC03944" w14:textId="77777777" w:rsidR="004A4877" w:rsidRDefault="004A4877" w:rsidP="003A3B86">
      <w:pPr>
        <w:pStyle w:val="verborgentekst"/>
      </w:pPr>
      <w:r w:rsidRPr="004A4877">
        <w:t>De Management Review is een periodiek oordeel door de directie over hoe goed het kwaliteitssysteem werkt. Veel organisaties doen dit jaarlijks, maar vaker mag ook.</w:t>
      </w:r>
    </w:p>
    <w:p w14:paraId="39BB6EE5" w14:textId="6F67CFB2" w:rsidR="00F2010D" w:rsidRPr="00F2010D" w:rsidRDefault="00F2010D" w:rsidP="003A3B86">
      <w:pPr>
        <w:pStyle w:val="verborgentekst"/>
      </w:pPr>
      <w:r w:rsidRPr="00F2010D">
        <w:t>De Management Review zou het m</w:t>
      </w:r>
      <w:r>
        <w:t xml:space="preserve">oment moeten zijn waarop de directie met elkaar het oordeel geeft of </w:t>
      </w:r>
      <w:r w:rsidR="00F63657">
        <w:t xml:space="preserve">producten of diensten in voldoende mate ‘zonder defecten’(afwijkingen/klachten/etc) worden geleverd. </w:t>
      </w:r>
      <w:r w:rsidR="00912603">
        <w:t xml:space="preserve">En of </w:t>
      </w:r>
      <w:r>
        <w:t xml:space="preserve">het </w:t>
      </w:r>
      <w:r w:rsidR="00F63657">
        <w:t xml:space="preserve">‘portfolio’ aan producten of diensten dat wordt aangeboden nog passend is. </w:t>
      </w:r>
      <w:r w:rsidR="00912603">
        <w:t xml:space="preserve">Misschien worden deze onderwerpen al periodiek besproken, </w:t>
      </w:r>
      <w:r w:rsidR="00FC10B6">
        <w:t>dan kan worden nagegaan of de agenda van die besprekingen moet worden aangevuld met de onderwerpen die de norm onmisbaar acht.</w:t>
      </w:r>
    </w:p>
    <w:p w14:paraId="55D452DC" w14:textId="2D6DF0EB" w:rsidR="003A3B86" w:rsidRDefault="00126611" w:rsidP="003A3B86">
      <w:pPr>
        <w:pStyle w:val="verborgentekst"/>
      </w:pPr>
      <w:r w:rsidRPr="00126611">
        <w:t>Hoe werkt het? Maak vooraf een presentatie over de prestaties op de voorgeschreven onderwerpen. Bespreek deze tijdens een bijeenkomst. Beantwoord samen een aantal vragen om tot een oordeel te komen.</w:t>
      </w:r>
      <w:r w:rsidR="00BF7E15">
        <w:t>.</w:t>
      </w:r>
    </w:p>
    <w:p w14:paraId="09AABC4E" w14:textId="36C4B6FE" w:rsidR="00607E8C" w:rsidRDefault="00000000" w:rsidP="009205B8">
      <w:sdt>
        <w:sdtPr>
          <w:alias w:val="Bedrijf"/>
          <w:tag w:val=""/>
          <w:id w:val="-84537072"/>
          <w:placeholder>
            <w:docPart w:val="83C510980CD646DD8FC3968D7EE2821D"/>
          </w:placeholder>
          <w:dataBinding w:prefixMappings="xmlns:ns0='http://schemas.openxmlformats.org/officeDocument/2006/extended-properties' " w:xpath="/ns0:Properties[1]/ns0:Company[1]" w:storeItemID="{6668398D-A668-4E3E-A5EB-62B293D839F1}"/>
          <w:text/>
        </w:sdtPr>
        <w:sdtContent>
          <w:r w:rsidR="00AF6EA6">
            <w:t>[Organisatie]</w:t>
          </w:r>
        </w:sdtContent>
      </w:sdt>
      <w:r w:rsidR="008E7E7F">
        <w:t xml:space="preserve"> </w:t>
      </w:r>
      <w:r w:rsidR="009205B8">
        <w:t xml:space="preserve">voert </w:t>
      </w:r>
      <w:r w:rsidR="009205B8" w:rsidRPr="00607E8C">
        <w:rPr>
          <w:highlight w:val="yellow"/>
        </w:rPr>
        <w:t>x</w:t>
      </w:r>
      <w:r w:rsidR="009205B8">
        <w:t xml:space="preserve"> maal per jaar een beoordeling uit op de effectiviteit van haar managementsysteem. </w:t>
      </w:r>
      <w:r w:rsidR="00607E8C">
        <w:t>Hierbij zijn de volgende functionarissen betrokken:</w:t>
      </w:r>
    </w:p>
    <w:p w14:paraId="132AE23B" w14:textId="567331AF" w:rsidR="002A7531" w:rsidRDefault="00A829C3" w:rsidP="002A7531">
      <w:pPr>
        <w:pStyle w:val="verborgentekst"/>
      </w:pPr>
      <w:r w:rsidRPr="00A829C3">
        <w:t>Wie nemen deel? De norm spreekt over 'top management'. Hoe breed je dat ziet, is aan jou. Maak een lijst van deelnemers</w:t>
      </w:r>
    </w:p>
    <w:p w14:paraId="0BD59DB4" w14:textId="2AB49EEC" w:rsidR="00607E8C" w:rsidRPr="00607E8C" w:rsidRDefault="00607E8C" w:rsidP="00646713">
      <w:pPr>
        <w:pStyle w:val="Lijstalinea"/>
        <w:numPr>
          <w:ilvl w:val="0"/>
          <w:numId w:val="5"/>
        </w:numPr>
        <w:rPr>
          <w:highlight w:val="yellow"/>
        </w:rPr>
      </w:pPr>
      <w:r w:rsidRPr="00607E8C">
        <w:rPr>
          <w:highlight w:val="yellow"/>
        </w:rPr>
        <w:t xml:space="preserve">Directeur </w:t>
      </w:r>
      <w:sdt>
        <w:sdtPr>
          <w:rPr>
            <w:highlight w:val="yellow"/>
          </w:rPr>
          <w:alias w:val="Bedrijf"/>
          <w:tag w:val=""/>
          <w:id w:val="-572429611"/>
          <w:placeholder>
            <w:docPart w:val="E72CA42E5F1148C7814C529AB4648E3F"/>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7307B5FF" w14:textId="0DF6D681" w:rsidR="00607E8C" w:rsidRDefault="00607E8C" w:rsidP="00646713">
      <w:pPr>
        <w:pStyle w:val="Lijstalinea"/>
        <w:numPr>
          <w:ilvl w:val="0"/>
          <w:numId w:val="5"/>
        </w:numPr>
        <w:rPr>
          <w:highlight w:val="yellow"/>
        </w:rPr>
      </w:pPr>
      <w:r w:rsidRPr="00607E8C">
        <w:rPr>
          <w:highlight w:val="yellow"/>
        </w:rPr>
        <w:t>…</w:t>
      </w:r>
    </w:p>
    <w:p w14:paraId="5A7A0DC9" w14:textId="595E59D2" w:rsidR="005D1399" w:rsidRPr="005D1399" w:rsidRDefault="00995063" w:rsidP="005D1399">
      <w:pPr>
        <w:pStyle w:val="verborgentekst"/>
      </w:pPr>
      <w:r w:rsidRPr="001A1E66">
        <w:rPr>
          <w:b/>
          <w:bCs/>
        </w:rPr>
        <w:t>De presentatie</w:t>
      </w:r>
      <w:r w:rsidRPr="001A1E66">
        <w:t xml:space="preserve"> Maak een standaard PowerPoint met voor elk onderwerp uit de norm een slide</w:t>
      </w:r>
      <w:r w:rsidR="007200E3">
        <w:t>, me daarop de highlight van de voorliggende periode. Uiteraard wel gebaseerd op betrouwbare informatie (afkomstig uit de voorgaande stappen).</w:t>
      </w:r>
    </w:p>
    <w:p w14:paraId="76ACB9F0" w14:textId="381EB94E" w:rsidR="008D5835" w:rsidRPr="005C66FA" w:rsidRDefault="008D5835" w:rsidP="008D5835">
      <w:r w:rsidRPr="005C66FA">
        <w:t xml:space="preserve">De input </w:t>
      </w:r>
      <w:r w:rsidR="00345B6C">
        <w:t xml:space="preserve">wordt verzameld en gedistribueerd door de </w:t>
      </w:r>
      <w:r w:rsidR="00345B6C" w:rsidRPr="00345B6C">
        <w:rPr>
          <w:b/>
          <w:bCs/>
        </w:rPr>
        <w:t>kwaliteitsmanager</w:t>
      </w:r>
      <w:r w:rsidR="00345B6C">
        <w:t xml:space="preserve"> en </w:t>
      </w:r>
      <w:r w:rsidRPr="005C66FA">
        <w:t>bestaat uit:</w:t>
      </w:r>
    </w:p>
    <w:p w14:paraId="1D8B278A" w14:textId="42557BD0" w:rsidR="008D5835" w:rsidRPr="005C66FA" w:rsidRDefault="00412F30" w:rsidP="00646713">
      <w:pPr>
        <w:pStyle w:val="Lijstalinea"/>
        <w:numPr>
          <w:ilvl w:val="0"/>
          <w:numId w:val="8"/>
        </w:numPr>
      </w:pPr>
      <w:r w:rsidRPr="005C66FA">
        <w:t>Het resultaat van de voorgaande management review</w:t>
      </w:r>
    </w:p>
    <w:p w14:paraId="2A3490EE" w14:textId="2CF02C19" w:rsidR="00412F30" w:rsidRPr="005C66FA" w:rsidRDefault="00120C20" w:rsidP="00646713">
      <w:pPr>
        <w:pStyle w:val="Lijstalinea"/>
        <w:numPr>
          <w:ilvl w:val="0"/>
          <w:numId w:val="8"/>
        </w:numPr>
      </w:pPr>
      <w:r w:rsidRPr="005C66FA">
        <w:t xml:space="preserve">Ontwikkelingen in de context van </w:t>
      </w:r>
      <w:sdt>
        <w:sdtPr>
          <w:rPr>
            <w:highlight w:val="yellow"/>
          </w:rPr>
          <w:alias w:val="Bedrijf"/>
          <w:tag w:val=""/>
          <w:id w:val="-1984458134"/>
          <w:placeholder>
            <w:docPart w:val="2D62B12F286D495CB634A5AC16B24774"/>
          </w:placeholder>
          <w:dataBinding w:prefixMappings="xmlns:ns0='http://schemas.openxmlformats.org/officeDocument/2006/extended-properties' " w:xpath="/ns0:Properties[1]/ns0:Company[1]" w:storeItemID="{6668398D-A668-4E3E-A5EB-62B293D839F1}"/>
          <w:text/>
        </w:sdtPr>
        <w:sdtContent>
          <w:r w:rsidR="00AF6EA6">
            <w:rPr>
              <w:highlight w:val="yellow"/>
            </w:rPr>
            <w:t>[Organisatie]</w:t>
          </w:r>
        </w:sdtContent>
      </w:sdt>
    </w:p>
    <w:p w14:paraId="24C90491" w14:textId="776C248C" w:rsidR="00120C20" w:rsidRPr="005C66FA" w:rsidRDefault="008C0A04" w:rsidP="00944E96">
      <w:pPr>
        <w:pStyle w:val="Lijstalinea"/>
        <w:numPr>
          <w:ilvl w:val="0"/>
          <w:numId w:val="8"/>
        </w:numPr>
        <w:tabs>
          <w:tab w:val="left" w:pos="1560"/>
        </w:tabs>
      </w:pPr>
      <w:r w:rsidRPr="005C66FA">
        <w:t>Feedback van klanten (en eventueel andere belanghebbenden)</w:t>
      </w:r>
    </w:p>
    <w:p w14:paraId="76C41A63" w14:textId="539AD881" w:rsidR="008C0A04" w:rsidRPr="005C66FA" w:rsidRDefault="008C0A04" w:rsidP="00646713">
      <w:pPr>
        <w:pStyle w:val="Lijstalinea"/>
        <w:numPr>
          <w:ilvl w:val="0"/>
          <w:numId w:val="8"/>
        </w:numPr>
      </w:pPr>
      <w:r w:rsidRPr="005C66FA">
        <w:t xml:space="preserve">Resultaten van de </w:t>
      </w:r>
      <w:r w:rsidR="005C66FA" w:rsidRPr="005C66FA">
        <w:t>analyses en evaluaties</w:t>
      </w:r>
      <w:r w:rsidR="005C66FA">
        <w:t xml:space="preserve"> (kwaliteitsrapport)</w:t>
      </w:r>
    </w:p>
    <w:p w14:paraId="788B27AC" w14:textId="0706C808" w:rsidR="00412F30" w:rsidRPr="005C66FA" w:rsidRDefault="00412F30" w:rsidP="00646713">
      <w:pPr>
        <w:pStyle w:val="Lijstalinea"/>
        <w:numPr>
          <w:ilvl w:val="0"/>
          <w:numId w:val="8"/>
        </w:numPr>
      </w:pPr>
      <w:r w:rsidRPr="005C66FA">
        <w:t>De resultaten van audits</w:t>
      </w:r>
    </w:p>
    <w:p w14:paraId="7646C7F2" w14:textId="488B912D" w:rsidR="008D5835" w:rsidRPr="005C66FA" w:rsidRDefault="008D5835" w:rsidP="00646713">
      <w:pPr>
        <w:pStyle w:val="Lijstalinea"/>
        <w:numPr>
          <w:ilvl w:val="0"/>
          <w:numId w:val="8"/>
        </w:numPr>
      </w:pPr>
      <w:r w:rsidRPr="005C66FA">
        <w:t>Wijzigingen in certificatie-vereisten (ISO 9001 of certificatiereglement van CI)</w:t>
      </w:r>
    </w:p>
    <w:p w14:paraId="2788F4C3" w14:textId="275B9762" w:rsidR="005C66FA" w:rsidRPr="005C66FA" w:rsidRDefault="005C66FA" w:rsidP="00646713">
      <w:pPr>
        <w:pStyle w:val="Lijstalinea"/>
        <w:numPr>
          <w:ilvl w:val="0"/>
          <w:numId w:val="8"/>
        </w:numPr>
      </w:pPr>
      <w:r w:rsidRPr="005C66FA">
        <w:t xml:space="preserve">Ideeën ter verbetering </w:t>
      </w:r>
    </w:p>
    <w:p w14:paraId="092A6B31" w14:textId="607CBE70" w:rsidR="008D5835" w:rsidRPr="008D5835" w:rsidRDefault="008D5835" w:rsidP="008D5835">
      <w:r w:rsidRPr="008D5835">
        <w:t>Het oordeel wordt gegeven tijdens een bijeenkomst. Op basis van de (samenvatting in de) presentatie beantwoorden de aanwezigen gezamenlijk de volgende vragen:</w:t>
      </w:r>
    </w:p>
    <w:p w14:paraId="79B88AC7" w14:textId="79FEFC81" w:rsidR="005752D8" w:rsidRPr="008D5835" w:rsidRDefault="005752D8" w:rsidP="005752D8">
      <w:pPr>
        <w:pStyle w:val="Lijstalinea"/>
        <w:numPr>
          <w:ilvl w:val="0"/>
          <w:numId w:val="9"/>
        </w:numPr>
      </w:pPr>
      <w:r w:rsidRPr="008D5835">
        <w:t>Wat is de afgelopen periode goed gegaan ten aanzien van het</w:t>
      </w:r>
      <w:r>
        <w:t xml:space="preserve"> consequent</w:t>
      </w:r>
      <w:r w:rsidRPr="008D5835">
        <w:t xml:space="preserve"> leveren van producten en diensten zonder gebreken?</w:t>
      </w:r>
      <w:r w:rsidR="00156B88">
        <w:t xml:space="preserve"> (‘leverden we goede producten?)</w:t>
      </w:r>
    </w:p>
    <w:p w14:paraId="37B0FD30" w14:textId="31D64301" w:rsidR="005752D8" w:rsidRPr="008D5835" w:rsidRDefault="005752D8" w:rsidP="005752D8">
      <w:pPr>
        <w:pStyle w:val="Lijstalinea"/>
        <w:numPr>
          <w:ilvl w:val="0"/>
          <w:numId w:val="9"/>
        </w:numPr>
      </w:pPr>
      <w:r w:rsidRPr="008D5835">
        <w:lastRenderedPageBreak/>
        <w:t xml:space="preserve">Wat is de afgelopen periode </w:t>
      </w:r>
      <w:r w:rsidR="00F025FB">
        <w:t xml:space="preserve">‘minder </w:t>
      </w:r>
      <w:r w:rsidRPr="008D5835">
        <w:t>goed</w:t>
      </w:r>
      <w:r w:rsidR="00F025FB">
        <w:t>’</w:t>
      </w:r>
      <w:r w:rsidRPr="008D5835">
        <w:t xml:space="preserve"> gegaan ten aanzien van het leveren van producten en diensten zonder gebreken?</w:t>
      </w:r>
    </w:p>
    <w:p w14:paraId="64A041B4" w14:textId="3557CDBC" w:rsidR="008D5835" w:rsidRPr="008D5835" w:rsidRDefault="008D5835" w:rsidP="00646713">
      <w:pPr>
        <w:pStyle w:val="Lijstalinea"/>
        <w:numPr>
          <w:ilvl w:val="0"/>
          <w:numId w:val="9"/>
        </w:numPr>
      </w:pPr>
      <w:r w:rsidRPr="008D5835">
        <w:t>Wat is de afgelopen periode goed gegaan ten aanzien van het invullen van de behoeften van onze doelgroep(en)?</w:t>
      </w:r>
      <w:r w:rsidR="00156B88">
        <w:t xml:space="preserve"> (‘leverden we </w:t>
      </w:r>
      <w:r w:rsidR="00156B88" w:rsidRPr="00156B88">
        <w:rPr>
          <w:i/>
          <w:iCs/>
        </w:rPr>
        <w:t>de</w:t>
      </w:r>
      <w:r w:rsidR="00156B88">
        <w:t xml:space="preserve"> goede producten?’)</w:t>
      </w:r>
    </w:p>
    <w:p w14:paraId="63EFB597" w14:textId="0E4ED886" w:rsidR="008D5835" w:rsidRPr="008D5835" w:rsidRDefault="008D5835" w:rsidP="00646713">
      <w:pPr>
        <w:pStyle w:val="Lijstalinea"/>
        <w:numPr>
          <w:ilvl w:val="0"/>
          <w:numId w:val="9"/>
        </w:numPr>
      </w:pPr>
      <w:r w:rsidRPr="008D5835">
        <w:t>Wat is de afgelopen periode minder goed gegaan ten aanzien van het invullen van de behoeften van onze doelgroep(en)?</w:t>
      </w:r>
    </w:p>
    <w:p w14:paraId="24631C6E" w14:textId="3B72DFD6" w:rsidR="008D5835" w:rsidRPr="00502AEF" w:rsidRDefault="00E27DA1" w:rsidP="00646713">
      <w:pPr>
        <w:pStyle w:val="Lijstalinea"/>
        <w:numPr>
          <w:ilvl w:val="0"/>
          <w:numId w:val="9"/>
        </w:numPr>
      </w:pPr>
      <w:r w:rsidRPr="00502AEF">
        <w:t>Waar zouden we actie op moeten ondernemen?</w:t>
      </w:r>
    </w:p>
    <w:p w14:paraId="0104AF6F" w14:textId="665A1837" w:rsidR="006A5C02" w:rsidRDefault="006A5C02" w:rsidP="00502AEF">
      <w:pPr>
        <w:pStyle w:val="verborgentekst"/>
      </w:pPr>
      <w:r w:rsidRPr="006A5C02">
        <w:t>Het is onwaarschijnlijk dat alles perfect loopt. Gebruik de Management Review om verbeterbeslissingen te nemen. Probeer niet tussen</w:t>
      </w:r>
      <w:r w:rsidR="00BB7801">
        <w:t xml:space="preserve"> de Management Reviews </w:t>
      </w:r>
      <w:r w:rsidRPr="006A5C02">
        <w:t>door constant dingen te veranderen. Door verbeteringen vooral tijdens de Management Review te bespreken, voorkom je dat er te veel oplossingen worden bedacht zonder dat er overeenstemming is over het probleem.</w:t>
      </w:r>
    </w:p>
    <w:p w14:paraId="5E474BAF" w14:textId="5FFF933C" w:rsidR="00E27DA1" w:rsidRDefault="00E27DA1" w:rsidP="00E27DA1">
      <w:r w:rsidRPr="00CE2FA2">
        <w:t xml:space="preserve">De directie formuleert vervolgens haar conclusie of zij van mening is </w:t>
      </w:r>
      <w:r w:rsidR="00CE2FA2" w:rsidRPr="00CE2FA2">
        <w:t>dat het kwaliteitsmanagementsysteem in voldoende mate doeltreffend is voor het doel van de organisatie, en stelt vast welke van de voorgestelde acties zullen worden ondernomen.</w:t>
      </w:r>
    </w:p>
    <w:p w14:paraId="58604148" w14:textId="77777777" w:rsidR="006A5C02" w:rsidRDefault="00DC4973" w:rsidP="00E27DA1">
      <w:pPr>
        <w:rPr>
          <w:i/>
          <w:vanish/>
          <w:color w:val="808080" w:themeColor="background1" w:themeShade="80"/>
        </w:rPr>
      </w:pPr>
      <w:r w:rsidRPr="00DC4973">
        <w:rPr>
          <w:i/>
          <w:vanish/>
          <w:color w:val="808080" w:themeColor="background1" w:themeShade="80"/>
        </w:rPr>
        <w:t>Het doel van kwaliteitsmanagement is het managen van de kwaliteit van producten of diensten. Meet de effectiviteit van je kwaliteitssysteem dus af aan hoe succesvol je producten of diensten zijn.</w:t>
      </w:r>
    </w:p>
    <w:p w14:paraId="3E5D8FE9" w14:textId="1564D586" w:rsidR="00CF64F3" w:rsidRDefault="005522F3" w:rsidP="00E27DA1">
      <w:r>
        <w:t>Acties kunnen onder andere zijn:</w:t>
      </w:r>
    </w:p>
    <w:p w14:paraId="70F07AEA" w14:textId="5B834AC6" w:rsidR="005522F3" w:rsidRPr="0014443E" w:rsidRDefault="005522F3" w:rsidP="00646713">
      <w:pPr>
        <w:pStyle w:val="Lijstalinea"/>
        <w:numPr>
          <w:ilvl w:val="0"/>
          <w:numId w:val="20"/>
        </w:numPr>
      </w:pPr>
      <w:r w:rsidRPr="0014443E">
        <w:t>Ontwikkelen van nieuw product of dienst, of het doorontw</w:t>
      </w:r>
      <w:r w:rsidR="006A7455" w:rsidRPr="0014443E">
        <w:t xml:space="preserve">ikkelen van een bestaand product of dienst (zie ook </w:t>
      </w:r>
      <w:r w:rsidR="00824EC1" w:rsidRPr="0014443E">
        <w:fldChar w:fldCharType="begin"/>
      </w:r>
      <w:r w:rsidR="00824EC1" w:rsidRPr="0014443E">
        <w:instrText xml:space="preserve"> REF _Ref194002595 \n \h </w:instrText>
      </w:r>
      <w:r w:rsidR="0014443E">
        <w:instrText xml:space="preserve"> \* MERGEFORMAT </w:instrText>
      </w:r>
      <w:r w:rsidR="00824EC1" w:rsidRPr="0014443E">
        <w:fldChar w:fldCharType="separate"/>
      </w:r>
      <w:r w:rsidR="0014047A">
        <w:t>6.1</w:t>
      </w:r>
      <w:r w:rsidR="00824EC1" w:rsidRPr="0014443E">
        <w:fldChar w:fldCharType="end"/>
      </w:r>
      <w:r w:rsidR="006A7455" w:rsidRPr="0014443E">
        <w:t>)</w:t>
      </w:r>
      <w:r w:rsidR="00430E02" w:rsidRPr="0014443E">
        <w:t>;</w:t>
      </w:r>
    </w:p>
    <w:p w14:paraId="2B3FC43B" w14:textId="2E35D454" w:rsidR="00032E7A" w:rsidRPr="00035FDC" w:rsidRDefault="006A7455" w:rsidP="0042258C">
      <w:pPr>
        <w:pStyle w:val="Lijstalinea"/>
        <w:numPr>
          <w:ilvl w:val="0"/>
          <w:numId w:val="20"/>
        </w:numPr>
      </w:pPr>
      <w:r w:rsidRPr="00035FDC">
        <w:t>Doorvoeren van een wijziging in een proces en/of het systeem om prestaties te verbeteren</w:t>
      </w:r>
      <w:r w:rsidR="00E40B8D" w:rsidRPr="00035FDC">
        <w:t xml:space="preserve"> (zie </w:t>
      </w:r>
      <w:r w:rsidR="00E40B8D" w:rsidRPr="00035FDC">
        <w:fldChar w:fldCharType="begin"/>
      </w:r>
      <w:r w:rsidR="00E40B8D" w:rsidRPr="00035FDC">
        <w:instrText xml:space="preserve"> REF _Ref143024870 \n \h </w:instrText>
      </w:r>
      <w:r w:rsidR="00234E95" w:rsidRPr="00035FDC">
        <w:instrText xml:space="preserve"> \* MERGEFORMAT </w:instrText>
      </w:r>
      <w:r w:rsidR="00E40B8D" w:rsidRPr="00035FDC">
        <w:fldChar w:fldCharType="separate"/>
      </w:r>
      <w:r w:rsidR="0014047A">
        <w:t>6.3</w:t>
      </w:r>
      <w:r w:rsidR="00E40B8D" w:rsidRPr="00035FDC">
        <w:fldChar w:fldCharType="end"/>
      </w:r>
      <w:r w:rsidR="00E40B8D" w:rsidRPr="00035FDC">
        <w:t xml:space="preserve"> </w:t>
      </w:r>
      <w:r w:rsidR="00E40B8D" w:rsidRPr="00035FDC">
        <w:fldChar w:fldCharType="begin"/>
      </w:r>
      <w:r w:rsidR="00E40B8D" w:rsidRPr="00035FDC">
        <w:instrText xml:space="preserve"> REF _Ref143024870 \h </w:instrText>
      </w:r>
      <w:r w:rsidR="00234E95" w:rsidRPr="00035FDC">
        <w:instrText xml:space="preserve"> \* MERGEFORMAT </w:instrText>
      </w:r>
      <w:r w:rsidR="00E40B8D" w:rsidRPr="00035FDC">
        <w:fldChar w:fldCharType="separate"/>
      </w:r>
      <w:r w:rsidR="0014047A" w:rsidRPr="00F91AFB">
        <w:t>Wijzigen van processen en/of systeem</w:t>
      </w:r>
      <w:r w:rsidR="00E40B8D" w:rsidRPr="00035FDC">
        <w:fldChar w:fldCharType="end"/>
      </w:r>
      <w:r w:rsidR="00E40B8D" w:rsidRPr="00035FDC">
        <w:t>)</w:t>
      </w:r>
      <w:r w:rsidR="00430E02" w:rsidRPr="00035FDC">
        <w:t>;</w:t>
      </w:r>
      <w:r w:rsidR="00E40B8D" w:rsidRPr="00035FDC">
        <w:t xml:space="preserve"> of</w:t>
      </w:r>
      <w:r w:rsidR="00345B6C" w:rsidRPr="00035FDC">
        <w:t xml:space="preserve"> </w:t>
      </w:r>
    </w:p>
    <w:p w14:paraId="570D3D02" w14:textId="77777777" w:rsidR="0014047A" w:rsidRPr="009112F4" w:rsidRDefault="00430E02" w:rsidP="0014047A">
      <w:pPr>
        <w:pStyle w:val="Lijstalinea"/>
        <w:numPr>
          <w:ilvl w:val="0"/>
          <w:numId w:val="20"/>
        </w:numPr>
      </w:pPr>
      <w:r w:rsidRPr="00035FDC">
        <w:t>Investeren in middelen, training of andersoortige ondersteuning van de operationele processen</w:t>
      </w:r>
      <w:r w:rsidR="00E40B8D" w:rsidRPr="00035FDC">
        <w:t xml:space="preserve"> (zie </w:t>
      </w:r>
      <w:r w:rsidR="00917DE1" w:rsidRPr="00035FDC">
        <w:fldChar w:fldCharType="begin"/>
      </w:r>
      <w:r w:rsidR="00917DE1" w:rsidRPr="00035FDC">
        <w:instrText xml:space="preserve"> REF _Ref143024907 \h </w:instrText>
      </w:r>
      <w:r w:rsidR="00234E95" w:rsidRPr="00035FDC">
        <w:instrText xml:space="preserve"> \* MERGEFORMAT </w:instrText>
      </w:r>
      <w:r w:rsidR="00917DE1" w:rsidRPr="00035FDC">
        <w:fldChar w:fldCharType="separate"/>
      </w:r>
      <w:r w:rsidR="0014047A">
        <w:t>6.5.1</w:t>
      </w:r>
      <w:r w:rsidR="0014047A" w:rsidRPr="009112F4">
        <w:t xml:space="preserve"> </w:t>
      </w:r>
      <w:r w:rsidR="0014047A" w:rsidRPr="00A010FF">
        <w:t>Beschikbaar stellen middelen</w:t>
      </w:r>
    </w:p>
    <w:p w14:paraId="31EA5AF5" w14:textId="77777777" w:rsidR="0014047A" w:rsidRPr="00071515" w:rsidRDefault="0014047A" w:rsidP="00071515">
      <w:pPr>
        <w:pStyle w:val="Kop2"/>
      </w:pPr>
      <w:r w:rsidRPr="00071515">
        <w:t>Ondersteuning van operationele processen</w:t>
      </w:r>
    </w:p>
    <w:p w14:paraId="0813FCE0" w14:textId="6AD9693E" w:rsidR="006A7455" w:rsidRPr="0014443E" w:rsidRDefault="0014047A" w:rsidP="00A844F3">
      <w:pPr>
        <w:pStyle w:val="Lijstalinea"/>
        <w:numPr>
          <w:ilvl w:val="0"/>
          <w:numId w:val="20"/>
        </w:numPr>
      </w:pPr>
      <w:r w:rsidRPr="00A010FF">
        <w:t>Beschikbaar stellen middelen</w:t>
      </w:r>
      <w:r w:rsidR="00917DE1" w:rsidRPr="00035FDC">
        <w:fldChar w:fldCharType="end"/>
      </w:r>
      <w:r w:rsidR="00A844F3">
        <w:t xml:space="preserve"> </w:t>
      </w:r>
      <w:r w:rsidR="00917DE1" w:rsidRPr="0014443E">
        <w:fldChar w:fldCharType="begin"/>
      </w:r>
      <w:r w:rsidR="00917DE1" w:rsidRPr="0014443E">
        <w:instrText xml:space="preserve"> REF _Ref143024921 \n \h </w:instrText>
      </w:r>
      <w:r w:rsidR="00234E95" w:rsidRPr="0014443E">
        <w:instrText xml:space="preserve"> \* MERGEFORMAT </w:instrText>
      </w:r>
      <w:r w:rsidR="00917DE1" w:rsidRPr="0014443E">
        <w:fldChar w:fldCharType="separate"/>
      </w:r>
      <w:r>
        <w:t>6.5.2</w:t>
      </w:r>
      <w:r w:rsidR="00917DE1" w:rsidRPr="0014443E">
        <w:fldChar w:fldCharType="end"/>
      </w:r>
      <w:r w:rsidR="00917DE1" w:rsidRPr="0014443E">
        <w:t xml:space="preserve">, </w:t>
      </w:r>
      <w:r w:rsidR="00917DE1" w:rsidRPr="0014443E">
        <w:fldChar w:fldCharType="begin"/>
      </w:r>
      <w:r w:rsidR="00917DE1" w:rsidRPr="0014443E">
        <w:instrText xml:space="preserve"> REF _Ref143024935 \n \h </w:instrText>
      </w:r>
      <w:r w:rsidR="00234E95" w:rsidRPr="0014443E">
        <w:instrText xml:space="preserve"> \* MERGEFORMAT </w:instrText>
      </w:r>
      <w:r w:rsidR="00917DE1" w:rsidRPr="0014443E">
        <w:fldChar w:fldCharType="separate"/>
      </w:r>
      <w:r>
        <w:t>6.5.3</w:t>
      </w:r>
      <w:r w:rsidR="00917DE1" w:rsidRPr="0014443E">
        <w:fldChar w:fldCharType="end"/>
      </w:r>
      <w:r w:rsidR="00917DE1" w:rsidRPr="0014443E">
        <w:t xml:space="preserve">, </w:t>
      </w:r>
      <w:r w:rsidR="00917DE1" w:rsidRPr="0014443E">
        <w:fldChar w:fldCharType="begin"/>
      </w:r>
      <w:r w:rsidR="00917DE1" w:rsidRPr="0014443E">
        <w:instrText xml:space="preserve"> REF _Ref143024953 \n \h </w:instrText>
      </w:r>
      <w:r w:rsidR="00234E95" w:rsidRPr="0014443E">
        <w:instrText xml:space="preserve"> \* MERGEFORMAT </w:instrText>
      </w:r>
      <w:r w:rsidR="00917DE1" w:rsidRPr="0014443E">
        <w:fldChar w:fldCharType="separate"/>
      </w:r>
      <w:r>
        <w:t>6.5.4</w:t>
      </w:r>
      <w:r w:rsidR="00917DE1" w:rsidRPr="0014443E">
        <w:fldChar w:fldCharType="end"/>
      </w:r>
      <w:r w:rsidR="00917DE1" w:rsidRPr="0014443E">
        <w:t xml:space="preserve"> en </w:t>
      </w:r>
      <w:r w:rsidR="00917DE1" w:rsidRPr="0014443E">
        <w:fldChar w:fldCharType="begin"/>
      </w:r>
      <w:r w:rsidR="00917DE1" w:rsidRPr="0014443E">
        <w:instrText xml:space="preserve"> REF _Ref143024209 \n \h </w:instrText>
      </w:r>
      <w:r w:rsidR="00234E95" w:rsidRPr="0014443E">
        <w:instrText xml:space="preserve"> \* MERGEFORMAT </w:instrText>
      </w:r>
      <w:r w:rsidR="00917DE1" w:rsidRPr="0014443E">
        <w:fldChar w:fldCharType="separate"/>
      </w:r>
      <w:r>
        <w:t>6.5.5</w:t>
      </w:r>
      <w:r w:rsidR="00917DE1" w:rsidRPr="0014443E">
        <w:fldChar w:fldCharType="end"/>
      </w:r>
      <w:r w:rsidR="00917DE1" w:rsidRPr="0014443E">
        <w:t>)</w:t>
      </w:r>
      <w:r w:rsidR="00430E02" w:rsidRPr="0014443E">
        <w:t>.</w:t>
      </w:r>
    </w:p>
    <w:p w14:paraId="25F23137" w14:textId="096E086F" w:rsidR="00C3024C" w:rsidRPr="00CE2FA2" w:rsidRDefault="00C3024C" w:rsidP="00CC2907">
      <w:pPr>
        <w:pStyle w:val="verborgentekst"/>
      </w:pPr>
      <w:r w:rsidRPr="00035FDC">
        <w:t xml:space="preserve">Ga verder met </w:t>
      </w:r>
      <w:r w:rsidRPr="00035FDC">
        <w:fldChar w:fldCharType="begin"/>
      </w:r>
      <w:r w:rsidRPr="00035FDC">
        <w:instrText xml:space="preserve"> REF _Ref194002595 \w \h  \* MERGEFORMAT </w:instrText>
      </w:r>
      <w:r w:rsidRPr="00035FDC">
        <w:fldChar w:fldCharType="separate"/>
      </w:r>
      <w:r w:rsidR="0014047A">
        <w:t>6.1</w:t>
      </w:r>
      <w:r w:rsidRPr="00035FDC">
        <w:fldChar w:fldCharType="end"/>
      </w:r>
      <w:r w:rsidRPr="00035FDC">
        <w:t xml:space="preserve"> </w:t>
      </w:r>
      <w:r w:rsidRPr="00035FDC">
        <w:fldChar w:fldCharType="begin"/>
      </w:r>
      <w:r w:rsidRPr="00035FDC">
        <w:instrText xml:space="preserve"> REF _Ref194002602 \h  \* MERGEFORMAT </w:instrText>
      </w:r>
      <w:r w:rsidRPr="00035FDC">
        <w:fldChar w:fldCharType="separate"/>
      </w:r>
      <w:r w:rsidR="0014047A" w:rsidRPr="009907F8">
        <w:t>Ontwerpen en verbeteren van producten en diensten</w:t>
      </w:r>
      <w:r w:rsidRPr="00035FDC">
        <w:fldChar w:fldCharType="end"/>
      </w:r>
    </w:p>
    <w:p w14:paraId="7B4BCD5B" w14:textId="6ACF4E61" w:rsidR="009B4BF2" w:rsidRDefault="009B4BF2" w:rsidP="00E149EC">
      <w:pPr>
        <w:pStyle w:val="Kop8"/>
      </w:pPr>
      <w:bookmarkStart w:id="116" w:name="_Toc204442031"/>
      <w:r>
        <w:lastRenderedPageBreak/>
        <w:t xml:space="preserve">Kruisverwijzing </w:t>
      </w:r>
      <w:r w:rsidR="005F653F">
        <w:t>ISO 9001</w:t>
      </w:r>
      <w:bookmarkEnd w:id="116"/>
    </w:p>
    <w:p w14:paraId="58CDC6DC" w14:textId="2BD3CAB2" w:rsidR="00FD6EA7" w:rsidRDefault="00FD6EA7" w:rsidP="00035FDC">
      <w:pPr>
        <w:pStyle w:val="verborgentekst"/>
        <w:rPr>
          <w:b/>
          <w:bCs/>
          <w:u w:val="single"/>
        </w:rPr>
      </w:pPr>
      <w:r w:rsidRPr="00035FDC">
        <w:rPr>
          <w:b/>
          <w:bCs/>
          <w:u w:val="single"/>
        </w:rPr>
        <w:t>Stap 58</w:t>
      </w:r>
    </w:p>
    <w:p w14:paraId="18EF9862" w14:textId="0C3C7AED" w:rsidR="00A42818" w:rsidRDefault="00A42818" w:rsidP="00035FDC">
      <w:pPr>
        <w:pStyle w:val="verborgentekst"/>
      </w:pPr>
      <w:r>
        <w:t xml:space="preserve">De processen van [organisatie] zijn uiteraard uniek. Daarom is het onmogelijk om vooraf </w:t>
      </w:r>
      <w:r w:rsidR="006C662F">
        <w:t>de gehele kruisverwijzingtabel in te vullen. Loop alle verwijzingen na en vul met name de verwijzingen in hoofdstuk 8 van ISO 9001 aan.</w:t>
      </w:r>
    </w:p>
    <w:p w14:paraId="1C54077B" w14:textId="20B5BB24" w:rsidR="00AA5A4A" w:rsidRPr="00A42818" w:rsidRDefault="00AA5A4A" w:rsidP="00035FDC">
      <w:pPr>
        <w:pStyle w:val="verborgentekst"/>
      </w:pPr>
      <w:r>
        <w:t>In de kolom DOC/REC kun je zien voor welke paragrafen ISO 9001 eist dat er gedocumenteerde informatie beschikbaar is. Voor alle andere paragrafen is dat je eigen keuze. Je ziet</w:t>
      </w:r>
      <w:r w:rsidR="00731E16">
        <w:t xml:space="preserve"> dat er ook bij de meeste eisen waar dit niet vereist is, toch een verwijzing staat naar een of meerdere paragrafen in je Bedrijfshandboek of Operationeel Handboek. Je kunt er in de loop van de tijd voor kiezen om minder vast te leggen. Maar dan wel met de overtuiging dat de eis op een andere wijze is geborgd. Je geeft dan in de betreffende cel van de tabel aan hoe deze borging eruit ziet.</w:t>
      </w:r>
    </w:p>
    <w:p w14:paraId="073258DF" w14:textId="0C182B21" w:rsidR="00872831" w:rsidRDefault="00B926EF" w:rsidP="00B926EF">
      <w:r>
        <w:t xml:space="preserve">In onderstaande tabel is aangegeven hoe het managementsysteem van </w:t>
      </w:r>
      <w:sdt>
        <w:sdtPr>
          <w:alias w:val="Bedrijf"/>
          <w:tag w:val=""/>
          <w:id w:val="1621947352"/>
          <w:placeholder>
            <w:docPart w:val="287713580C214DA8B840B67D2DAFD9B6"/>
          </w:placeholder>
          <w:dataBinding w:prefixMappings="xmlns:ns0='http://schemas.openxmlformats.org/officeDocument/2006/extended-properties' " w:xpath="/ns0:Properties[1]/ns0:Company[1]" w:storeItemID="{6668398D-A668-4E3E-A5EB-62B293D839F1}"/>
          <w:text/>
        </w:sdtPr>
        <w:sdtContent>
          <w:r w:rsidR="00731E16">
            <w:t>[Organisatie]</w:t>
          </w:r>
        </w:sdtContent>
      </w:sdt>
      <w:r>
        <w:t xml:space="preserve"> zich verhoudt tot de eisen uit </w:t>
      </w:r>
      <w:r w:rsidR="00872831">
        <w:t>ISO 900</w:t>
      </w:r>
      <w:r>
        <w:t xml:space="preserve">1. </w:t>
      </w:r>
    </w:p>
    <w:tbl>
      <w:tblPr>
        <w:tblStyle w:val="Tabelraster"/>
        <w:tblW w:w="0" w:type="auto"/>
        <w:tblLook w:val="04A0" w:firstRow="1" w:lastRow="0" w:firstColumn="1" w:lastColumn="0" w:noHBand="0" w:noVBand="1"/>
      </w:tblPr>
      <w:tblGrid>
        <w:gridCol w:w="844"/>
        <w:gridCol w:w="3662"/>
        <w:gridCol w:w="756"/>
        <w:gridCol w:w="3800"/>
      </w:tblGrid>
      <w:tr w:rsidR="00270248" w14:paraId="7AD61760" w14:textId="77777777" w:rsidTr="001A2E45">
        <w:trPr>
          <w:tblHeader/>
        </w:trPr>
        <w:tc>
          <w:tcPr>
            <w:tcW w:w="846" w:type="dxa"/>
          </w:tcPr>
          <w:p w14:paraId="77A78DE3" w14:textId="01BE1735" w:rsidR="00270248" w:rsidRDefault="00270248" w:rsidP="00B926EF">
            <w:r>
              <w:t>Par.</w:t>
            </w:r>
          </w:p>
        </w:tc>
        <w:tc>
          <w:tcPr>
            <w:tcW w:w="3684" w:type="dxa"/>
          </w:tcPr>
          <w:p w14:paraId="71FB3FC3" w14:textId="6D387C84" w:rsidR="00270248" w:rsidRDefault="00270248" w:rsidP="00B926EF">
            <w:r>
              <w:t>Eis</w:t>
            </w:r>
          </w:p>
        </w:tc>
        <w:tc>
          <w:tcPr>
            <w:tcW w:w="710" w:type="dxa"/>
          </w:tcPr>
          <w:p w14:paraId="4ECA173F" w14:textId="4EFE4402" w:rsidR="00270248" w:rsidRDefault="00AA5A4A" w:rsidP="00B926EF">
            <w:r>
              <w:t>DOC/ REC</w:t>
            </w:r>
          </w:p>
        </w:tc>
        <w:sdt>
          <w:sdtPr>
            <w:alias w:val="Bedrijf"/>
            <w:tag w:val=""/>
            <w:id w:val="-249975264"/>
            <w:placeholder>
              <w:docPart w:val="0BA46A81616A44FC939F3D94D52B7F09"/>
            </w:placeholder>
            <w:dataBinding w:prefixMappings="xmlns:ns0='http://schemas.openxmlformats.org/officeDocument/2006/extended-properties' " w:xpath="/ns0:Properties[1]/ns0:Company[1]" w:storeItemID="{6668398D-A668-4E3E-A5EB-62B293D839F1}"/>
            <w:text/>
          </w:sdtPr>
          <w:sdtContent>
            <w:tc>
              <w:tcPr>
                <w:tcW w:w="3822" w:type="dxa"/>
              </w:tcPr>
              <w:p w14:paraId="39EAAC05" w14:textId="67F6A4FE" w:rsidR="00270248" w:rsidRDefault="00AF6EA6" w:rsidP="00B926EF">
                <w:r>
                  <w:t>[Organisatie]</w:t>
                </w:r>
              </w:p>
            </w:tc>
          </w:sdtContent>
        </w:sdt>
      </w:tr>
      <w:tr w:rsidR="00270248" w14:paraId="0FC07CCB" w14:textId="77777777" w:rsidTr="001A2E45">
        <w:tc>
          <w:tcPr>
            <w:tcW w:w="846" w:type="dxa"/>
          </w:tcPr>
          <w:p w14:paraId="2F280E4B" w14:textId="5F574C3F" w:rsidR="00270248" w:rsidRDefault="00270248" w:rsidP="00B926EF">
            <w:r>
              <w:t>4.</w:t>
            </w:r>
          </w:p>
        </w:tc>
        <w:tc>
          <w:tcPr>
            <w:tcW w:w="3684" w:type="dxa"/>
          </w:tcPr>
          <w:p w14:paraId="2EB9212C" w14:textId="1236EE1A" w:rsidR="00270248" w:rsidRDefault="00270248" w:rsidP="00B926EF">
            <w:r>
              <w:t>Context van de organisatie</w:t>
            </w:r>
          </w:p>
        </w:tc>
        <w:tc>
          <w:tcPr>
            <w:tcW w:w="710" w:type="dxa"/>
          </w:tcPr>
          <w:p w14:paraId="0F3A6B3B" w14:textId="77777777" w:rsidR="00270248" w:rsidRDefault="00270248" w:rsidP="00B926EF"/>
        </w:tc>
        <w:tc>
          <w:tcPr>
            <w:tcW w:w="3822" w:type="dxa"/>
          </w:tcPr>
          <w:p w14:paraId="4F306C88" w14:textId="3DFB9CCF" w:rsidR="00270248" w:rsidRPr="00270248" w:rsidRDefault="001E09A9" w:rsidP="00B926EF">
            <w:pPr>
              <w:rPr>
                <w:highlight w:val="yellow"/>
              </w:rPr>
            </w:pPr>
            <w:r>
              <w:rPr>
                <w:highlight w:val="yellow"/>
              </w:rPr>
              <w:t>(alleen titel)</w:t>
            </w:r>
          </w:p>
        </w:tc>
      </w:tr>
      <w:tr w:rsidR="00270248" w14:paraId="076E52E5" w14:textId="77777777" w:rsidTr="001A2E45">
        <w:tc>
          <w:tcPr>
            <w:tcW w:w="846" w:type="dxa"/>
          </w:tcPr>
          <w:p w14:paraId="0CF99DFE" w14:textId="1E4F651E" w:rsidR="00270248" w:rsidRDefault="00270248" w:rsidP="00B926EF">
            <w:r>
              <w:t>4.1</w:t>
            </w:r>
          </w:p>
        </w:tc>
        <w:tc>
          <w:tcPr>
            <w:tcW w:w="3684" w:type="dxa"/>
          </w:tcPr>
          <w:p w14:paraId="5F2EDB5C" w14:textId="31C3DE7C" w:rsidR="00270248" w:rsidRDefault="00270248" w:rsidP="00B926EF">
            <w:r>
              <w:t>Inzicht in de organisatie en haar context</w:t>
            </w:r>
          </w:p>
        </w:tc>
        <w:tc>
          <w:tcPr>
            <w:tcW w:w="710" w:type="dxa"/>
          </w:tcPr>
          <w:p w14:paraId="23A23A35" w14:textId="77777777" w:rsidR="00270248" w:rsidRDefault="00270248" w:rsidP="00B926EF"/>
        </w:tc>
        <w:tc>
          <w:tcPr>
            <w:tcW w:w="3822" w:type="dxa"/>
          </w:tcPr>
          <w:p w14:paraId="219FB84E" w14:textId="6BA07B47" w:rsidR="00270248" w:rsidRPr="00270248" w:rsidRDefault="008C667E" w:rsidP="00B926EF">
            <w:pPr>
              <w:rPr>
                <w:highlight w:val="yellow"/>
              </w:rPr>
            </w:pPr>
            <w:r>
              <w:rPr>
                <w:highlight w:val="yellow"/>
              </w:rPr>
              <w:fldChar w:fldCharType="begin"/>
            </w:r>
            <w:r>
              <w:rPr>
                <w:highlight w:val="yellow"/>
              </w:rPr>
              <w:instrText xml:space="preserve"> REF _Ref199416393 \n \h </w:instrText>
            </w:r>
            <w:r>
              <w:rPr>
                <w:highlight w:val="yellow"/>
              </w:rPr>
            </w:r>
            <w:r>
              <w:rPr>
                <w:highlight w:val="yellow"/>
              </w:rPr>
              <w:fldChar w:fldCharType="separate"/>
            </w:r>
            <w:r w:rsidR="0014047A">
              <w:rPr>
                <w:highlight w:val="yellow"/>
              </w:rPr>
              <w:t>4.2.2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_Ref199416396 \h </w:instrText>
            </w:r>
            <w:r>
              <w:rPr>
                <w:highlight w:val="yellow"/>
              </w:rPr>
            </w:r>
            <w:r>
              <w:rPr>
                <w:highlight w:val="yellow"/>
              </w:rPr>
              <w:fldChar w:fldCharType="separate"/>
            </w:r>
            <w:r w:rsidR="0014047A" w:rsidRPr="007D558C">
              <w:t>Issues vanuit de context</w:t>
            </w:r>
            <w:r>
              <w:rPr>
                <w:highlight w:val="yellow"/>
              </w:rPr>
              <w:fldChar w:fldCharType="end"/>
            </w:r>
          </w:p>
        </w:tc>
      </w:tr>
      <w:tr w:rsidR="00270248" w:rsidRPr="0096377D" w14:paraId="643BF9F6" w14:textId="77777777" w:rsidTr="001A2E45">
        <w:tc>
          <w:tcPr>
            <w:tcW w:w="846" w:type="dxa"/>
          </w:tcPr>
          <w:p w14:paraId="68CEB9C5" w14:textId="6D396559" w:rsidR="00270248" w:rsidRDefault="00270248" w:rsidP="00B926EF">
            <w:r>
              <w:t>4.2</w:t>
            </w:r>
          </w:p>
        </w:tc>
        <w:tc>
          <w:tcPr>
            <w:tcW w:w="3684" w:type="dxa"/>
          </w:tcPr>
          <w:p w14:paraId="5DB99D65" w14:textId="5087996B" w:rsidR="00270248" w:rsidRDefault="00270248" w:rsidP="00B926EF">
            <w:r>
              <w:t>Inzicht in de behoeften en verwachtingen van belanghebbenden</w:t>
            </w:r>
          </w:p>
        </w:tc>
        <w:tc>
          <w:tcPr>
            <w:tcW w:w="710" w:type="dxa"/>
          </w:tcPr>
          <w:p w14:paraId="34D81BEF" w14:textId="77777777" w:rsidR="00270248" w:rsidRDefault="00270248" w:rsidP="00B926EF"/>
        </w:tc>
        <w:tc>
          <w:tcPr>
            <w:tcW w:w="3822" w:type="dxa"/>
          </w:tcPr>
          <w:p w14:paraId="61B47D68" w14:textId="023EEAA2" w:rsidR="00270248" w:rsidRPr="00AF6EA6" w:rsidRDefault="008C667E" w:rsidP="00B926EF">
            <w:pPr>
              <w:rPr>
                <w:highlight w:val="yellow"/>
                <w:lang w:val="en-GB"/>
              </w:rPr>
            </w:pPr>
            <w:r>
              <w:rPr>
                <w:highlight w:val="yellow"/>
              </w:rPr>
              <w:fldChar w:fldCharType="begin"/>
            </w:r>
            <w:r w:rsidRPr="00AF6EA6">
              <w:rPr>
                <w:highlight w:val="yellow"/>
                <w:lang w:val="en-GB"/>
              </w:rPr>
              <w:instrText xml:space="preserve"> REF _Ref199416408 \n \h </w:instrText>
            </w:r>
            <w:r>
              <w:rPr>
                <w:highlight w:val="yellow"/>
              </w:rPr>
            </w:r>
            <w:r>
              <w:rPr>
                <w:highlight w:val="yellow"/>
              </w:rPr>
              <w:fldChar w:fldCharType="separate"/>
            </w:r>
            <w:r w:rsidR="0014047A">
              <w:rPr>
                <w:highlight w:val="yellow"/>
                <w:lang w:val="en-GB"/>
              </w:rPr>
              <w:t>4.2.3</w:t>
            </w:r>
            <w:r>
              <w:rPr>
                <w:highlight w:val="yellow"/>
              </w:rPr>
              <w:fldChar w:fldCharType="end"/>
            </w:r>
            <w:r w:rsidR="001E09A9" w:rsidRPr="001E09A9">
              <w:rPr>
                <w:highlight w:val="yellow"/>
                <w:lang w:val="en-GB"/>
              </w:rPr>
              <w:t xml:space="preserve"> </w:t>
            </w:r>
            <w:r>
              <w:rPr>
                <w:highlight w:val="yellow"/>
              </w:rPr>
              <w:fldChar w:fldCharType="begin"/>
            </w:r>
            <w:r w:rsidRPr="00AF6EA6">
              <w:rPr>
                <w:highlight w:val="yellow"/>
                <w:lang w:val="en-GB"/>
              </w:rPr>
              <w:instrText xml:space="preserve"> REF _Ref199416412 \h </w:instrText>
            </w:r>
            <w:r>
              <w:rPr>
                <w:highlight w:val="yellow"/>
              </w:rPr>
            </w:r>
            <w:r>
              <w:rPr>
                <w:highlight w:val="yellow"/>
              </w:rPr>
              <w:fldChar w:fldCharType="separate"/>
            </w:r>
            <w:r w:rsidR="0014047A" w:rsidRPr="007D558C">
              <w:rPr>
                <w:lang w:val="en-GB"/>
              </w:rPr>
              <w:t xml:space="preserve">Supply chain(s) van </w:t>
            </w:r>
            <w:sdt>
              <w:sdtPr>
                <w:rPr>
                  <w:lang w:val="en-GB"/>
                </w:rPr>
                <w:alias w:val="Bedrijf"/>
                <w:tag w:val=""/>
                <w:id w:val="477880306"/>
                <w:placeholder>
                  <w:docPart w:val="97800AFB90FC415E9E34393853B6B30E"/>
                </w:placeholder>
                <w:dataBinding w:prefixMappings="xmlns:ns0='http://schemas.openxmlformats.org/officeDocument/2006/extended-properties' " w:xpath="/ns0:Properties[1]/ns0:Company[1]" w:storeItemID="{6668398D-A668-4E3E-A5EB-62B293D839F1}"/>
                <w:text/>
              </w:sdtPr>
              <w:sdtContent>
                <w:r w:rsidR="0014047A" w:rsidRPr="007D558C">
                  <w:rPr>
                    <w:lang w:val="en-GB"/>
                  </w:rPr>
                  <w:t>[Organisatie]</w:t>
                </w:r>
              </w:sdtContent>
            </w:sdt>
            <w:r>
              <w:rPr>
                <w:highlight w:val="yellow"/>
              </w:rPr>
              <w:fldChar w:fldCharType="end"/>
            </w:r>
          </w:p>
        </w:tc>
      </w:tr>
      <w:tr w:rsidR="00270248" w14:paraId="36F8569A" w14:textId="77777777" w:rsidTr="001A2E45">
        <w:tc>
          <w:tcPr>
            <w:tcW w:w="846" w:type="dxa"/>
          </w:tcPr>
          <w:p w14:paraId="6F398D39" w14:textId="158F0BD7" w:rsidR="00270248" w:rsidRDefault="00270248" w:rsidP="00B926EF">
            <w:r>
              <w:t>4.3</w:t>
            </w:r>
          </w:p>
        </w:tc>
        <w:tc>
          <w:tcPr>
            <w:tcW w:w="3684" w:type="dxa"/>
          </w:tcPr>
          <w:p w14:paraId="0DEBAAA9" w14:textId="65DA3580" w:rsidR="00270248" w:rsidRDefault="00CC669E" w:rsidP="00B926EF">
            <w:r>
              <w:t>Het toepassingsgebied van het kwaliteitsmanagementsysteem vaststellen</w:t>
            </w:r>
          </w:p>
        </w:tc>
        <w:tc>
          <w:tcPr>
            <w:tcW w:w="710" w:type="dxa"/>
          </w:tcPr>
          <w:p w14:paraId="24FEDF0D" w14:textId="5B21CCF8" w:rsidR="00270248" w:rsidRDefault="00CC669E" w:rsidP="00B926EF">
            <w:r>
              <w:t>Doc</w:t>
            </w:r>
          </w:p>
        </w:tc>
        <w:tc>
          <w:tcPr>
            <w:tcW w:w="3822" w:type="dxa"/>
          </w:tcPr>
          <w:p w14:paraId="60BFBE67" w14:textId="3DDC612A" w:rsidR="00270248" w:rsidRPr="00270248" w:rsidRDefault="008C667E" w:rsidP="00B926EF">
            <w:pPr>
              <w:rPr>
                <w:highlight w:val="yellow"/>
              </w:rPr>
            </w:pPr>
            <w:r>
              <w:rPr>
                <w:highlight w:val="yellow"/>
              </w:rPr>
              <w:fldChar w:fldCharType="begin"/>
            </w:r>
            <w:r>
              <w:rPr>
                <w:highlight w:val="yellow"/>
              </w:rPr>
              <w:instrText xml:space="preserve"> REF _Ref194435814 \n \h </w:instrText>
            </w:r>
            <w:r>
              <w:rPr>
                <w:highlight w:val="yellow"/>
              </w:rPr>
            </w:r>
            <w:r>
              <w:rPr>
                <w:highlight w:val="yellow"/>
              </w:rPr>
              <w:fldChar w:fldCharType="separate"/>
            </w:r>
            <w:r w:rsidR="0014047A">
              <w:rPr>
                <w:highlight w:val="yellow"/>
              </w:rPr>
              <w:t>4.3</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_Ref194435814 \h </w:instrText>
            </w:r>
            <w:r>
              <w:rPr>
                <w:highlight w:val="yellow"/>
              </w:rPr>
            </w:r>
            <w:r>
              <w:rPr>
                <w:highlight w:val="yellow"/>
              </w:rPr>
              <w:fldChar w:fldCharType="separate"/>
            </w:r>
            <w:r w:rsidR="0014047A" w:rsidRPr="007D2A51">
              <w:t>Scope van het managementsysteem</w:t>
            </w:r>
            <w:r>
              <w:rPr>
                <w:highlight w:val="yellow"/>
              </w:rPr>
              <w:fldChar w:fldCharType="end"/>
            </w:r>
          </w:p>
        </w:tc>
      </w:tr>
      <w:tr w:rsidR="00CC669E" w14:paraId="7E7610C9" w14:textId="77777777" w:rsidTr="001A2E45">
        <w:tc>
          <w:tcPr>
            <w:tcW w:w="846" w:type="dxa"/>
          </w:tcPr>
          <w:p w14:paraId="03838199" w14:textId="1D51ECD6" w:rsidR="00CC669E" w:rsidRDefault="00CC669E" w:rsidP="00B926EF">
            <w:r>
              <w:t>4.4</w:t>
            </w:r>
          </w:p>
        </w:tc>
        <w:tc>
          <w:tcPr>
            <w:tcW w:w="3684" w:type="dxa"/>
          </w:tcPr>
          <w:p w14:paraId="670F809A" w14:textId="20C5C03E" w:rsidR="00CC669E" w:rsidRDefault="00CC669E" w:rsidP="00B926EF">
            <w:r>
              <w:t>Kwaliteitsmanagementsysteem en de processen ervan</w:t>
            </w:r>
          </w:p>
        </w:tc>
        <w:tc>
          <w:tcPr>
            <w:tcW w:w="710" w:type="dxa"/>
          </w:tcPr>
          <w:p w14:paraId="58C592B9" w14:textId="77777777" w:rsidR="00CC669E" w:rsidRDefault="00CC669E" w:rsidP="00B926EF"/>
        </w:tc>
        <w:tc>
          <w:tcPr>
            <w:tcW w:w="3822" w:type="dxa"/>
          </w:tcPr>
          <w:p w14:paraId="2E9AA9EF" w14:textId="27625ED1" w:rsidR="00CC669E" w:rsidRPr="00270248" w:rsidRDefault="00B506B3" w:rsidP="00B926EF">
            <w:pPr>
              <w:rPr>
                <w:highlight w:val="yellow"/>
              </w:rPr>
            </w:pPr>
            <w:r>
              <w:rPr>
                <w:highlight w:val="yellow"/>
              </w:rPr>
              <w:fldChar w:fldCharType="begin"/>
            </w:r>
            <w:r>
              <w:rPr>
                <w:highlight w:val="yellow"/>
              </w:rPr>
              <w:instrText xml:space="preserve"> REF _Ref194086881 \n \h </w:instrText>
            </w:r>
            <w:r>
              <w:rPr>
                <w:highlight w:val="yellow"/>
              </w:rPr>
            </w:r>
            <w:r>
              <w:rPr>
                <w:highlight w:val="yellow"/>
              </w:rPr>
              <w:fldChar w:fldCharType="separate"/>
            </w:r>
            <w:r w:rsidR="0014047A">
              <w:rPr>
                <w:highlight w:val="yellow"/>
              </w:rPr>
              <w:t>4.5</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_Ref194086881 \h </w:instrText>
            </w:r>
            <w:r>
              <w:rPr>
                <w:highlight w:val="yellow"/>
              </w:rPr>
            </w:r>
            <w:r>
              <w:rPr>
                <w:highlight w:val="yellow"/>
              </w:rPr>
              <w:fldChar w:fldCharType="separate"/>
            </w:r>
            <w:r w:rsidR="0014047A">
              <w:t xml:space="preserve">Opzet van het managementsysteem van </w:t>
            </w:r>
            <w:sdt>
              <w:sdtPr>
                <w:alias w:val="Bedrijf"/>
                <w:tag w:val=""/>
                <w:id w:val="-729383123"/>
                <w:placeholder>
                  <w:docPart w:val="316B5F390FC6439C806871542A6FB09D"/>
                </w:placeholder>
                <w:dataBinding w:prefixMappings="xmlns:ns0='http://schemas.openxmlformats.org/officeDocument/2006/extended-properties' " w:xpath="/ns0:Properties[1]/ns0:Company[1]" w:storeItemID="{6668398D-A668-4E3E-A5EB-62B293D839F1}"/>
                <w:text/>
              </w:sdtPr>
              <w:sdtContent>
                <w:r w:rsidR="0014047A">
                  <w:t>[Organisatie]</w:t>
                </w:r>
              </w:sdtContent>
            </w:sdt>
            <w:r>
              <w:rPr>
                <w:highlight w:val="yellow"/>
              </w:rPr>
              <w:fldChar w:fldCharType="end"/>
            </w:r>
          </w:p>
        </w:tc>
      </w:tr>
      <w:tr w:rsidR="00CC669E" w14:paraId="03A9BE46" w14:textId="77777777" w:rsidTr="001A2E45">
        <w:tc>
          <w:tcPr>
            <w:tcW w:w="846" w:type="dxa"/>
          </w:tcPr>
          <w:p w14:paraId="629159BD" w14:textId="2F4A97E2" w:rsidR="00CC669E" w:rsidRDefault="00CC669E" w:rsidP="00B926EF">
            <w:r>
              <w:t>5.</w:t>
            </w:r>
          </w:p>
        </w:tc>
        <w:tc>
          <w:tcPr>
            <w:tcW w:w="3684" w:type="dxa"/>
          </w:tcPr>
          <w:p w14:paraId="7D2C8B89" w14:textId="20178911" w:rsidR="00CC669E" w:rsidRDefault="00CC669E" w:rsidP="00B926EF">
            <w:r>
              <w:t>Leiderschap</w:t>
            </w:r>
          </w:p>
        </w:tc>
        <w:tc>
          <w:tcPr>
            <w:tcW w:w="710" w:type="dxa"/>
          </w:tcPr>
          <w:p w14:paraId="30F20BD8" w14:textId="77777777" w:rsidR="00CC669E" w:rsidRDefault="00CC669E" w:rsidP="00B926EF"/>
        </w:tc>
        <w:tc>
          <w:tcPr>
            <w:tcW w:w="3822" w:type="dxa"/>
          </w:tcPr>
          <w:p w14:paraId="50BD27B9" w14:textId="4F1F414D" w:rsidR="00CC669E" w:rsidRPr="00270248" w:rsidRDefault="001E09A9" w:rsidP="00B926EF">
            <w:pPr>
              <w:rPr>
                <w:highlight w:val="yellow"/>
              </w:rPr>
            </w:pPr>
            <w:r>
              <w:rPr>
                <w:highlight w:val="yellow"/>
              </w:rPr>
              <w:t>(alleen titel)</w:t>
            </w:r>
          </w:p>
        </w:tc>
      </w:tr>
      <w:tr w:rsidR="00CC669E" w14:paraId="0F162D28" w14:textId="77777777" w:rsidTr="001A2E45">
        <w:tc>
          <w:tcPr>
            <w:tcW w:w="846" w:type="dxa"/>
          </w:tcPr>
          <w:p w14:paraId="5C6E2C81" w14:textId="53E50C42" w:rsidR="00CC669E" w:rsidRDefault="00CC669E" w:rsidP="00B926EF">
            <w:r>
              <w:t>5.1</w:t>
            </w:r>
          </w:p>
        </w:tc>
        <w:tc>
          <w:tcPr>
            <w:tcW w:w="3684" w:type="dxa"/>
          </w:tcPr>
          <w:p w14:paraId="09AE46CE" w14:textId="6FC2526F" w:rsidR="00CC669E" w:rsidRDefault="00CC669E" w:rsidP="00B926EF">
            <w:r>
              <w:t>Leiderschap en betrokkenheid</w:t>
            </w:r>
          </w:p>
        </w:tc>
        <w:tc>
          <w:tcPr>
            <w:tcW w:w="710" w:type="dxa"/>
          </w:tcPr>
          <w:p w14:paraId="7DDEFC90" w14:textId="77777777" w:rsidR="00CC669E" w:rsidRDefault="00CC669E" w:rsidP="00B926EF"/>
        </w:tc>
        <w:tc>
          <w:tcPr>
            <w:tcW w:w="3822" w:type="dxa"/>
          </w:tcPr>
          <w:p w14:paraId="6E8C1533" w14:textId="267C60A5" w:rsidR="00CC669E" w:rsidRPr="00270248" w:rsidRDefault="001E09A9" w:rsidP="00B926EF">
            <w:pPr>
              <w:rPr>
                <w:highlight w:val="yellow"/>
              </w:rPr>
            </w:pPr>
            <w:r>
              <w:rPr>
                <w:highlight w:val="yellow"/>
              </w:rPr>
              <w:fldChar w:fldCharType="begin"/>
            </w:r>
            <w:r>
              <w:rPr>
                <w:highlight w:val="yellow"/>
              </w:rPr>
              <w:instrText xml:space="preserve"> REF _Ref199417156 \w \h </w:instrText>
            </w:r>
            <w:r>
              <w:rPr>
                <w:highlight w:val="yellow"/>
              </w:rPr>
            </w:r>
            <w:r>
              <w:rPr>
                <w:highlight w:val="yellow"/>
              </w:rPr>
              <w:fldChar w:fldCharType="separate"/>
            </w:r>
            <w:r w:rsidR="0014047A">
              <w:rPr>
                <w:highlight w:val="yellow"/>
              </w:rPr>
              <w:t>5.3</w:t>
            </w:r>
            <w:r>
              <w:rPr>
                <w:highlight w:val="yellow"/>
              </w:rPr>
              <w:fldChar w:fldCharType="end"/>
            </w:r>
            <w:r>
              <w:rPr>
                <w:highlight w:val="yellow"/>
              </w:rPr>
              <w:t xml:space="preserve"> </w:t>
            </w:r>
            <w:r>
              <w:rPr>
                <w:highlight w:val="yellow"/>
              </w:rPr>
              <w:fldChar w:fldCharType="begin"/>
            </w:r>
            <w:r>
              <w:rPr>
                <w:highlight w:val="yellow"/>
              </w:rPr>
              <w:instrText xml:space="preserve"> REF _Ref199417156 \h </w:instrText>
            </w:r>
            <w:r>
              <w:rPr>
                <w:highlight w:val="yellow"/>
              </w:rPr>
            </w:r>
            <w:r>
              <w:rPr>
                <w:highlight w:val="yellow"/>
              </w:rPr>
              <w:fldChar w:fldCharType="separate"/>
            </w:r>
            <w:r w:rsidR="0014047A">
              <w:t>Organisatie</w:t>
            </w:r>
            <w:r>
              <w:rPr>
                <w:highlight w:val="yellow"/>
              </w:rPr>
              <w:fldChar w:fldCharType="end"/>
            </w:r>
          </w:p>
        </w:tc>
      </w:tr>
      <w:tr w:rsidR="00CC669E" w14:paraId="53F83FE8" w14:textId="77777777" w:rsidTr="001A2E45">
        <w:tc>
          <w:tcPr>
            <w:tcW w:w="846" w:type="dxa"/>
          </w:tcPr>
          <w:p w14:paraId="3637E123" w14:textId="7891EA27" w:rsidR="00CC669E" w:rsidRDefault="00CC669E" w:rsidP="00B926EF">
            <w:r>
              <w:t>5.1.1</w:t>
            </w:r>
          </w:p>
        </w:tc>
        <w:tc>
          <w:tcPr>
            <w:tcW w:w="3684" w:type="dxa"/>
          </w:tcPr>
          <w:p w14:paraId="18C4DE9F" w14:textId="012CB28A" w:rsidR="00CC669E" w:rsidRDefault="00CC669E" w:rsidP="00B926EF">
            <w:r>
              <w:t>Algemeen</w:t>
            </w:r>
          </w:p>
        </w:tc>
        <w:tc>
          <w:tcPr>
            <w:tcW w:w="710" w:type="dxa"/>
          </w:tcPr>
          <w:p w14:paraId="539D4A9C" w14:textId="77777777" w:rsidR="00CC669E" w:rsidRDefault="00CC669E" w:rsidP="00B926EF"/>
        </w:tc>
        <w:tc>
          <w:tcPr>
            <w:tcW w:w="3822" w:type="dxa"/>
          </w:tcPr>
          <w:p w14:paraId="54441C23" w14:textId="1C3AFFB3" w:rsidR="00CC669E" w:rsidRPr="00270248" w:rsidRDefault="00B506B3" w:rsidP="00B926EF">
            <w:pPr>
              <w:rPr>
                <w:highlight w:val="yellow"/>
              </w:rPr>
            </w:pPr>
            <w:r>
              <w:rPr>
                <w:highlight w:val="yellow"/>
              </w:rPr>
              <w:fldChar w:fldCharType="begin"/>
            </w:r>
            <w:r>
              <w:rPr>
                <w:highlight w:val="yellow"/>
              </w:rPr>
              <w:instrText xml:space="preserve"> REF _Ref142938018 \n \h </w:instrText>
            </w:r>
            <w:r>
              <w:rPr>
                <w:highlight w:val="yellow"/>
              </w:rPr>
            </w:r>
            <w:r>
              <w:rPr>
                <w:highlight w:val="yellow"/>
              </w:rPr>
              <w:fldChar w:fldCharType="separate"/>
            </w:r>
            <w:r w:rsidR="0014047A">
              <w:rPr>
                <w:highlight w:val="yellow"/>
              </w:rPr>
              <w:t>4.2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_Ref142938018 \h </w:instrText>
            </w:r>
            <w:r>
              <w:rPr>
                <w:highlight w:val="yellow"/>
              </w:rPr>
            </w:r>
            <w:r>
              <w:rPr>
                <w:highlight w:val="yellow"/>
              </w:rPr>
              <w:fldChar w:fldCharType="separate"/>
            </w:r>
            <w:r w:rsidR="0014047A" w:rsidRPr="006E2932">
              <w:t>Strategische richting</w:t>
            </w:r>
            <w:r>
              <w:rPr>
                <w:highlight w:val="yellow"/>
              </w:rPr>
              <w:fldChar w:fldCharType="end"/>
            </w:r>
          </w:p>
        </w:tc>
      </w:tr>
      <w:tr w:rsidR="00CC669E" w14:paraId="09394AD8" w14:textId="77777777" w:rsidTr="001A2E45">
        <w:tc>
          <w:tcPr>
            <w:tcW w:w="846" w:type="dxa"/>
          </w:tcPr>
          <w:p w14:paraId="6199B906" w14:textId="5CF0DE04" w:rsidR="00CC669E" w:rsidRDefault="00CC669E" w:rsidP="00B926EF">
            <w:r>
              <w:t>5.1.2</w:t>
            </w:r>
          </w:p>
        </w:tc>
        <w:tc>
          <w:tcPr>
            <w:tcW w:w="3684" w:type="dxa"/>
          </w:tcPr>
          <w:p w14:paraId="615C04F0" w14:textId="6D903BB5" w:rsidR="00CC669E" w:rsidRDefault="00CC669E" w:rsidP="00B926EF">
            <w:r>
              <w:t>Klantgerichtheid</w:t>
            </w:r>
          </w:p>
        </w:tc>
        <w:tc>
          <w:tcPr>
            <w:tcW w:w="710" w:type="dxa"/>
          </w:tcPr>
          <w:p w14:paraId="223666F9" w14:textId="77777777" w:rsidR="00CC669E" w:rsidRDefault="00CC669E" w:rsidP="00B926EF"/>
        </w:tc>
        <w:tc>
          <w:tcPr>
            <w:tcW w:w="3822" w:type="dxa"/>
          </w:tcPr>
          <w:p w14:paraId="1312B66F" w14:textId="2360D6BF" w:rsidR="001E09A9" w:rsidRDefault="00AF5FE7" w:rsidP="00B926EF">
            <w:pPr>
              <w:rPr>
                <w:highlight w:val="yellow"/>
              </w:rPr>
            </w:pPr>
            <w:r>
              <w:rPr>
                <w:highlight w:val="yellow"/>
              </w:rPr>
              <w:fldChar w:fldCharType="begin"/>
            </w:r>
            <w:r>
              <w:rPr>
                <w:highlight w:val="yellow"/>
              </w:rPr>
              <w:instrText xml:space="preserve"> REF _Ref186920674 \n \h </w:instrText>
            </w:r>
            <w:r>
              <w:rPr>
                <w:highlight w:val="yellow"/>
              </w:rPr>
            </w:r>
            <w:r>
              <w:rPr>
                <w:highlight w:val="yellow"/>
              </w:rPr>
              <w:fldChar w:fldCharType="separate"/>
            </w:r>
            <w:r w:rsidR="0014047A">
              <w:rPr>
                <w:highlight w:val="yellow"/>
              </w:rPr>
              <w:t>4.4.1</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_Ref186920674 \h </w:instrText>
            </w:r>
            <w:r>
              <w:rPr>
                <w:highlight w:val="yellow"/>
              </w:rPr>
            </w:r>
            <w:r>
              <w:rPr>
                <w:highlight w:val="yellow"/>
              </w:rPr>
              <w:fldChar w:fldCharType="separate"/>
            </w:r>
            <w:r w:rsidR="0014047A" w:rsidRPr="002D2C7D">
              <w:t>Eisen van klanten</w:t>
            </w:r>
            <w:r>
              <w:rPr>
                <w:highlight w:val="yellow"/>
              </w:rPr>
              <w:fldChar w:fldCharType="end"/>
            </w:r>
          </w:p>
          <w:p w14:paraId="1C1914A2" w14:textId="73C745CC" w:rsidR="00CC669E" w:rsidRPr="00270248" w:rsidRDefault="00AF5FE7" w:rsidP="00B926EF">
            <w:pPr>
              <w:rPr>
                <w:highlight w:val="yellow"/>
              </w:rPr>
            </w:pPr>
            <w:r>
              <w:rPr>
                <w:highlight w:val="yellow"/>
              </w:rPr>
              <w:fldChar w:fldCharType="begin"/>
            </w:r>
            <w:r>
              <w:rPr>
                <w:highlight w:val="yellow"/>
              </w:rPr>
              <w:instrText xml:space="preserve"> REF _Ref186922283 \n \h </w:instrText>
            </w:r>
            <w:r>
              <w:rPr>
                <w:highlight w:val="yellow"/>
              </w:rPr>
            </w:r>
            <w:r>
              <w:rPr>
                <w:highlight w:val="yellow"/>
              </w:rPr>
              <w:fldChar w:fldCharType="separate"/>
            </w:r>
            <w:r w:rsidR="0014047A">
              <w:rPr>
                <w:highlight w:val="yellow"/>
              </w:rPr>
              <w:t>4.4.2</w:t>
            </w:r>
            <w:r>
              <w:rPr>
                <w:highlight w:val="yellow"/>
              </w:rPr>
              <w:fldChar w:fldCharType="end"/>
            </w:r>
            <w:r w:rsidR="001E09A9">
              <w:rPr>
                <w:highlight w:val="yellow"/>
              </w:rPr>
              <w:t xml:space="preserve"> </w:t>
            </w:r>
            <w:r>
              <w:rPr>
                <w:highlight w:val="yellow"/>
              </w:rPr>
              <w:fldChar w:fldCharType="begin"/>
            </w:r>
            <w:r>
              <w:rPr>
                <w:highlight w:val="yellow"/>
              </w:rPr>
              <w:instrText xml:space="preserve"> REF _Ref186922283 \h </w:instrText>
            </w:r>
            <w:r>
              <w:rPr>
                <w:highlight w:val="yellow"/>
              </w:rPr>
            </w:r>
            <w:r>
              <w:rPr>
                <w:highlight w:val="yellow"/>
              </w:rPr>
              <w:fldChar w:fldCharType="separate"/>
            </w:r>
            <w:r w:rsidR="0014047A" w:rsidRPr="00F63FBE">
              <w:t>Eisen vanuit wet- en regelgeving (optioneel)</w:t>
            </w:r>
            <w:r>
              <w:rPr>
                <w:highlight w:val="yellow"/>
              </w:rPr>
              <w:fldChar w:fldCharType="end"/>
            </w:r>
          </w:p>
        </w:tc>
      </w:tr>
      <w:tr w:rsidR="00CC669E" w14:paraId="00AC8C48" w14:textId="77777777" w:rsidTr="001A2E45">
        <w:tc>
          <w:tcPr>
            <w:tcW w:w="846" w:type="dxa"/>
          </w:tcPr>
          <w:p w14:paraId="000C0716" w14:textId="4A6BE544" w:rsidR="00CC669E" w:rsidRDefault="00CC669E" w:rsidP="00B926EF">
            <w:r>
              <w:t>5.2</w:t>
            </w:r>
          </w:p>
        </w:tc>
        <w:tc>
          <w:tcPr>
            <w:tcW w:w="3684" w:type="dxa"/>
          </w:tcPr>
          <w:p w14:paraId="68787A22" w14:textId="513EBCBE" w:rsidR="00CC669E" w:rsidRDefault="00CC669E" w:rsidP="00B926EF">
            <w:r>
              <w:t>Beleid</w:t>
            </w:r>
          </w:p>
        </w:tc>
        <w:tc>
          <w:tcPr>
            <w:tcW w:w="710" w:type="dxa"/>
          </w:tcPr>
          <w:p w14:paraId="70F24B75" w14:textId="7622EF3A" w:rsidR="00CC669E" w:rsidRDefault="00CC669E" w:rsidP="00B926EF">
            <w:r>
              <w:t>Doc</w:t>
            </w:r>
          </w:p>
        </w:tc>
        <w:tc>
          <w:tcPr>
            <w:tcW w:w="3822" w:type="dxa"/>
          </w:tcPr>
          <w:p w14:paraId="1A45BE91" w14:textId="0248F1DF" w:rsidR="00CC669E" w:rsidRPr="00270248" w:rsidRDefault="00AF5FE7" w:rsidP="00B926EF">
            <w:pPr>
              <w:rPr>
                <w:highlight w:val="yellow"/>
              </w:rPr>
            </w:pPr>
            <w:r>
              <w:rPr>
                <w:highlight w:val="yellow"/>
              </w:rPr>
              <w:fldChar w:fldCharType="begin"/>
            </w:r>
            <w:r>
              <w:rPr>
                <w:highlight w:val="yellow"/>
              </w:rPr>
              <w:instrText xml:space="preserve"> REF _Ref142941073 \n \h </w:instrText>
            </w:r>
            <w:r>
              <w:rPr>
                <w:highlight w:val="yellow"/>
              </w:rPr>
            </w:r>
            <w:r>
              <w:rPr>
                <w:highlight w:val="yellow"/>
              </w:rPr>
              <w:fldChar w:fldCharType="separate"/>
            </w:r>
            <w:r w:rsidR="0014047A">
              <w:rPr>
                <w:highlight w:val="yellow"/>
              </w:rPr>
              <w:t>5.1</w:t>
            </w:r>
            <w:r>
              <w:rPr>
                <w:highlight w:val="yellow"/>
              </w:rPr>
              <w:fldChar w:fldCharType="end"/>
            </w:r>
            <w:r w:rsidR="000C3E41">
              <w:rPr>
                <w:highlight w:val="yellow"/>
              </w:rPr>
              <w:t xml:space="preserve"> </w:t>
            </w:r>
            <w:r>
              <w:rPr>
                <w:highlight w:val="yellow"/>
              </w:rPr>
              <w:fldChar w:fldCharType="begin"/>
            </w:r>
            <w:r>
              <w:rPr>
                <w:highlight w:val="yellow"/>
              </w:rPr>
              <w:instrText xml:space="preserve"> REF _Ref142941073 \h </w:instrText>
            </w:r>
            <w:r>
              <w:rPr>
                <w:highlight w:val="yellow"/>
              </w:rPr>
            </w:r>
            <w:r>
              <w:rPr>
                <w:highlight w:val="yellow"/>
              </w:rPr>
              <w:fldChar w:fldCharType="separate"/>
            </w:r>
            <w:r w:rsidR="0014047A" w:rsidRPr="00862E0D">
              <w:t>Kwaliteitsbeleid</w:t>
            </w:r>
            <w:r>
              <w:rPr>
                <w:highlight w:val="yellow"/>
              </w:rPr>
              <w:fldChar w:fldCharType="end"/>
            </w:r>
          </w:p>
        </w:tc>
      </w:tr>
      <w:tr w:rsidR="00CC669E" w14:paraId="69E2078A" w14:textId="77777777" w:rsidTr="001A2E45">
        <w:tc>
          <w:tcPr>
            <w:tcW w:w="846" w:type="dxa"/>
          </w:tcPr>
          <w:p w14:paraId="6704F5EA" w14:textId="45310057" w:rsidR="00CC669E" w:rsidRDefault="00CC669E" w:rsidP="00B926EF">
            <w:r>
              <w:t>5.3</w:t>
            </w:r>
          </w:p>
        </w:tc>
        <w:tc>
          <w:tcPr>
            <w:tcW w:w="3684" w:type="dxa"/>
          </w:tcPr>
          <w:p w14:paraId="445B1283" w14:textId="132762B3" w:rsidR="00CC669E" w:rsidRDefault="00CC669E" w:rsidP="00B926EF">
            <w:r>
              <w:t>Rollen, verantwoordelijkheden en bevoegdheden binnen de organisatie</w:t>
            </w:r>
          </w:p>
        </w:tc>
        <w:tc>
          <w:tcPr>
            <w:tcW w:w="710" w:type="dxa"/>
          </w:tcPr>
          <w:p w14:paraId="74E1F2C5" w14:textId="77777777" w:rsidR="00CC669E" w:rsidRDefault="00CC669E" w:rsidP="00B926EF"/>
        </w:tc>
        <w:tc>
          <w:tcPr>
            <w:tcW w:w="3822" w:type="dxa"/>
          </w:tcPr>
          <w:p w14:paraId="54A860F3" w14:textId="16F422EC" w:rsidR="00CC669E" w:rsidRDefault="00AF5FE7" w:rsidP="00B926EF">
            <w:pPr>
              <w:rPr>
                <w:highlight w:val="yellow"/>
              </w:rPr>
            </w:pPr>
            <w:r>
              <w:rPr>
                <w:highlight w:val="yellow"/>
              </w:rPr>
              <w:fldChar w:fldCharType="begin"/>
            </w:r>
            <w:r>
              <w:rPr>
                <w:highlight w:val="yellow"/>
              </w:rPr>
              <w:instrText xml:space="preserve"> REF _Ref199417156 \n \h </w:instrText>
            </w:r>
            <w:r>
              <w:rPr>
                <w:highlight w:val="yellow"/>
              </w:rPr>
            </w:r>
            <w:r>
              <w:rPr>
                <w:highlight w:val="yellow"/>
              </w:rPr>
              <w:fldChar w:fldCharType="separate"/>
            </w:r>
            <w:r w:rsidR="0014047A">
              <w:rPr>
                <w:highlight w:val="yellow"/>
              </w:rPr>
              <w:t>5.3</w:t>
            </w:r>
            <w:r>
              <w:rPr>
                <w:highlight w:val="yellow"/>
              </w:rPr>
              <w:fldChar w:fldCharType="end"/>
            </w:r>
            <w:r w:rsidR="000C3E41">
              <w:rPr>
                <w:highlight w:val="yellow"/>
              </w:rPr>
              <w:t xml:space="preserve"> </w:t>
            </w:r>
            <w:r>
              <w:rPr>
                <w:highlight w:val="yellow"/>
              </w:rPr>
              <w:fldChar w:fldCharType="begin"/>
            </w:r>
            <w:r>
              <w:rPr>
                <w:highlight w:val="yellow"/>
              </w:rPr>
              <w:instrText xml:space="preserve"> REF _Ref199417160 \h </w:instrText>
            </w:r>
            <w:r>
              <w:rPr>
                <w:highlight w:val="yellow"/>
              </w:rPr>
            </w:r>
            <w:r>
              <w:rPr>
                <w:highlight w:val="yellow"/>
              </w:rPr>
              <w:fldChar w:fldCharType="separate"/>
            </w:r>
            <w:r w:rsidR="0014047A">
              <w:t>Organisatie</w:t>
            </w:r>
            <w:r>
              <w:rPr>
                <w:highlight w:val="yellow"/>
              </w:rPr>
              <w:fldChar w:fldCharType="end"/>
            </w:r>
          </w:p>
          <w:p w14:paraId="4F66D141" w14:textId="77777777" w:rsidR="00B95EFF" w:rsidRDefault="00B95EFF" w:rsidP="00B926EF">
            <w:pPr>
              <w:rPr>
                <w:highlight w:val="yellow"/>
              </w:rPr>
            </w:pPr>
            <w:r>
              <w:rPr>
                <w:highlight w:val="yellow"/>
              </w:rPr>
              <w:t>6.</w:t>
            </w:r>
            <w:r w:rsidR="00E92BFD">
              <w:rPr>
                <w:highlight w:val="yellow"/>
              </w:rPr>
              <w:t>x</w:t>
            </w:r>
            <w:r>
              <w:rPr>
                <w:highlight w:val="yellow"/>
              </w:rPr>
              <w:t>.3 Verantwoordelijke of proceseigenaar*</w:t>
            </w:r>
          </w:p>
          <w:p w14:paraId="1B2B5ED6" w14:textId="5086F655" w:rsidR="00E92BFD" w:rsidRPr="00270248" w:rsidRDefault="00E92BFD" w:rsidP="00B926EF">
            <w:pPr>
              <w:rPr>
                <w:highlight w:val="yellow"/>
              </w:rPr>
            </w:pPr>
            <w:r>
              <w:rPr>
                <w:highlight w:val="yellow"/>
              </w:rPr>
              <w:t>6.x.5 Activiteiten</w:t>
            </w:r>
            <w:r w:rsidR="00A9174F">
              <w:rPr>
                <w:highlight w:val="yellow"/>
              </w:rPr>
              <w:t>*</w:t>
            </w:r>
          </w:p>
        </w:tc>
      </w:tr>
      <w:tr w:rsidR="00CC669E" w14:paraId="62029136" w14:textId="77777777" w:rsidTr="001A2E45">
        <w:tc>
          <w:tcPr>
            <w:tcW w:w="846" w:type="dxa"/>
          </w:tcPr>
          <w:p w14:paraId="113639E6" w14:textId="17E6A547" w:rsidR="00CC669E" w:rsidRDefault="00CC669E" w:rsidP="00B926EF">
            <w:r>
              <w:t>6.</w:t>
            </w:r>
          </w:p>
        </w:tc>
        <w:tc>
          <w:tcPr>
            <w:tcW w:w="3684" w:type="dxa"/>
          </w:tcPr>
          <w:p w14:paraId="6857DC22" w14:textId="2709B895" w:rsidR="00CC669E" w:rsidRDefault="00CC669E" w:rsidP="00B926EF">
            <w:r>
              <w:t>Planning</w:t>
            </w:r>
          </w:p>
        </w:tc>
        <w:tc>
          <w:tcPr>
            <w:tcW w:w="710" w:type="dxa"/>
          </w:tcPr>
          <w:p w14:paraId="0DA4EB4E" w14:textId="77777777" w:rsidR="00CC669E" w:rsidRDefault="00CC669E" w:rsidP="00B926EF"/>
        </w:tc>
        <w:tc>
          <w:tcPr>
            <w:tcW w:w="3822" w:type="dxa"/>
          </w:tcPr>
          <w:p w14:paraId="0AE3D8D8" w14:textId="77777777" w:rsidR="00CC669E" w:rsidRPr="00270248" w:rsidRDefault="00CC669E" w:rsidP="00B926EF">
            <w:pPr>
              <w:rPr>
                <w:highlight w:val="yellow"/>
              </w:rPr>
            </w:pPr>
          </w:p>
        </w:tc>
      </w:tr>
      <w:tr w:rsidR="00CC669E" w14:paraId="62C43921" w14:textId="77777777" w:rsidTr="001A2E45">
        <w:tc>
          <w:tcPr>
            <w:tcW w:w="846" w:type="dxa"/>
          </w:tcPr>
          <w:p w14:paraId="617CC8E1" w14:textId="652416A7" w:rsidR="00CC669E" w:rsidRDefault="00CC669E" w:rsidP="00B926EF">
            <w:r>
              <w:t>6.1</w:t>
            </w:r>
          </w:p>
        </w:tc>
        <w:tc>
          <w:tcPr>
            <w:tcW w:w="3684" w:type="dxa"/>
          </w:tcPr>
          <w:p w14:paraId="0B33505C" w14:textId="2B16AEB4" w:rsidR="00CC669E" w:rsidRDefault="00CC669E" w:rsidP="00B926EF">
            <w:r>
              <w:t>Acties om risico’s en kansen op te pakken</w:t>
            </w:r>
          </w:p>
        </w:tc>
        <w:tc>
          <w:tcPr>
            <w:tcW w:w="710" w:type="dxa"/>
          </w:tcPr>
          <w:p w14:paraId="4A9E8D1F" w14:textId="77777777" w:rsidR="00CC669E" w:rsidRDefault="00CC669E" w:rsidP="00B926EF"/>
        </w:tc>
        <w:tc>
          <w:tcPr>
            <w:tcW w:w="3822" w:type="dxa"/>
          </w:tcPr>
          <w:p w14:paraId="7FD2AEC0" w14:textId="28BFD79A" w:rsidR="00CC669E" w:rsidRDefault="00AF5FE7" w:rsidP="00B926EF">
            <w:pPr>
              <w:rPr>
                <w:highlight w:val="yellow"/>
              </w:rPr>
            </w:pPr>
            <w:r>
              <w:rPr>
                <w:highlight w:val="yellow"/>
              </w:rPr>
              <w:fldChar w:fldCharType="begin"/>
            </w:r>
            <w:r>
              <w:rPr>
                <w:highlight w:val="yellow"/>
              </w:rPr>
              <w:instrText xml:space="preserve"> REF _Ref142939185 \n \h </w:instrText>
            </w:r>
            <w:r>
              <w:rPr>
                <w:highlight w:val="yellow"/>
              </w:rPr>
            </w:r>
            <w:r>
              <w:rPr>
                <w:highlight w:val="yellow"/>
              </w:rPr>
              <w:fldChar w:fldCharType="separate"/>
            </w:r>
            <w:r w:rsidR="0014047A">
              <w:rPr>
                <w:highlight w:val="yellow"/>
              </w:rPr>
              <w:t>6.4</w:t>
            </w:r>
            <w:r>
              <w:rPr>
                <w:highlight w:val="yellow"/>
              </w:rPr>
              <w:fldChar w:fldCharType="end"/>
            </w:r>
            <w:r>
              <w:rPr>
                <w:highlight w:val="yellow"/>
              </w:rPr>
              <w:fldChar w:fldCharType="begin"/>
            </w:r>
            <w:r>
              <w:rPr>
                <w:highlight w:val="yellow"/>
              </w:rPr>
              <w:instrText xml:space="preserve"> REF _Ref142939185 \h </w:instrText>
            </w:r>
            <w:r>
              <w:rPr>
                <w:highlight w:val="yellow"/>
              </w:rPr>
            </w:r>
            <w:r>
              <w:rPr>
                <w:highlight w:val="yellow"/>
              </w:rPr>
              <w:fldChar w:fldCharType="separate"/>
            </w:r>
            <w:r w:rsidR="0014047A" w:rsidRPr="00DC3DEC">
              <w:t>Identificeren risico’s en kansen (opportuniteiten)</w:t>
            </w:r>
            <w:r>
              <w:rPr>
                <w:highlight w:val="yellow"/>
              </w:rPr>
              <w:fldChar w:fldCharType="end"/>
            </w:r>
          </w:p>
          <w:p w14:paraId="3F98C4D7" w14:textId="6B1A8D5F" w:rsidR="00A9174F" w:rsidRPr="00270248" w:rsidRDefault="00A9174F" w:rsidP="00B926EF">
            <w:pPr>
              <w:rPr>
                <w:highlight w:val="yellow"/>
              </w:rPr>
            </w:pPr>
            <w:r>
              <w:rPr>
                <w:highlight w:val="yellow"/>
              </w:rPr>
              <w:t>6.x.7 Risico’s en kansen (opportuniteiten)*</w:t>
            </w:r>
          </w:p>
        </w:tc>
      </w:tr>
      <w:tr w:rsidR="00CC669E" w14:paraId="44934067" w14:textId="77777777" w:rsidTr="001A2E45">
        <w:tc>
          <w:tcPr>
            <w:tcW w:w="846" w:type="dxa"/>
          </w:tcPr>
          <w:p w14:paraId="351C6C3C" w14:textId="0E4B254B" w:rsidR="00CC669E" w:rsidRDefault="00CC669E" w:rsidP="00B926EF">
            <w:r>
              <w:t>6.2</w:t>
            </w:r>
          </w:p>
        </w:tc>
        <w:tc>
          <w:tcPr>
            <w:tcW w:w="3684" w:type="dxa"/>
          </w:tcPr>
          <w:p w14:paraId="1E711789" w14:textId="6D6EACAF" w:rsidR="00CC669E" w:rsidRDefault="00CC669E" w:rsidP="00B926EF">
            <w:r>
              <w:t>Kwaliteitsdoelstellingen en de planning om ze te bereiken</w:t>
            </w:r>
          </w:p>
        </w:tc>
        <w:tc>
          <w:tcPr>
            <w:tcW w:w="710" w:type="dxa"/>
          </w:tcPr>
          <w:p w14:paraId="73A09F29" w14:textId="1E48F461" w:rsidR="00CC669E" w:rsidRDefault="00A920F1" w:rsidP="00B926EF">
            <w:r>
              <w:t>Doc</w:t>
            </w:r>
          </w:p>
        </w:tc>
        <w:tc>
          <w:tcPr>
            <w:tcW w:w="3822" w:type="dxa"/>
          </w:tcPr>
          <w:p w14:paraId="78A1C819" w14:textId="3121B352" w:rsidR="00CC669E" w:rsidRDefault="00AF5FE7" w:rsidP="00B926EF">
            <w:pPr>
              <w:rPr>
                <w:highlight w:val="yellow"/>
              </w:rPr>
            </w:pPr>
            <w:r>
              <w:rPr>
                <w:highlight w:val="yellow"/>
              </w:rPr>
              <w:fldChar w:fldCharType="begin"/>
            </w:r>
            <w:r>
              <w:rPr>
                <w:highlight w:val="yellow"/>
              </w:rPr>
              <w:instrText xml:space="preserve"> REF _Ref186631818 \n \h </w:instrText>
            </w:r>
            <w:r>
              <w:rPr>
                <w:highlight w:val="yellow"/>
              </w:rPr>
            </w:r>
            <w:r>
              <w:rPr>
                <w:highlight w:val="yellow"/>
              </w:rPr>
              <w:fldChar w:fldCharType="separate"/>
            </w:r>
            <w:r w:rsidR="0014047A">
              <w:rPr>
                <w:highlight w:val="yellow"/>
              </w:rPr>
              <w:t>5.2</w:t>
            </w:r>
            <w:r>
              <w:rPr>
                <w:highlight w:val="yellow"/>
              </w:rPr>
              <w:fldChar w:fldCharType="end"/>
            </w:r>
            <w:r>
              <w:rPr>
                <w:highlight w:val="yellow"/>
              </w:rPr>
              <w:fldChar w:fldCharType="begin"/>
            </w:r>
            <w:r>
              <w:rPr>
                <w:highlight w:val="yellow"/>
              </w:rPr>
              <w:instrText xml:space="preserve"> REF _Ref186631818 \h </w:instrText>
            </w:r>
            <w:r>
              <w:rPr>
                <w:highlight w:val="yellow"/>
              </w:rPr>
            </w:r>
            <w:r>
              <w:rPr>
                <w:highlight w:val="yellow"/>
              </w:rPr>
              <w:fldChar w:fldCharType="separate"/>
            </w:r>
            <w:r w:rsidR="0014047A" w:rsidRPr="005222C7">
              <w:t>Doelstellingen</w:t>
            </w:r>
            <w:r>
              <w:rPr>
                <w:highlight w:val="yellow"/>
              </w:rPr>
              <w:fldChar w:fldCharType="end"/>
            </w:r>
          </w:p>
          <w:p w14:paraId="7406D12A" w14:textId="78ADB179" w:rsidR="00C5254F" w:rsidRPr="00270248" w:rsidRDefault="00C5254F" w:rsidP="00B926EF">
            <w:pPr>
              <w:rPr>
                <w:highlight w:val="yellow"/>
              </w:rPr>
            </w:pPr>
            <w:r>
              <w:rPr>
                <w:highlight w:val="yellow"/>
              </w:rPr>
              <w:t>4 Procesdoelstellingen*</w:t>
            </w:r>
          </w:p>
        </w:tc>
      </w:tr>
      <w:tr w:rsidR="00A920F1" w14:paraId="7992A0A5" w14:textId="77777777" w:rsidTr="001A2E45">
        <w:tc>
          <w:tcPr>
            <w:tcW w:w="846" w:type="dxa"/>
          </w:tcPr>
          <w:p w14:paraId="72B9A318" w14:textId="0636C210" w:rsidR="00A920F1" w:rsidRDefault="00A920F1" w:rsidP="00B926EF">
            <w:r>
              <w:t>6.3</w:t>
            </w:r>
          </w:p>
        </w:tc>
        <w:tc>
          <w:tcPr>
            <w:tcW w:w="3684" w:type="dxa"/>
          </w:tcPr>
          <w:p w14:paraId="56B2C61B" w14:textId="61D6FD9A" w:rsidR="00A920F1" w:rsidRDefault="00A920F1" w:rsidP="00B926EF">
            <w:r>
              <w:t>Planning van wijzigingen</w:t>
            </w:r>
          </w:p>
        </w:tc>
        <w:tc>
          <w:tcPr>
            <w:tcW w:w="710" w:type="dxa"/>
          </w:tcPr>
          <w:p w14:paraId="2366D35A" w14:textId="77777777" w:rsidR="00A920F1" w:rsidRDefault="00A920F1" w:rsidP="00B926EF"/>
        </w:tc>
        <w:tc>
          <w:tcPr>
            <w:tcW w:w="3822" w:type="dxa"/>
          </w:tcPr>
          <w:p w14:paraId="3AC6D97F" w14:textId="47C97F7B" w:rsidR="00A920F1" w:rsidRPr="00270248" w:rsidRDefault="00AF5FE7" w:rsidP="00B926EF">
            <w:pPr>
              <w:rPr>
                <w:highlight w:val="yellow"/>
              </w:rPr>
            </w:pPr>
            <w:r>
              <w:rPr>
                <w:highlight w:val="yellow"/>
              </w:rPr>
              <w:fldChar w:fldCharType="begin"/>
            </w:r>
            <w:r>
              <w:rPr>
                <w:highlight w:val="yellow"/>
              </w:rPr>
              <w:instrText xml:space="preserve"> REF _Ref143024870 \n \h </w:instrText>
            </w:r>
            <w:r>
              <w:rPr>
                <w:highlight w:val="yellow"/>
              </w:rPr>
            </w:r>
            <w:r>
              <w:rPr>
                <w:highlight w:val="yellow"/>
              </w:rPr>
              <w:fldChar w:fldCharType="separate"/>
            </w:r>
            <w:r w:rsidR="0014047A">
              <w:rPr>
                <w:highlight w:val="yellow"/>
              </w:rPr>
              <w:t>6.3</w:t>
            </w:r>
            <w:r>
              <w:rPr>
                <w:highlight w:val="yellow"/>
              </w:rPr>
              <w:fldChar w:fldCharType="end"/>
            </w:r>
            <w:r>
              <w:rPr>
                <w:highlight w:val="yellow"/>
              </w:rPr>
              <w:fldChar w:fldCharType="begin"/>
            </w:r>
            <w:r>
              <w:rPr>
                <w:highlight w:val="yellow"/>
              </w:rPr>
              <w:instrText xml:space="preserve"> REF _Ref143024870 \h </w:instrText>
            </w:r>
            <w:r>
              <w:rPr>
                <w:highlight w:val="yellow"/>
              </w:rPr>
            </w:r>
            <w:r>
              <w:rPr>
                <w:highlight w:val="yellow"/>
              </w:rPr>
              <w:fldChar w:fldCharType="separate"/>
            </w:r>
            <w:r w:rsidR="0014047A" w:rsidRPr="00F91AFB">
              <w:t>Wijzigen van processen en/of systeem</w:t>
            </w:r>
            <w:r>
              <w:rPr>
                <w:highlight w:val="yellow"/>
              </w:rPr>
              <w:fldChar w:fldCharType="end"/>
            </w:r>
          </w:p>
        </w:tc>
      </w:tr>
      <w:tr w:rsidR="00A920F1" w14:paraId="62E1C66F" w14:textId="77777777" w:rsidTr="001A2E45">
        <w:tc>
          <w:tcPr>
            <w:tcW w:w="846" w:type="dxa"/>
          </w:tcPr>
          <w:p w14:paraId="25FF1F96" w14:textId="64472089" w:rsidR="00A920F1" w:rsidRDefault="00A920F1" w:rsidP="00B926EF">
            <w:r>
              <w:t>7.</w:t>
            </w:r>
          </w:p>
        </w:tc>
        <w:tc>
          <w:tcPr>
            <w:tcW w:w="3684" w:type="dxa"/>
          </w:tcPr>
          <w:p w14:paraId="476B96A8" w14:textId="71962ECF" w:rsidR="00A920F1" w:rsidRDefault="00A920F1" w:rsidP="00B926EF">
            <w:r>
              <w:t>Ondersteuning</w:t>
            </w:r>
          </w:p>
        </w:tc>
        <w:tc>
          <w:tcPr>
            <w:tcW w:w="710" w:type="dxa"/>
          </w:tcPr>
          <w:p w14:paraId="057F8AB8" w14:textId="77777777" w:rsidR="00A920F1" w:rsidRDefault="00A920F1" w:rsidP="00B926EF"/>
        </w:tc>
        <w:tc>
          <w:tcPr>
            <w:tcW w:w="3822" w:type="dxa"/>
          </w:tcPr>
          <w:p w14:paraId="08F9669A" w14:textId="62194B0A" w:rsidR="00A920F1" w:rsidRPr="00270248" w:rsidRDefault="008A6432" w:rsidP="00B926EF">
            <w:pPr>
              <w:rPr>
                <w:highlight w:val="yellow"/>
              </w:rPr>
            </w:pPr>
            <w:r>
              <w:rPr>
                <w:highlight w:val="yellow"/>
              </w:rPr>
              <w:t>(alleen titel)</w:t>
            </w:r>
          </w:p>
        </w:tc>
      </w:tr>
      <w:tr w:rsidR="00A920F1" w14:paraId="1579F086" w14:textId="77777777" w:rsidTr="001A2E45">
        <w:tc>
          <w:tcPr>
            <w:tcW w:w="846" w:type="dxa"/>
          </w:tcPr>
          <w:p w14:paraId="53BEF253" w14:textId="5EF3FDAE" w:rsidR="00A920F1" w:rsidRDefault="00A920F1" w:rsidP="00B926EF">
            <w:r>
              <w:t>7.1</w:t>
            </w:r>
          </w:p>
        </w:tc>
        <w:tc>
          <w:tcPr>
            <w:tcW w:w="3684" w:type="dxa"/>
          </w:tcPr>
          <w:p w14:paraId="5F634BF8" w14:textId="6E7CF538" w:rsidR="00A920F1" w:rsidRDefault="00A920F1" w:rsidP="00B926EF">
            <w:r>
              <w:t>Middelen</w:t>
            </w:r>
          </w:p>
        </w:tc>
        <w:tc>
          <w:tcPr>
            <w:tcW w:w="710" w:type="dxa"/>
          </w:tcPr>
          <w:p w14:paraId="7F663F8F" w14:textId="77777777" w:rsidR="00A920F1" w:rsidRDefault="00A920F1" w:rsidP="00B926EF"/>
        </w:tc>
        <w:tc>
          <w:tcPr>
            <w:tcW w:w="3822" w:type="dxa"/>
          </w:tcPr>
          <w:p w14:paraId="10A14252" w14:textId="6003F1CF" w:rsidR="00A920F1" w:rsidRPr="00270248" w:rsidRDefault="008A6432" w:rsidP="00B926EF">
            <w:pPr>
              <w:rPr>
                <w:highlight w:val="yellow"/>
              </w:rPr>
            </w:pPr>
            <w:r>
              <w:rPr>
                <w:highlight w:val="yellow"/>
              </w:rPr>
              <w:t>6.x.8 Randvoorwaarden*</w:t>
            </w:r>
          </w:p>
        </w:tc>
      </w:tr>
      <w:tr w:rsidR="00A920F1" w14:paraId="3ACC351D" w14:textId="77777777" w:rsidTr="001A2E45">
        <w:tc>
          <w:tcPr>
            <w:tcW w:w="846" w:type="dxa"/>
          </w:tcPr>
          <w:p w14:paraId="5B513A6D" w14:textId="1BCCBDA7" w:rsidR="00A920F1" w:rsidRDefault="00A920F1" w:rsidP="00B926EF">
            <w:r>
              <w:lastRenderedPageBreak/>
              <w:t>7.1.1</w:t>
            </w:r>
          </w:p>
        </w:tc>
        <w:tc>
          <w:tcPr>
            <w:tcW w:w="3684" w:type="dxa"/>
          </w:tcPr>
          <w:p w14:paraId="563B5FDB" w14:textId="11EC3BC2" w:rsidR="00A920F1" w:rsidRDefault="00A920F1" w:rsidP="00B926EF">
            <w:r>
              <w:t>Algemeen</w:t>
            </w:r>
          </w:p>
        </w:tc>
        <w:tc>
          <w:tcPr>
            <w:tcW w:w="710" w:type="dxa"/>
          </w:tcPr>
          <w:p w14:paraId="3ED942DA" w14:textId="77777777" w:rsidR="00A920F1" w:rsidRDefault="00A920F1" w:rsidP="00B926EF"/>
        </w:tc>
        <w:tc>
          <w:tcPr>
            <w:tcW w:w="3822" w:type="dxa"/>
          </w:tcPr>
          <w:p w14:paraId="2FE68D6C" w14:textId="4EB63CFB" w:rsidR="00A920F1" w:rsidRPr="00270248" w:rsidRDefault="00AF5FE7"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6981BFE9" w14:textId="77777777" w:rsidTr="001A2E45">
        <w:tc>
          <w:tcPr>
            <w:tcW w:w="846" w:type="dxa"/>
          </w:tcPr>
          <w:p w14:paraId="3B280BE5" w14:textId="1C332B32" w:rsidR="00A920F1" w:rsidRDefault="00A920F1" w:rsidP="00B926EF">
            <w:r>
              <w:t>7.1.2</w:t>
            </w:r>
          </w:p>
        </w:tc>
        <w:tc>
          <w:tcPr>
            <w:tcW w:w="3684" w:type="dxa"/>
          </w:tcPr>
          <w:p w14:paraId="0A5D132E" w14:textId="7E0990DF" w:rsidR="00A920F1" w:rsidRDefault="00A920F1" w:rsidP="00B926EF">
            <w:r>
              <w:t>Personeel</w:t>
            </w:r>
          </w:p>
        </w:tc>
        <w:tc>
          <w:tcPr>
            <w:tcW w:w="710" w:type="dxa"/>
          </w:tcPr>
          <w:p w14:paraId="2FB58E06" w14:textId="77777777" w:rsidR="00A920F1" w:rsidRDefault="00A920F1" w:rsidP="00B926EF"/>
        </w:tc>
        <w:tc>
          <w:tcPr>
            <w:tcW w:w="3822" w:type="dxa"/>
          </w:tcPr>
          <w:p w14:paraId="63164C80" w14:textId="77777777" w:rsidR="00A920F1" w:rsidRPr="00270248" w:rsidRDefault="00A920F1" w:rsidP="00B926EF">
            <w:pPr>
              <w:rPr>
                <w:highlight w:val="yellow"/>
              </w:rPr>
            </w:pPr>
          </w:p>
        </w:tc>
      </w:tr>
      <w:tr w:rsidR="00A920F1" w14:paraId="2CD27AF4" w14:textId="77777777" w:rsidTr="001A2E45">
        <w:tc>
          <w:tcPr>
            <w:tcW w:w="846" w:type="dxa"/>
          </w:tcPr>
          <w:p w14:paraId="0128D3E4" w14:textId="2CC6F9EA" w:rsidR="00A920F1" w:rsidRDefault="00A920F1" w:rsidP="00B926EF">
            <w:r>
              <w:t>7.1.3</w:t>
            </w:r>
          </w:p>
        </w:tc>
        <w:tc>
          <w:tcPr>
            <w:tcW w:w="3684" w:type="dxa"/>
          </w:tcPr>
          <w:p w14:paraId="16558887" w14:textId="1BE7D61E" w:rsidR="00A920F1" w:rsidRDefault="00A920F1" w:rsidP="00B926EF">
            <w:r>
              <w:t>Infrastructuur</w:t>
            </w:r>
          </w:p>
        </w:tc>
        <w:tc>
          <w:tcPr>
            <w:tcW w:w="710" w:type="dxa"/>
          </w:tcPr>
          <w:p w14:paraId="6A636D72" w14:textId="77777777" w:rsidR="00A920F1" w:rsidRDefault="00A920F1" w:rsidP="00B926EF"/>
        </w:tc>
        <w:tc>
          <w:tcPr>
            <w:tcW w:w="3822" w:type="dxa"/>
          </w:tcPr>
          <w:p w14:paraId="036AA1EC" w14:textId="598BAF9F" w:rsidR="00A920F1" w:rsidRPr="00270248" w:rsidRDefault="00DF7920"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365462DE" w14:textId="77777777" w:rsidTr="001A2E45">
        <w:tc>
          <w:tcPr>
            <w:tcW w:w="846" w:type="dxa"/>
          </w:tcPr>
          <w:p w14:paraId="2E81BCE3" w14:textId="57811F91" w:rsidR="00A920F1" w:rsidRDefault="00A920F1" w:rsidP="00B926EF">
            <w:r>
              <w:t>7.1.4</w:t>
            </w:r>
          </w:p>
        </w:tc>
        <w:tc>
          <w:tcPr>
            <w:tcW w:w="3684" w:type="dxa"/>
          </w:tcPr>
          <w:p w14:paraId="423819E5" w14:textId="7781AEF8" w:rsidR="00A920F1" w:rsidRDefault="00A920F1" w:rsidP="00B926EF">
            <w:r>
              <w:t>Omgeving voor de uitvoering van processen</w:t>
            </w:r>
          </w:p>
        </w:tc>
        <w:tc>
          <w:tcPr>
            <w:tcW w:w="710" w:type="dxa"/>
          </w:tcPr>
          <w:p w14:paraId="7D464054" w14:textId="77777777" w:rsidR="00A920F1" w:rsidRDefault="00A920F1" w:rsidP="00B926EF"/>
        </w:tc>
        <w:tc>
          <w:tcPr>
            <w:tcW w:w="3822" w:type="dxa"/>
          </w:tcPr>
          <w:p w14:paraId="0B1EC410" w14:textId="77700110"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63B30B16" w14:textId="77777777" w:rsidTr="001A2E45">
        <w:tc>
          <w:tcPr>
            <w:tcW w:w="846" w:type="dxa"/>
          </w:tcPr>
          <w:p w14:paraId="065C065D" w14:textId="5C2D764B" w:rsidR="00A920F1" w:rsidRDefault="00A920F1" w:rsidP="00B926EF">
            <w:r>
              <w:t>7.1.5</w:t>
            </w:r>
          </w:p>
        </w:tc>
        <w:tc>
          <w:tcPr>
            <w:tcW w:w="3684" w:type="dxa"/>
          </w:tcPr>
          <w:p w14:paraId="136CC5E0" w14:textId="49586A3D" w:rsidR="00A920F1" w:rsidRDefault="00A920F1" w:rsidP="00B926EF">
            <w:r>
              <w:t>Middelen voor monitoring en meten</w:t>
            </w:r>
          </w:p>
        </w:tc>
        <w:tc>
          <w:tcPr>
            <w:tcW w:w="710" w:type="dxa"/>
          </w:tcPr>
          <w:p w14:paraId="4EEFDCAB" w14:textId="2FC56B59" w:rsidR="00A920F1" w:rsidRDefault="00A920F1" w:rsidP="00B926EF">
            <w:r>
              <w:t>Rec</w:t>
            </w:r>
          </w:p>
        </w:tc>
        <w:tc>
          <w:tcPr>
            <w:tcW w:w="3822" w:type="dxa"/>
          </w:tcPr>
          <w:p w14:paraId="62F17219" w14:textId="0F4C9D6B"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12E24E5B" w14:textId="77777777" w:rsidTr="001A2E45">
        <w:tc>
          <w:tcPr>
            <w:tcW w:w="846" w:type="dxa"/>
          </w:tcPr>
          <w:p w14:paraId="301B2BEE" w14:textId="6CB28131" w:rsidR="00A920F1" w:rsidRDefault="00A920F1" w:rsidP="00B926EF">
            <w:r>
              <w:t>7.1.6</w:t>
            </w:r>
          </w:p>
        </w:tc>
        <w:tc>
          <w:tcPr>
            <w:tcW w:w="3684" w:type="dxa"/>
          </w:tcPr>
          <w:p w14:paraId="1D710987" w14:textId="413B4784" w:rsidR="00A920F1" w:rsidRDefault="00A920F1" w:rsidP="00B926EF">
            <w:r>
              <w:t>Kennis binnen de organisatie</w:t>
            </w:r>
          </w:p>
        </w:tc>
        <w:tc>
          <w:tcPr>
            <w:tcW w:w="710" w:type="dxa"/>
          </w:tcPr>
          <w:p w14:paraId="14873F23" w14:textId="77777777" w:rsidR="00A920F1" w:rsidRDefault="00A920F1" w:rsidP="00B926EF"/>
        </w:tc>
        <w:tc>
          <w:tcPr>
            <w:tcW w:w="3822" w:type="dxa"/>
          </w:tcPr>
          <w:p w14:paraId="238DD2F2" w14:textId="15FBBE15" w:rsidR="00A920F1" w:rsidRPr="00270248" w:rsidRDefault="00731E16" w:rsidP="00B926EF">
            <w:pPr>
              <w:rPr>
                <w:highlight w:val="yellow"/>
              </w:rPr>
            </w:pPr>
            <w:r>
              <w:rPr>
                <w:highlight w:val="yellow"/>
              </w:rPr>
              <w:fldChar w:fldCharType="begin"/>
            </w:r>
            <w:r>
              <w:rPr>
                <w:highlight w:val="yellow"/>
              </w:rPr>
              <w:instrText xml:space="preserve"> REF _Ref196406795 \n \h </w:instrText>
            </w:r>
            <w:r>
              <w:rPr>
                <w:highlight w:val="yellow"/>
              </w:rPr>
            </w:r>
            <w:r>
              <w:rPr>
                <w:highlight w:val="yellow"/>
              </w:rPr>
              <w:fldChar w:fldCharType="separate"/>
            </w:r>
            <w:r w:rsidR="0014047A">
              <w:rPr>
                <w:highlight w:val="yellow"/>
              </w:rPr>
              <w:t>6.5.1</w:t>
            </w:r>
            <w:r>
              <w:rPr>
                <w:highlight w:val="yellow"/>
              </w:rPr>
              <w:fldChar w:fldCharType="end"/>
            </w:r>
            <w:r>
              <w:rPr>
                <w:highlight w:val="yellow"/>
              </w:rPr>
              <w:fldChar w:fldCharType="begin"/>
            </w:r>
            <w:r>
              <w:rPr>
                <w:highlight w:val="yellow"/>
              </w:rPr>
              <w:instrText xml:space="preserve"> REF _Ref196406795 \h </w:instrText>
            </w:r>
            <w:r>
              <w:rPr>
                <w:highlight w:val="yellow"/>
              </w:rPr>
            </w:r>
            <w:r>
              <w:rPr>
                <w:highlight w:val="yellow"/>
              </w:rPr>
              <w:fldChar w:fldCharType="separate"/>
            </w:r>
            <w:r w:rsidR="0014047A" w:rsidRPr="00A010FF">
              <w:t>Beschikbaar stellen middelen</w:t>
            </w:r>
            <w:r>
              <w:rPr>
                <w:highlight w:val="yellow"/>
              </w:rPr>
              <w:fldChar w:fldCharType="end"/>
            </w:r>
          </w:p>
        </w:tc>
      </w:tr>
      <w:tr w:rsidR="00A920F1" w14:paraId="37A915B5" w14:textId="77777777" w:rsidTr="001A2E45">
        <w:tc>
          <w:tcPr>
            <w:tcW w:w="846" w:type="dxa"/>
          </w:tcPr>
          <w:p w14:paraId="5DFB9913" w14:textId="776E6AA4" w:rsidR="00A920F1" w:rsidRDefault="00A920F1" w:rsidP="00B926EF">
            <w:r>
              <w:t>7.2</w:t>
            </w:r>
          </w:p>
        </w:tc>
        <w:tc>
          <w:tcPr>
            <w:tcW w:w="3684" w:type="dxa"/>
          </w:tcPr>
          <w:p w14:paraId="182C609F" w14:textId="3B134915" w:rsidR="00A920F1" w:rsidRDefault="00A920F1" w:rsidP="00B926EF">
            <w:r>
              <w:t>Bekwaamheid</w:t>
            </w:r>
          </w:p>
        </w:tc>
        <w:tc>
          <w:tcPr>
            <w:tcW w:w="710" w:type="dxa"/>
          </w:tcPr>
          <w:p w14:paraId="79836AC2" w14:textId="584486B5" w:rsidR="00A920F1" w:rsidRDefault="00A920F1" w:rsidP="00B926EF">
            <w:r>
              <w:t>Rec</w:t>
            </w:r>
          </w:p>
        </w:tc>
        <w:tc>
          <w:tcPr>
            <w:tcW w:w="3822" w:type="dxa"/>
          </w:tcPr>
          <w:p w14:paraId="41A37AC1" w14:textId="3815E741" w:rsidR="00A920F1" w:rsidRPr="00270248" w:rsidRDefault="00DF7920" w:rsidP="00B926EF">
            <w:pPr>
              <w:rPr>
                <w:highlight w:val="yellow"/>
              </w:rPr>
            </w:pPr>
            <w:r>
              <w:rPr>
                <w:highlight w:val="yellow"/>
              </w:rPr>
              <w:fldChar w:fldCharType="begin"/>
            </w:r>
            <w:r>
              <w:rPr>
                <w:highlight w:val="yellow"/>
              </w:rPr>
              <w:instrText xml:space="preserve"> REF _Ref142645608 \n \h </w:instrText>
            </w:r>
            <w:r>
              <w:rPr>
                <w:highlight w:val="yellow"/>
              </w:rPr>
            </w:r>
            <w:r>
              <w:rPr>
                <w:highlight w:val="yellow"/>
              </w:rPr>
              <w:fldChar w:fldCharType="separate"/>
            </w:r>
            <w:r w:rsidR="0014047A">
              <w:rPr>
                <w:highlight w:val="yellow"/>
              </w:rPr>
              <w:t>6.5.2</w:t>
            </w:r>
            <w:r>
              <w:rPr>
                <w:highlight w:val="yellow"/>
              </w:rPr>
              <w:fldChar w:fldCharType="end"/>
            </w:r>
            <w:r>
              <w:rPr>
                <w:highlight w:val="yellow"/>
              </w:rPr>
              <w:fldChar w:fldCharType="begin"/>
            </w:r>
            <w:r>
              <w:rPr>
                <w:highlight w:val="yellow"/>
              </w:rPr>
              <w:instrText xml:space="preserve"> REF _Ref142645608 \h </w:instrText>
            </w:r>
            <w:r>
              <w:rPr>
                <w:highlight w:val="yellow"/>
              </w:rPr>
            </w:r>
            <w:r>
              <w:rPr>
                <w:highlight w:val="yellow"/>
              </w:rPr>
              <w:fldChar w:fldCharType="separate"/>
            </w:r>
            <w:r w:rsidR="0014047A" w:rsidRPr="006F4AF7">
              <w:t>Zorgen voor vakbekwaamheid van medewerkers</w:t>
            </w:r>
            <w:r>
              <w:rPr>
                <w:highlight w:val="yellow"/>
              </w:rPr>
              <w:fldChar w:fldCharType="end"/>
            </w:r>
          </w:p>
        </w:tc>
      </w:tr>
      <w:tr w:rsidR="00A920F1" w14:paraId="492BE3D4" w14:textId="77777777" w:rsidTr="001A2E45">
        <w:tc>
          <w:tcPr>
            <w:tcW w:w="846" w:type="dxa"/>
          </w:tcPr>
          <w:p w14:paraId="550BAC20" w14:textId="3202B776" w:rsidR="00A920F1" w:rsidRDefault="00A920F1" w:rsidP="00B926EF">
            <w:r>
              <w:t>7.3</w:t>
            </w:r>
          </w:p>
        </w:tc>
        <w:tc>
          <w:tcPr>
            <w:tcW w:w="3684" w:type="dxa"/>
          </w:tcPr>
          <w:p w14:paraId="3BD71ED8" w14:textId="06C1F541" w:rsidR="00A920F1" w:rsidRDefault="00A920F1" w:rsidP="00B926EF">
            <w:r>
              <w:t>Bewustzijn</w:t>
            </w:r>
          </w:p>
        </w:tc>
        <w:tc>
          <w:tcPr>
            <w:tcW w:w="710" w:type="dxa"/>
          </w:tcPr>
          <w:p w14:paraId="46C7086E" w14:textId="77777777" w:rsidR="00A920F1" w:rsidRDefault="00A920F1" w:rsidP="00B926EF"/>
        </w:tc>
        <w:tc>
          <w:tcPr>
            <w:tcW w:w="3822" w:type="dxa"/>
          </w:tcPr>
          <w:p w14:paraId="5C9B3422" w14:textId="39E750E1" w:rsidR="00A920F1" w:rsidRPr="00270248" w:rsidRDefault="00DF7920" w:rsidP="00B926EF">
            <w:pPr>
              <w:rPr>
                <w:highlight w:val="yellow"/>
              </w:rPr>
            </w:pPr>
            <w:r>
              <w:rPr>
                <w:highlight w:val="yellow"/>
              </w:rPr>
              <w:fldChar w:fldCharType="begin"/>
            </w:r>
            <w:r>
              <w:rPr>
                <w:highlight w:val="yellow"/>
              </w:rPr>
              <w:instrText xml:space="preserve"> REF _Ref199417357 \n \h </w:instrText>
            </w:r>
            <w:r>
              <w:rPr>
                <w:highlight w:val="yellow"/>
              </w:rPr>
            </w:r>
            <w:r>
              <w:rPr>
                <w:highlight w:val="yellow"/>
              </w:rPr>
              <w:fldChar w:fldCharType="separate"/>
            </w:r>
            <w:r w:rsidR="0014047A">
              <w:rPr>
                <w:highlight w:val="yellow"/>
              </w:rPr>
              <w:t>6.5.3</w:t>
            </w:r>
            <w:r>
              <w:rPr>
                <w:highlight w:val="yellow"/>
              </w:rPr>
              <w:fldChar w:fldCharType="end"/>
            </w:r>
            <w:r>
              <w:rPr>
                <w:highlight w:val="yellow"/>
              </w:rPr>
              <w:fldChar w:fldCharType="begin"/>
            </w:r>
            <w:r>
              <w:rPr>
                <w:highlight w:val="yellow"/>
              </w:rPr>
              <w:instrText xml:space="preserve"> REF _Ref199417363 \h </w:instrText>
            </w:r>
            <w:r>
              <w:rPr>
                <w:highlight w:val="yellow"/>
              </w:rPr>
            </w:r>
            <w:r>
              <w:rPr>
                <w:highlight w:val="yellow"/>
              </w:rPr>
              <w:fldChar w:fldCharType="separate"/>
            </w:r>
            <w:r w:rsidR="0014047A" w:rsidRPr="00BF1A0D">
              <w:t>Creëren en onderhouden kwaliteitsbewustzijn van medewerkers</w:t>
            </w:r>
            <w:r>
              <w:rPr>
                <w:highlight w:val="yellow"/>
              </w:rPr>
              <w:fldChar w:fldCharType="end"/>
            </w:r>
            <w:r w:rsidRPr="00270248">
              <w:rPr>
                <w:highlight w:val="yellow"/>
              </w:rPr>
              <w:t xml:space="preserve"> </w:t>
            </w:r>
          </w:p>
        </w:tc>
      </w:tr>
      <w:tr w:rsidR="00A920F1" w14:paraId="47EEA66F" w14:textId="77777777" w:rsidTr="001A2E45">
        <w:tc>
          <w:tcPr>
            <w:tcW w:w="846" w:type="dxa"/>
          </w:tcPr>
          <w:p w14:paraId="18898F58" w14:textId="51B21444" w:rsidR="00A920F1" w:rsidRDefault="00A920F1" w:rsidP="00B926EF">
            <w:r>
              <w:t>7.4</w:t>
            </w:r>
          </w:p>
        </w:tc>
        <w:tc>
          <w:tcPr>
            <w:tcW w:w="3684" w:type="dxa"/>
          </w:tcPr>
          <w:p w14:paraId="704CD5C5" w14:textId="0A0DB297" w:rsidR="00A920F1" w:rsidRDefault="00A920F1" w:rsidP="00B926EF">
            <w:r>
              <w:t>Communicatie</w:t>
            </w:r>
          </w:p>
        </w:tc>
        <w:tc>
          <w:tcPr>
            <w:tcW w:w="710" w:type="dxa"/>
          </w:tcPr>
          <w:p w14:paraId="4EB1DD41" w14:textId="77777777" w:rsidR="00A920F1" w:rsidRDefault="00A920F1" w:rsidP="00B926EF"/>
        </w:tc>
        <w:tc>
          <w:tcPr>
            <w:tcW w:w="3822" w:type="dxa"/>
          </w:tcPr>
          <w:p w14:paraId="1881D5AA" w14:textId="7614DFAF" w:rsidR="00A920F1" w:rsidRPr="00270248" w:rsidRDefault="00DF7920" w:rsidP="00B926EF">
            <w:pPr>
              <w:rPr>
                <w:highlight w:val="yellow"/>
              </w:rPr>
            </w:pPr>
            <w:r>
              <w:rPr>
                <w:highlight w:val="yellow"/>
              </w:rPr>
              <w:fldChar w:fldCharType="begin"/>
            </w:r>
            <w:r>
              <w:rPr>
                <w:highlight w:val="yellow"/>
              </w:rPr>
              <w:instrText xml:space="preserve"> REF _Ref142645691 \n \h </w:instrText>
            </w:r>
            <w:r>
              <w:rPr>
                <w:highlight w:val="yellow"/>
              </w:rPr>
            </w:r>
            <w:r>
              <w:rPr>
                <w:highlight w:val="yellow"/>
              </w:rPr>
              <w:fldChar w:fldCharType="separate"/>
            </w:r>
            <w:r w:rsidR="0014047A">
              <w:rPr>
                <w:highlight w:val="yellow"/>
              </w:rPr>
              <w:t>6.5.4</w:t>
            </w:r>
            <w:r>
              <w:rPr>
                <w:highlight w:val="yellow"/>
              </w:rPr>
              <w:fldChar w:fldCharType="end"/>
            </w:r>
            <w:r>
              <w:rPr>
                <w:highlight w:val="yellow"/>
              </w:rPr>
              <w:fldChar w:fldCharType="begin"/>
            </w:r>
            <w:r>
              <w:rPr>
                <w:highlight w:val="yellow"/>
              </w:rPr>
              <w:instrText xml:space="preserve"> REF _Ref142645691 \h </w:instrText>
            </w:r>
            <w:r>
              <w:rPr>
                <w:highlight w:val="yellow"/>
              </w:rPr>
            </w:r>
            <w:r>
              <w:rPr>
                <w:highlight w:val="yellow"/>
              </w:rPr>
              <w:fldChar w:fldCharType="separate"/>
            </w:r>
            <w:r w:rsidR="0014047A" w:rsidRPr="00BF1A0D">
              <w:t>In gaten houden informatie-uitwisseling</w:t>
            </w:r>
            <w:r>
              <w:rPr>
                <w:highlight w:val="yellow"/>
              </w:rPr>
              <w:fldChar w:fldCharType="end"/>
            </w:r>
          </w:p>
        </w:tc>
      </w:tr>
      <w:tr w:rsidR="00A920F1" w14:paraId="426A6F4A" w14:textId="77777777" w:rsidTr="001A2E45">
        <w:tc>
          <w:tcPr>
            <w:tcW w:w="846" w:type="dxa"/>
          </w:tcPr>
          <w:p w14:paraId="332471F3" w14:textId="561561FA" w:rsidR="00A920F1" w:rsidRDefault="00A920F1" w:rsidP="00B926EF">
            <w:r>
              <w:t>7.5</w:t>
            </w:r>
          </w:p>
        </w:tc>
        <w:tc>
          <w:tcPr>
            <w:tcW w:w="3684" w:type="dxa"/>
          </w:tcPr>
          <w:p w14:paraId="183438C4" w14:textId="470FB8D0" w:rsidR="00A920F1" w:rsidRDefault="00A920F1" w:rsidP="00B926EF">
            <w:r>
              <w:t>Gedocumenteerde informatie</w:t>
            </w:r>
          </w:p>
        </w:tc>
        <w:tc>
          <w:tcPr>
            <w:tcW w:w="710" w:type="dxa"/>
          </w:tcPr>
          <w:p w14:paraId="2672879A" w14:textId="77777777" w:rsidR="00A920F1" w:rsidRDefault="00A920F1" w:rsidP="00B926EF"/>
        </w:tc>
        <w:tc>
          <w:tcPr>
            <w:tcW w:w="3822" w:type="dxa"/>
          </w:tcPr>
          <w:p w14:paraId="2C128AAD" w14:textId="78038CD8" w:rsidR="008D58FB" w:rsidRDefault="0094126E" w:rsidP="00B926EF">
            <w:pPr>
              <w:rPr>
                <w:highlight w:val="yellow"/>
              </w:rPr>
            </w:pPr>
            <w:r>
              <w:rPr>
                <w:highlight w:val="yellow"/>
              </w:rPr>
              <w:fldChar w:fldCharType="begin"/>
            </w:r>
            <w:r>
              <w:rPr>
                <w:highlight w:val="yellow"/>
              </w:rPr>
              <w:instrText xml:space="preserve"> REF _Ref143024209 \n \h </w:instrText>
            </w:r>
            <w:r>
              <w:rPr>
                <w:highlight w:val="yellow"/>
              </w:rPr>
            </w:r>
            <w:r>
              <w:rPr>
                <w:highlight w:val="yellow"/>
              </w:rPr>
              <w:fldChar w:fldCharType="separate"/>
            </w:r>
            <w:r w:rsidR="0014047A">
              <w:rPr>
                <w:highlight w:val="yellow"/>
              </w:rPr>
              <w:t>6.5.5</w:t>
            </w:r>
            <w:r>
              <w:rPr>
                <w:highlight w:val="yellow"/>
              </w:rPr>
              <w:fldChar w:fldCharType="end"/>
            </w:r>
            <w:r>
              <w:rPr>
                <w:highlight w:val="yellow"/>
              </w:rPr>
              <w:fldChar w:fldCharType="begin"/>
            </w:r>
            <w:r>
              <w:rPr>
                <w:highlight w:val="yellow"/>
              </w:rPr>
              <w:instrText xml:space="preserve"> REF _Ref143024209 \h </w:instrText>
            </w:r>
            <w:r>
              <w:rPr>
                <w:highlight w:val="yellow"/>
              </w:rPr>
            </w:r>
            <w:r>
              <w:rPr>
                <w:highlight w:val="yellow"/>
              </w:rPr>
              <w:fldChar w:fldCharType="separate"/>
            </w:r>
            <w:r w:rsidR="0014047A" w:rsidRPr="00BF1A0D">
              <w:t>Afspraken maken over standaard werkzaamheden</w:t>
            </w:r>
            <w:r>
              <w:rPr>
                <w:highlight w:val="yellow"/>
              </w:rPr>
              <w:fldChar w:fldCharType="end"/>
            </w:r>
          </w:p>
          <w:p w14:paraId="0C0EC099" w14:textId="3066004C" w:rsidR="00A920F1" w:rsidRDefault="0094126E" w:rsidP="00B926EF">
            <w:pPr>
              <w:rPr>
                <w:highlight w:val="yellow"/>
              </w:rPr>
            </w:pPr>
            <w:r>
              <w:rPr>
                <w:highlight w:val="yellow"/>
              </w:rPr>
              <w:fldChar w:fldCharType="begin"/>
            </w:r>
            <w:r>
              <w:rPr>
                <w:highlight w:val="yellow"/>
              </w:rPr>
              <w:instrText xml:space="preserve"> REF _Ref142940688 \n \h </w:instrText>
            </w:r>
            <w:r>
              <w:rPr>
                <w:highlight w:val="yellow"/>
              </w:rPr>
            </w:r>
            <w:r>
              <w:rPr>
                <w:highlight w:val="yellow"/>
              </w:rPr>
              <w:fldChar w:fldCharType="separate"/>
            </w:r>
            <w:r w:rsidR="0014047A">
              <w:rPr>
                <w:highlight w:val="yellow"/>
              </w:rPr>
              <w:t>6.5.6</w:t>
            </w:r>
            <w:r>
              <w:rPr>
                <w:highlight w:val="yellow"/>
              </w:rPr>
              <w:fldChar w:fldCharType="end"/>
            </w:r>
            <w:r w:rsidR="008D58FB">
              <w:rPr>
                <w:highlight w:val="yellow"/>
              </w:rPr>
              <w:t xml:space="preserve"> </w:t>
            </w:r>
            <w:r>
              <w:rPr>
                <w:highlight w:val="yellow"/>
              </w:rPr>
              <w:fldChar w:fldCharType="begin"/>
            </w:r>
            <w:r>
              <w:rPr>
                <w:highlight w:val="yellow"/>
              </w:rPr>
              <w:instrText xml:space="preserve"> REF _Ref142940688 \h </w:instrText>
            </w:r>
            <w:r>
              <w:rPr>
                <w:highlight w:val="yellow"/>
              </w:rPr>
            </w:r>
            <w:r>
              <w:rPr>
                <w:highlight w:val="yellow"/>
              </w:rPr>
              <w:fldChar w:fldCharType="separate"/>
            </w:r>
            <w:r w:rsidR="0014047A" w:rsidRPr="00034B31">
              <w:t>Beschikbaar houden van actuele documentatie</w:t>
            </w:r>
            <w:r>
              <w:rPr>
                <w:highlight w:val="yellow"/>
              </w:rPr>
              <w:fldChar w:fldCharType="end"/>
            </w:r>
          </w:p>
          <w:p w14:paraId="12C8F4F7" w14:textId="7274CE7F" w:rsidR="008D58FB" w:rsidRPr="00270248" w:rsidRDefault="001F3DDF" w:rsidP="00B926EF">
            <w:pPr>
              <w:rPr>
                <w:highlight w:val="yellow"/>
              </w:rPr>
            </w:pPr>
            <w:r>
              <w:rPr>
                <w:highlight w:val="yellow"/>
              </w:rPr>
              <w:t>7.1 Beheersing van (kwaliteits)registraties*</w:t>
            </w:r>
          </w:p>
        </w:tc>
      </w:tr>
      <w:tr w:rsidR="00A920F1" w14:paraId="4BFA65EA" w14:textId="77777777" w:rsidTr="001A2E45">
        <w:tc>
          <w:tcPr>
            <w:tcW w:w="846" w:type="dxa"/>
          </w:tcPr>
          <w:p w14:paraId="292D243E" w14:textId="77A6C390" w:rsidR="00A920F1" w:rsidRDefault="00A920F1" w:rsidP="00B926EF">
            <w:r>
              <w:t>8.</w:t>
            </w:r>
          </w:p>
        </w:tc>
        <w:tc>
          <w:tcPr>
            <w:tcW w:w="3684" w:type="dxa"/>
          </w:tcPr>
          <w:p w14:paraId="43D43597" w14:textId="079FAB10" w:rsidR="00A920F1" w:rsidRDefault="00A920F1" w:rsidP="00B926EF">
            <w:r>
              <w:t>Uitvoering</w:t>
            </w:r>
          </w:p>
        </w:tc>
        <w:tc>
          <w:tcPr>
            <w:tcW w:w="710" w:type="dxa"/>
          </w:tcPr>
          <w:p w14:paraId="3F18BE3E" w14:textId="77777777" w:rsidR="00A920F1" w:rsidRDefault="00A920F1" w:rsidP="00B926EF"/>
        </w:tc>
        <w:tc>
          <w:tcPr>
            <w:tcW w:w="3822" w:type="dxa"/>
          </w:tcPr>
          <w:p w14:paraId="334728F1" w14:textId="77777777" w:rsidR="00A920F1" w:rsidRPr="00270248" w:rsidRDefault="00A920F1" w:rsidP="00B926EF">
            <w:pPr>
              <w:rPr>
                <w:highlight w:val="yellow"/>
              </w:rPr>
            </w:pPr>
          </w:p>
        </w:tc>
      </w:tr>
      <w:tr w:rsidR="00A920F1" w14:paraId="7B260D5F" w14:textId="77777777" w:rsidTr="001A2E45">
        <w:tc>
          <w:tcPr>
            <w:tcW w:w="846" w:type="dxa"/>
          </w:tcPr>
          <w:p w14:paraId="281A3101" w14:textId="46F1439A" w:rsidR="00A920F1" w:rsidRDefault="00A920F1" w:rsidP="00B926EF">
            <w:r>
              <w:t>8.1</w:t>
            </w:r>
          </w:p>
        </w:tc>
        <w:tc>
          <w:tcPr>
            <w:tcW w:w="3684" w:type="dxa"/>
          </w:tcPr>
          <w:p w14:paraId="0FD6C14B" w14:textId="34740BB4" w:rsidR="00A920F1" w:rsidRDefault="00A920F1" w:rsidP="00B926EF">
            <w:r>
              <w:t>Operationele planning en beheersing</w:t>
            </w:r>
          </w:p>
        </w:tc>
        <w:tc>
          <w:tcPr>
            <w:tcW w:w="710" w:type="dxa"/>
          </w:tcPr>
          <w:p w14:paraId="3CC20A20" w14:textId="07F17380" w:rsidR="00A920F1" w:rsidRDefault="00A920F1" w:rsidP="00B926EF"/>
        </w:tc>
        <w:tc>
          <w:tcPr>
            <w:tcW w:w="3822" w:type="dxa"/>
          </w:tcPr>
          <w:p w14:paraId="009939E0" w14:textId="6D2A6A1D" w:rsidR="001F3DDF" w:rsidRDefault="0094126E" w:rsidP="00B926EF">
            <w:pPr>
              <w:rPr>
                <w:highlight w:val="yellow"/>
              </w:rPr>
            </w:pPr>
            <w:r>
              <w:rPr>
                <w:highlight w:val="yellow"/>
              </w:rPr>
              <w:fldChar w:fldCharType="begin"/>
            </w:r>
            <w:r>
              <w:rPr>
                <w:highlight w:val="yellow"/>
              </w:rPr>
              <w:instrText xml:space="preserve"> REF _Ref142037094 \n \h </w:instrText>
            </w:r>
            <w:r>
              <w:rPr>
                <w:highlight w:val="yellow"/>
              </w:rPr>
            </w:r>
            <w:r>
              <w:rPr>
                <w:highlight w:val="yellow"/>
              </w:rPr>
              <w:fldChar w:fldCharType="separate"/>
            </w:r>
            <w:r w:rsidR="0014047A">
              <w:rPr>
                <w:highlight w:val="yellow"/>
              </w:rPr>
              <w:t>6.2</w:t>
            </w:r>
            <w:r>
              <w:rPr>
                <w:highlight w:val="yellow"/>
              </w:rPr>
              <w:fldChar w:fldCharType="end"/>
            </w:r>
            <w:r w:rsidR="00731E16">
              <w:rPr>
                <w:highlight w:val="yellow"/>
              </w:rPr>
              <w:t xml:space="preserve"> </w:t>
            </w:r>
            <w:r>
              <w:rPr>
                <w:highlight w:val="yellow"/>
              </w:rPr>
              <w:fldChar w:fldCharType="begin"/>
            </w:r>
            <w:r>
              <w:rPr>
                <w:highlight w:val="yellow"/>
              </w:rPr>
              <w:instrText xml:space="preserve"> REF _Ref142037094 \h </w:instrText>
            </w:r>
            <w:r>
              <w:rPr>
                <w:highlight w:val="yellow"/>
              </w:rPr>
            </w:r>
            <w:r>
              <w:rPr>
                <w:highlight w:val="yellow"/>
              </w:rPr>
              <w:fldChar w:fldCharType="separate"/>
            </w:r>
            <w:r w:rsidR="0014047A" w:rsidRPr="00AE7633">
              <w:t>Inrichten processen</w:t>
            </w:r>
            <w:r>
              <w:rPr>
                <w:highlight w:val="yellow"/>
              </w:rPr>
              <w:fldChar w:fldCharType="end"/>
            </w:r>
          </w:p>
          <w:p w14:paraId="7B0B4A15" w14:textId="00929097" w:rsidR="00A920F1" w:rsidRPr="00270248" w:rsidRDefault="0094126E" w:rsidP="00B926EF">
            <w:pPr>
              <w:rPr>
                <w:highlight w:val="yellow"/>
              </w:rPr>
            </w:pPr>
            <w:r>
              <w:rPr>
                <w:highlight w:val="yellow"/>
              </w:rPr>
              <w:fldChar w:fldCharType="begin"/>
            </w:r>
            <w:r>
              <w:rPr>
                <w:highlight w:val="yellow"/>
              </w:rPr>
              <w:instrText xml:space="preserve"> REF _Ref194087209 \n \h </w:instrText>
            </w:r>
            <w:r>
              <w:rPr>
                <w:highlight w:val="yellow"/>
              </w:rPr>
            </w:r>
            <w:r>
              <w:rPr>
                <w:highlight w:val="yellow"/>
              </w:rPr>
              <w:fldChar w:fldCharType="separate"/>
            </w:r>
            <w:r w:rsidR="0014047A">
              <w:rPr>
                <w:highlight w:val="yellow"/>
              </w:rPr>
              <w:t>7</w:t>
            </w:r>
            <w:r>
              <w:rPr>
                <w:highlight w:val="yellow"/>
              </w:rPr>
              <w:fldChar w:fldCharType="end"/>
            </w:r>
            <w:r w:rsidR="001F3DDF">
              <w:rPr>
                <w:highlight w:val="yellow"/>
              </w:rPr>
              <w:t xml:space="preserve"> </w:t>
            </w:r>
            <w:r>
              <w:rPr>
                <w:highlight w:val="yellow"/>
              </w:rPr>
              <w:fldChar w:fldCharType="begin"/>
            </w:r>
            <w:r>
              <w:rPr>
                <w:highlight w:val="yellow"/>
              </w:rPr>
              <w:instrText xml:space="preserve"> REF _Ref194087209 \h </w:instrText>
            </w:r>
            <w:r>
              <w:rPr>
                <w:highlight w:val="yellow"/>
              </w:rPr>
            </w:r>
            <w:r>
              <w:rPr>
                <w:highlight w:val="yellow"/>
              </w:rPr>
              <w:fldChar w:fldCharType="separate"/>
            </w:r>
            <w:r w:rsidR="0014047A" w:rsidRPr="0082261B">
              <w:rPr>
                <w:highlight w:val="lightGray"/>
              </w:rPr>
              <w:t>Aansturen van operationele processen</w:t>
            </w:r>
            <w:r>
              <w:rPr>
                <w:highlight w:val="yellow"/>
              </w:rPr>
              <w:fldChar w:fldCharType="end"/>
            </w:r>
          </w:p>
        </w:tc>
      </w:tr>
      <w:tr w:rsidR="00A920F1" w14:paraId="161F9B1E" w14:textId="77777777" w:rsidTr="001A2E45">
        <w:tc>
          <w:tcPr>
            <w:tcW w:w="846" w:type="dxa"/>
          </w:tcPr>
          <w:p w14:paraId="3D49261A" w14:textId="12F63471" w:rsidR="00A920F1" w:rsidRDefault="00A920F1" w:rsidP="00B926EF">
            <w:r>
              <w:t>8.2</w:t>
            </w:r>
          </w:p>
        </w:tc>
        <w:tc>
          <w:tcPr>
            <w:tcW w:w="3684" w:type="dxa"/>
          </w:tcPr>
          <w:p w14:paraId="3A479514" w14:textId="3247B3CC" w:rsidR="00A920F1" w:rsidRDefault="00A920F1" w:rsidP="00B926EF">
            <w:r>
              <w:t>Eisen voor producten en diensten</w:t>
            </w:r>
          </w:p>
        </w:tc>
        <w:tc>
          <w:tcPr>
            <w:tcW w:w="710" w:type="dxa"/>
          </w:tcPr>
          <w:p w14:paraId="672EEDBD" w14:textId="77777777" w:rsidR="00A920F1" w:rsidRDefault="00A920F1" w:rsidP="00B926EF"/>
        </w:tc>
        <w:tc>
          <w:tcPr>
            <w:tcW w:w="3822" w:type="dxa"/>
          </w:tcPr>
          <w:p w14:paraId="0E6364D3" w14:textId="77777777" w:rsidR="00A920F1" w:rsidRPr="00270248" w:rsidRDefault="00A920F1" w:rsidP="00B926EF">
            <w:pPr>
              <w:rPr>
                <w:highlight w:val="yellow"/>
              </w:rPr>
            </w:pPr>
          </w:p>
        </w:tc>
      </w:tr>
      <w:tr w:rsidR="00A920F1" w14:paraId="14FAA431" w14:textId="77777777" w:rsidTr="001A2E45">
        <w:tc>
          <w:tcPr>
            <w:tcW w:w="846" w:type="dxa"/>
          </w:tcPr>
          <w:p w14:paraId="3CB51478" w14:textId="371E5EF8" w:rsidR="00A920F1" w:rsidRDefault="00A920F1" w:rsidP="00B926EF">
            <w:r>
              <w:t>8.2.1</w:t>
            </w:r>
          </w:p>
        </w:tc>
        <w:tc>
          <w:tcPr>
            <w:tcW w:w="3684" w:type="dxa"/>
          </w:tcPr>
          <w:p w14:paraId="09DF19F6" w14:textId="23729754" w:rsidR="00A920F1" w:rsidRDefault="00A920F1" w:rsidP="00B926EF">
            <w:r>
              <w:t>Communicatie met de klant</w:t>
            </w:r>
          </w:p>
        </w:tc>
        <w:tc>
          <w:tcPr>
            <w:tcW w:w="710" w:type="dxa"/>
          </w:tcPr>
          <w:p w14:paraId="4EF3A817" w14:textId="77777777" w:rsidR="00A920F1" w:rsidRDefault="00A920F1" w:rsidP="00B926EF"/>
        </w:tc>
        <w:tc>
          <w:tcPr>
            <w:tcW w:w="3822" w:type="dxa"/>
          </w:tcPr>
          <w:p w14:paraId="74845D42" w14:textId="77777777" w:rsidR="00A920F1" w:rsidRPr="00270248" w:rsidRDefault="00A920F1" w:rsidP="00B926EF">
            <w:pPr>
              <w:rPr>
                <w:highlight w:val="yellow"/>
              </w:rPr>
            </w:pPr>
          </w:p>
        </w:tc>
      </w:tr>
      <w:tr w:rsidR="00A920F1" w14:paraId="13CC2E70" w14:textId="77777777" w:rsidTr="001A2E45">
        <w:tc>
          <w:tcPr>
            <w:tcW w:w="846" w:type="dxa"/>
          </w:tcPr>
          <w:p w14:paraId="66552EB2" w14:textId="1E09B35D" w:rsidR="00A920F1" w:rsidRDefault="00A920F1" w:rsidP="00B926EF">
            <w:r>
              <w:t>8.2.2</w:t>
            </w:r>
          </w:p>
        </w:tc>
        <w:tc>
          <w:tcPr>
            <w:tcW w:w="3684" w:type="dxa"/>
          </w:tcPr>
          <w:p w14:paraId="6CED58C0" w14:textId="46FE8CDF" w:rsidR="00A920F1" w:rsidRDefault="00A920F1" w:rsidP="00B926EF">
            <w:r>
              <w:t>Het vaststellen van de eisen voor producten en diensten</w:t>
            </w:r>
          </w:p>
        </w:tc>
        <w:tc>
          <w:tcPr>
            <w:tcW w:w="710" w:type="dxa"/>
          </w:tcPr>
          <w:p w14:paraId="6872A1C7" w14:textId="77777777" w:rsidR="00A920F1" w:rsidRDefault="00A920F1" w:rsidP="00B926EF"/>
        </w:tc>
        <w:tc>
          <w:tcPr>
            <w:tcW w:w="3822" w:type="dxa"/>
          </w:tcPr>
          <w:p w14:paraId="10B53C04" w14:textId="77777777" w:rsidR="00A920F1" w:rsidRPr="00270248" w:rsidRDefault="00A920F1" w:rsidP="00B926EF">
            <w:pPr>
              <w:rPr>
                <w:highlight w:val="yellow"/>
              </w:rPr>
            </w:pPr>
          </w:p>
        </w:tc>
      </w:tr>
      <w:tr w:rsidR="00A920F1" w14:paraId="7A0843AA" w14:textId="77777777" w:rsidTr="001A2E45">
        <w:tc>
          <w:tcPr>
            <w:tcW w:w="846" w:type="dxa"/>
          </w:tcPr>
          <w:p w14:paraId="4D7B40A4" w14:textId="35E7BC49" w:rsidR="00A920F1" w:rsidRDefault="00A920F1" w:rsidP="00B926EF">
            <w:r>
              <w:t>8.2.3</w:t>
            </w:r>
          </w:p>
        </w:tc>
        <w:tc>
          <w:tcPr>
            <w:tcW w:w="3684" w:type="dxa"/>
          </w:tcPr>
          <w:p w14:paraId="0C6BB237" w14:textId="47618C18" w:rsidR="00A920F1" w:rsidRDefault="00A920F1" w:rsidP="00B926EF">
            <w:r>
              <w:t>Beoordeling van de eisen voor producten en diensten</w:t>
            </w:r>
          </w:p>
        </w:tc>
        <w:tc>
          <w:tcPr>
            <w:tcW w:w="710" w:type="dxa"/>
          </w:tcPr>
          <w:p w14:paraId="1AA0AB45" w14:textId="042498A0" w:rsidR="00A920F1" w:rsidRDefault="00A920F1" w:rsidP="00B926EF">
            <w:r>
              <w:t>Rec</w:t>
            </w:r>
          </w:p>
        </w:tc>
        <w:tc>
          <w:tcPr>
            <w:tcW w:w="3822" w:type="dxa"/>
          </w:tcPr>
          <w:p w14:paraId="20D72DE4" w14:textId="77777777" w:rsidR="00A920F1" w:rsidRPr="00270248" w:rsidRDefault="00A920F1" w:rsidP="00B926EF">
            <w:pPr>
              <w:rPr>
                <w:highlight w:val="yellow"/>
              </w:rPr>
            </w:pPr>
          </w:p>
        </w:tc>
      </w:tr>
      <w:tr w:rsidR="00A920F1" w14:paraId="2465CD76" w14:textId="77777777" w:rsidTr="001A2E45">
        <w:tc>
          <w:tcPr>
            <w:tcW w:w="846" w:type="dxa"/>
          </w:tcPr>
          <w:p w14:paraId="4D78350F" w14:textId="7132A2A3" w:rsidR="00A920F1" w:rsidRDefault="00A920F1" w:rsidP="00B926EF">
            <w:r>
              <w:t>8.2.4</w:t>
            </w:r>
          </w:p>
        </w:tc>
        <w:tc>
          <w:tcPr>
            <w:tcW w:w="3684" w:type="dxa"/>
          </w:tcPr>
          <w:p w14:paraId="17986588" w14:textId="231E1FE3" w:rsidR="00A920F1" w:rsidRDefault="00A920F1" w:rsidP="00B926EF">
            <w:r>
              <w:t>Wijzigingen in eisen voor producten en diensten</w:t>
            </w:r>
          </w:p>
        </w:tc>
        <w:tc>
          <w:tcPr>
            <w:tcW w:w="710" w:type="dxa"/>
          </w:tcPr>
          <w:p w14:paraId="4C7BC728" w14:textId="77777777" w:rsidR="00A920F1" w:rsidRDefault="00A920F1" w:rsidP="00B926EF"/>
        </w:tc>
        <w:tc>
          <w:tcPr>
            <w:tcW w:w="3822" w:type="dxa"/>
          </w:tcPr>
          <w:p w14:paraId="43941E93" w14:textId="77777777" w:rsidR="00A920F1" w:rsidRPr="00270248" w:rsidRDefault="00A920F1" w:rsidP="00B926EF">
            <w:pPr>
              <w:rPr>
                <w:highlight w:val="yellow"/>
              </w:rPr>
            </w:pPr>
          </w:p>
        </w:tc>
      </w:tr>
      <w:tr w:rsidR="00A920F1" w14:paraId="6EDF516C" w14:textId="77777777" w:rsidTr="001A2E45">
        <w:tc>
          <w:tcPr>
            <w:tcW w:w="846" w:type="dxa"/>
          </w:tcPr>
          <w:p w14:paraId="1B1BE065" w14:textId="63EC4169" w:rsidR="00A920F1" w:rsidRDefault="00A920F1" w:rsidP="00B926EF">
            <w:r>
              <w:t>8.3</w:t>
            </w:r>
          </w:p>
        </w:tc>
        <w:tc>
          <w:tcPr>
            <w:tcW w:w="3684" w:type="dxa"/>
          </w:tcPr>
          <w:p w14:paraId="177C35CC" w14:textId="3B6132A3" w:rsidR="00A920F1" w:rsidRDefault="00A920F1" w:rsidP="00B926EF">
            <w:r>
              <w:t>Ontwerp en ontwikkeling</w:t>
            </w:r>
          </w:p>
        </w:tc>
        <w:tc>
          <w:tcPr>
            <w:tcW w:w="710" w:type="dxa"/>
          </w:tcPr>
          <w:p w14:paraId="132881F1" w14:textId="77777777" w:rsidR="00A920F1" w:rsidRDefault="00A920F1" w:rsidP="00B926EF"/>
        </w:tc>
        <w:tc>
          <w:tcPr>
            <w:tcW w:w="3822" w:type="dxa"/>
          </w:tcPr>
          <w:p w14:paraId="140DC22F" w14:textId="77777777" w:rsidR="00A920F1" w:rsidRPr="00270248" w:rsidRDefault="00A920F1" w:rsidP="00B926EF">
            <w:pPr>
              <w:rPr>
                <w:highlight w:val="yellow"/>
              </w:rPr>
            </w:pPr>
          </w:p>
        </w:tc>
      </w:tr>
      <w:tr w:rsidR="00A920F1" w14:paraId="098B1F46" w14:textId="77777777" w:rsidTr="001A2E45">
        <w:tc>
          <w:tcPr>
            <w:tcW w:w="846" w:type="dxa"/>
          </w:tcPr>
          <w:p w14:paraId="3499044B" w14:textId="7AA04F14" w:rsidR="00A920F1" w:rsidRDefault="00A920F1" w:rsidP="00B926EF">
            <w:r>
              <w:t>8.3.1</w:t>
            </w:r>
          </w:p>
        </w:tc>
        <w:tc>
          <w:tcPr>
            <w:tcW w:w="3684" w:type="dxa"/>
          </w:tcPr>
          <w:p w14:paraId="6D468FA7" w14:textId="6B7DFF3B" w:rsidR="00A920F1" w:rsidRDefault="00A920F1" w:rsidP="00B926EF">
            <w:r>
              <w:t>Algemeen</w:t>
            </w:r>
          </w:p>
        </w:tc>
        <w:tc>
          <w:tcPr>
            <w:tcW w:w="710" w:type="dxa"/>
          </w:tcPr>
          <w:p w14:paraId="4701F4C6" w14:textId="77777777" w:rsidR="00A920F1" w:rsidRDefault="00A920F1" w:rsidP="00B926EF"/>
        </w:tc>
        <w:tc>
          <w:tcPr>
            <w:tcW w:w="3822" w:type="dxa"/>
          </w:tcPr>
          <w:p w14:paraId="31183A8E" w14:textId="4710DA6E" w:rsidR="00A920F1" w:rsidRPr="00270248" w:rsidRDefault="006C662F" w:rsidP="00B926EF">
            <w:pPr>
              <w:rPr>
                <w:highlight w:val="yellow"/>
              </w:rPr>
            </w:pPr>
            <w:r>
              <w:rPr>
                <w:highlight w:val="yellow"/>
              </w:rPr>
              <w:t>(alleen titel)</w:t>
            </w:r>
          </w:p>
        </w:tc>
      </w:tr>
      <w:tr w:rsidR="00A920F1" w14:paraId="305D8A8F" w14:textId="77777777" w:rsidTr="001A2E45">
        <w:tc>
          <w:tcPr>
            <w:tcW w:w="846" w:type="dxa"/>
          </w:tcPr>
          <w:p w14:paraId="50EB8356" w14:textId="67A3D0BF" w:rsidR="00A920F1" w:rsidRDefault="00A920F1" w:rsidP="00B926EF">
            <w:r>
              <w:t>8.3.2</w:t>
            </w:r>
          </w:p>
        </w:tc>
        <w:tc>
          <w:tcPr>
            <w:tcW w:w="3684" w:type="dxa"/>
          </w:tcPr>
          <w:p w14:paraId="761A60D1" w14:textId="03A93D06" w:rsidR="00A920F1" w:rsidRDefault="00A920F1" w:rsidP="00B926EF">
            <w:r>
              <w:t>Planning van ontwerp en ontwikkeling</w:t>
            </w:r>
          </w:p>
        </w:tc>
        <w:tc>
          <w:tcPr>
            <w:tcW w:w="710" w:type="dxa"/>
          </w:tcPr>
          <w:p w14:paraId="6D012550" w14:textId="77777777" w:rsidR="00A920F1" w:rsidRDefault="00A920F1" w:rsidP="00B926EF"/>
        </w:tc>
        <w:tc>
          <w:tcPr>
            <w:tcW w:w="3822" w:type="dxa"/>
          </w:tcPr>
          <w:p w14:paraId="600163C6" w14:textId="0DBD8A53" w:rsidR="00A920F1"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58FE2AD1" w14:textId="77777777" w:rsidTr="001A2E45">
        <w:tc>
          <w:tcPr>
            <w:tcW w:w="846" w:type="dxa"/>
          </w:tcPr>
          <w:p w14:paraId="204A775B" w14:textId="7EF9B800" w:rsidR="001A4E8C" w:rsidRDefault="001A4E8C" w:rsidP="00B926EF">
            <w:r>
              <w:t>8.3.3</w:t>
            </w:r>
          </w:p>
        </w:tc>
        <w:tc>
          <w:tcPr>
            <w:tcW w:w="3684" w:type="dxa"/>
          </w:tcPr>
          <w:p w14:paraId="63D1914F" w14:textId="51902BF7" w:rsidR="001A4E8C" w:rsidRDefault="001A4E8C" w:rsidP="00B926EF">
            <w:r>
              <w:t>Input voor ontwerp en ontwikkeling</w:t>
            </w:r>
          </w:p>
        </w:tc>
        <w:tc>
          <w:tcPr>
            <w:tcW w:w="710" w:type="dxa"/>
          </w:tcPr>
          <w:p w14:paraId="79C066D3" w14:textId="4D0D5B09" w:rsidR="001A4E8C" w:rsidRDefault="001A4E8C" w:rsidP="00B926EF">
            <w:r>
              <w:t>Rec</w:t>
            </w:r>
          </w:p>
        </w:tc>
        <w:tc>
          <w:tcPr>
            <w:tcW w:w="3822" w:type="dxa"/>
          </w:tcPr>
          <w:p w14:paraId="6535B8C4" w14:textId="65839009"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11715198" w14:textId="77777777" w:rsidTr="001A2E45">
        <w:tc>
          <w:tcPr>
            <w:tcW w:w="846" w:type="dxa"/>
          </w:tcPr>
          <w:p w14:paraId="721FD5D3" w14:textId="26565E0F" w:rsidR="001A4E8C" w:rsidRDefault="001A4E8C" w:rsidP="00B926EF">
            <w:r>
              <w:t>8.3.4</w:t>
            </w:r>
          </w:p>
        </w:tc>
        <w:tc>
          <w:tcPr>
            <w:tcW w:w="3684" w:type="dxa"/>
          </w:tcPr>
          <w:p w14:paraId="4A5AFDFB" w14:textId="61DA9B25" w:rsidR="001A4E8C" w:rsidRDefault="001A4E8C" w:rsidP="00B926EF">
            <w:r>
              <w:t>Beheersmaatregelen voor ontwerp en ontwikkeling</w:t>
            </w:r>
          </w:p>
        </w:tc>
        <w:tc>
          <w:tcPr>
            <w:tcW w:w="710" w:type="dxa"/>
          </w:tcPr>
          <w:p w14:paraId="1FCE699E" w14:textId="548C3CAB" w:rsidR="001A4E8C" w:rsidRDefault="001A4E8C" w:rsidP="00B926EF">
            <w:r>
              <w:t>Rec</w:t>
            </w:r>
          </w:p>
        </w:tc>
        <w:tc>
          <w:tcPr>
            <w:tcW w:w="3822" w:type="dxa"/>
          </w:tcPr>
          <w:p w14:paraId="4CB6874C" w14:textId="73A1AA47"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3CC6745C" w14:textId="77777777" w:rsidTr="001A2E45">
        <w:tc>
          <w:tcPr>
            <w:tcW w:w="846" w:type="dxa"/>
          </w:tcPr>
          <w:p w14:paraId="508A2579" w14:textId="34EEA81D" w:rsidR="001A4E8C" w:rsidRDefault="001A4E8C" w:rsidP="00B926EF">
            <w:r>
              <w:t>8.3.5</w:t>
            </w:r>
          </w:p>
        </w:tc>
        <w:tc>
          <w:tcPr>
            <w:tcW w:w="3684" w:type="dxa"/>
          </w:tcPr>
          <w:p w14:paraId="5ECC81C6" w14:textId="1DCCE297" w:rsidR="001A4E8C" w:rsidRDefault="001A4E8C" w:rsidP="00B926EF">
            <w:r>
              <w:t>Output van ontwerp en ontwikkeling</w:t>
            </w:r>
          </w:p>
        </w:tc>
        <w:tc>
          <w:tcPr>
            <w:tcW w:w="710" w:type="dxa"/>
          </w:tcPr>
          <w:p w14:paraId="669B7B91" w14:textId="2D6DAD60" w:rsidR="001A4E8C" w:rsidRDefault="001A4E8C" w:rsidP="00B926EF">
            <w:r>
              <w:t>Rec</w:t>
            </w:r>
          </w:p>
        </w:tc>
        <w:tc>
          <w:tcPr>
            <w:tcW w:w="3822" w:type="dxa"/>
          </w:tcPr>
          <w:p w14:paraId="75E0666E" w14:textId="48170DAB"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089A3AE3" w14:textId="77777777" w:rsidTr="001A2E45">
        <w:tc>
          <w:tcPr>
            <w:tcW w:w="846" w:type="dxa"/>
          </w:tcPr>
          <w:p w14:paraId="1A24A560" w14:textId="4B4A177C" w:rsidR="001A4E8C" w:rsidRDefault="001A4E8C" w:rsidP="00B926EF">
            <w:r>
              <w:t>8.3.6</w:t>
            </w:r>
          </w:p>
        </w:tc>
        <w:tc>
          <w:tcPr>
            <w:tcW w:w="3684" w:type="dxa"/>
          </w:tcPr>
          <w:p w14:paraId="0AE90555" w14:textId="7D1163B6" w:rsidR="001A4E8C" w:rsidRDefault="001A4E8C" w:rsidP="00B926EF">
            <w:r>
              <w:t>Wijzigingen met betrekking tot ontwerp en ontwikkeling</w:t>
            </w:r>
          </w:p>
        </w:tc>
        <w:tc>
          <w:tcPr>
            <w:tcW w:w="710" w:type="dxa"/>
          </w:tcPr>
          <w:p w14:paraId="287E3CDC" w14:textId="32BE61F1" w:rsidR="001A4E8C" w:rsidRDefault="001A4E8C" w:rsidP="00B926EF">
            <w:r>
              <w:t>Rec</w:t>
            </w:r>
          </w:p>
        </w:tc>
        <w:tc>
          <w:tcPr>
            <w:tcW w:w="3822" w:type="dxa"/>
          </w:tcPr>
          <w:p w14:paraId="0DF1997E" w14:textId="2F964AAF" w:rsidR="001A4E8C" w:rsidRPr="00270248" w:rsidRDefault="00ED3F9E" w:rsidP="00B926EF">
            <w:pPr>
              <w:rPr>
                <w:highlight w:val="yellow"/>
              </w:rPr>
            </w:pPr>
            <w:r>
              <w:rPr>
                <w:highlight w:val="yellow"/>
              </w:rPr>
              <w:fldChar w:fldCharType="begin"/>
            </w:r>
            <w:r>
              <w:rPr>
                <w:highlight w:val="yellow"/>
              </w:rPr>
              <w:instrText xml:space="preserve"> REF _Ref194002595 \r \h </w:instrText>
            </w:r>
            <w:r>
              <w:rPr>
                <w:highlight w:val="yellow"/>
              </w:rPr>
            </w:r>
            <w:r>
              <w:rPr>
                <w:highlight w:val="yellow"/>
              </w:rPr>
              <w:fldChar w:fldCharType="separate"/>
            </w:r>
            <w:r w:rsidR="0014047A">
              <w:rPr>
                <w:highlight w:val="yellow"/>
              </w:rPr>
              <w:t>6.1</w:t>
            </w:r>
            <w:r>
              <w:rPr>
                <w:highlight w:val="yellow"/>
              </w:rPr>
              <w:fldChar w:fldCharType="end"/>
            </w:r>
            <w:r>
              <w:rPr>
                <w:highlight w:val="yellow"/>
              </w:rPr>
              <w:t xml:space="preserve"> </w:t>
            </w:r>
            <w:r>
              <w:rPr>
                <w:highlight w:val="yellow"/>
              </w:rPr>
              <w:fldChar w:fldCharType="begin"/>
            </w:r>
            <w:r>
              <w:rPr>
                <w:highlight w:val="yellow"/>
              </w:rPr>
              <w:instrText xml:space="preserve"> REF _Ref194002595 \h </w:instrText>
            </w:r>
            <w:r>
              <w:rPr>
                <w:highlight w:val="yellow"/>
              </w:rPr>
            </w:r>
            <w:r>
              <w:rPr>
                <w:highlight w:val="yellow"/>
              </w:rPr>
              <w:fldChar w:fldCharType="separate"/>
            </w:r>
            <w:r w:rsidR="0014047A" w:rsidRPr="009907F8">
              <w:t>Ontwerpen en verbeteren van producten en diensten</w:t>
            </w:r>
            <w:r>
              <w:rPr>
                <w:highlight w:val="yellow"/>
              </w:rPr>
              <w:fldChar w:fldCharType="end"/>
            </w:r>
          </w:p>
        </w:tc>
      </w:tr>
      <w:tr w:rsidR="001A4E8C" w14:paraId="3D45A9C2" w14:textId="77777777" w:rsidTr="001A2E45">
        <w:tc>
          <w:tcPr>
            <w:tcW w:w="846" w:type="dxa"/>
          </w:tcPr>
          <w:p w14:paraId="63B6C5BF" w14:textId="3147E10F" w:rsidR="001A4E8C" w:rsidRDefault="001A4E8C" w:rsidP="00B926EF">
            <w:r>
              <w:t>8.4</w:t>
            </w:r>
          </w:p>
        </w:tc>
        <w:tc>
          <w:tcPr>
            <w:tcW w:w="3684" w:type="dxa"/>
          </w:tcPr>
          <w:p w14:paraId="75CD25F2" w14:textId="7814ECF7" w:rsidR="001A4E8C" w:rsidRDefault="001A4E8C" w:rsidP="00B926EF">
            <w:r>
              <w:t>Beheersing van extern geleverde processen, producten en diensten</w:t>
            </w:r>
          </w:p>
        </w:tc>
        <w:tc>
          <w:tcPr>
            <w:tcW w:w="710" w:type="dxa"/>
          </w:tcPr>
          <w:p w14:paraId="5A35B4E4" w14:textId="77777777" w:rsidR="001A4E8C" w:rsidRDefault="001A4E8C" w:rsidP="00B926EF"/>
        </w:tc>
        <w:tc>
          <w:tcPr>
            <w:tcW w:w="3822" w:type="dxa"/>
          </w:tcPr>
          <w:p w14:paraId="596971F5" w14:textId="54D8E5FB" w:rsidR="001A4E8C" w:rsidRPr="00270248" w:rsidRDefault="006C662F" w:rsidP="00B926EF">
            <w:pPr>
              <w:rPr>
                <w:highlight w:val="yellow"/>
              </w:rPr>
            </w:pPr>
            <w:r>
              <w:rPr>
                <w:highlight w:val="yellow"/>
              </w:rPr>
              <w:t>(alleen titel)</w:t>
            </w:r>
          </w:p>
        </w:tc>
      </w:tr>
      <w:tr w:rsidR="001A4E8C" w14:paraId="4B2C1A42" w14:textId="77777777" w:rsidTr="001A2E45">
        <w:tc>
          <w:tcPr>
            <w:tcW w:w="846" w:type="dxa"/>
          </w:tcPr>
          <w:p w14:paraId="0F8BDDAE" w14:textId="7759C5B7" w:rsidR="001A4E8C" w:rsidRDefault="001A4E8C" w:rsidP="00B926EF">
            <w:r>
              <w:t>8.4.1</w:t>
            </w:r>
          </w:p>
        </w:tc>
        <w:tc>
          <w:tcPr>
            <w:tcW w:w="3684" w:type="dxa"/>
          </w:tcPr>
          <w:p w14:paraId="03C415AF" w14:textId="79B2CA50" w:rsidR="001A4E8C" w:rsidRDefault="001A4E8C" w:rsidP="00B926EF">
            <w:r>
              <w:t>Algemeen</w:t>
            </w:r>
          </w:p>
        </w:tc>
        <w:tc>
          <w:tcPr>
            <w:tcW w:w="710" w:type="dxa"/>
          </w:tcPr>
          <w:p w14:paraId="14809A44" w14:textId="0CA02440" w:rsidR="001A4E8C" w:rsidRDefault="001A4E8C" w:rsidP="00B926EF">
            <w:r>
              <w:t>Rec</w:t>
            </w:r>
          </w:p>
        </w:tc>
        <w:tc>
          <w:tcPr>
            <w:tcW w:w="3822" w:type="dxa"/>
          </w:tcPr>
          <w:p w14:paraId="24AAE551" w14:textId="77777777" w:rsidR="001A4E8C" w:rsidRPr="00270248" w:rsidRDefault="001A4E8C" w:rsidP="00B926EF">
            <w:pPr>
              <w:rPr>
                <w:highlight w:val="yellow"/>
              </w:rPr>
            </w:pPr>
          </w:p>
        </w:tc>
      </w:tr>
      <w:tr w:rsidR="001A4E8C" w14:paraId="043803EE" w14:textId="77777777" w:rsidTr="001A2E45">
        <w:tc>
          <w:tcPr>
            <w:tcW w:w="846" w:type="dxa"/>
          </w:tcPr>
          <w:p w14:paraId="62422D6E" w14:textId="5A662A82" w:rsidR="001A4E8C" w:rsidRDefault="001A4E8C" w:rsidP="00B926EF">
            <w:r>
              <w:t>8.4.2</w:t>
            </w:r>
          </w:p>
        </w:tc>
        <w:tc>
          <w:tcPr>
            <w:tcW w:w="3684" w:type="dxa"/>
          </w:tcPr>
          <w:p w14:paraId="1FD5BCF7" w14:textId="1FA0EB16" w:rsidR="001A4E8C" w:rsidRDefault="001A4E8C" w:rsidP="00B926EF">
            <w:r>
              <w:t>Soort en mate van beheersing</w:t>
            </w:r>
          </w:p>
        </w:tc>
        <w:tc>
          <w:tcPr>
            <w:tcW w:w="710" w:type="dxa"/>
          </w:tcPr>
          <w:p w14:paraId="65BF07B3" w14:textId="77777777" w:rsidR="001A4E8C" w:rsidRDefault="001A4E8C" w:rsidP="00B926EF"/>
        </w:tc>
        <w:tc>
          <w:tcPr>
            <w:tcW w:w="3822" w:type="dxa"/>
          </w:tcPr>
          <w:p w14:paraId="6C97522A" w14:textId="77777777" w:rsidR="001A4E8C" w:rsidRPr="00270248" w:rsidRDefault="001A4E8C" w:rsidP="00B926EF">
            <w:pPr>
              <w:rPr>
                <w:highlight w:val="yellow"/>
              </w:rPr>
            </w:pPr>
          </w:p>
        </w:tc>
      </w:tr>
      <w:tr w:rsidR="001A4E8C" w14:paraId="087C0C09" w14:textId="77777777" w:rsidTr="001A2E45">
        <w:tc>
          <w:tcPr>
            <w:tcW w:w="846" w:type="dxa"/>
          </w:tcPr>
          <w:p w14:paraId="40346A17" w14:textId="2BE12A41" w:rsidR="001A4E8C" w:rsidRDefault="001A4E8C" w:rsidP="00B926EF">
            <w:r>
              <w:t>8.4.3</w:t>
            </w:r>
          </w:p>
        </w:tc>
        <w:tc>
          <w:tcPr>
            <w:tcW w:w="3684" w:type="dxa"/>
          </w:tcPr>
          <w:p w14:paraId="35D6BA0A" w14:textId="13A863F5" w:rsidR="001A4E8C" w:rsidRDefault="001A4E8C" w:rsidP="00B926EF">
            <w:r>
              <w:t>Informatie voor externe aanbieders</w:t>
            </w:r>
          </w:p>
        </w:tc>
        <w:tc>
          <w:tcPr>
            <w:tcW w:w="710" w:type="dxa"/>
          </w:tcPr>
          <w:p w14:paraId="09ABE8A1" w14:textId="77777777" w:rsidR="001A4E8C" w:rsidRDefault="001A4E8C" w:rsidP="00B926EF"/>
        </w:tc>
        <w:tc>
          <w:tcPr>
            <w:tcW w:w="3822" w:type="dxa"/>
          </w:tcPr>
          <w:p w14:paraId="2308178C" w14:textId="77777777" w:rsidR="001A4E8C" w:rsidRPr="00270248" w:rsidRDefault="001A4E8C" w:rsidP="00B926EF">
            <w:pPr>
              <w:rPr>
                <w:highlight w:val="yellow"/>
              </w:rPr>
            </w:pPr>
          </w:p>
        </w:tc>
      </w:tr>
      <w:tr w:rsidR="001A4E8C" w14:paraId="4AA82370" w14:textId="77777777" w:rsidTr="001A2E45">
        <w:tc>
          <w:tcPr>
            <w:tcW w:w="846" w:type="dxa"/>
          </w:tcPr>
          <w:p w14:paraId="2504FC04" w14:textId="3D29F0AF" w:rsidR="001A4E8C" w:rsidRDefault="001A4E8C" w:rsidP="00B926EF">
            <w:r>
              <w:lastRenderedPageBreak/>
              <w:t>8.5</w:t>
            </w:r>
          </w:p>
        </w:tc>
        <w:tc>
          <w:tcPr>
            <w:tcW w:w="3684" w:type="dxa"/>
          </w:tcPr>
          <w:p w14:paraId="4B44E8E3" w14:textId="2915576A" w:rsidR="001A4E8C" w:rsidRDefault="001A4E8C" w:rsidP="00B926EF">
            <w:r>
              <w:t>Productie en het leveren van diensten</w:t>
            </w:r>
          </w:p>
        </w:tc>
        <w:tc>
          <w:tcPr>
            <w:tcW w:w="710" w:type="dxa"/>
          </w:tcPr>
          <w:p w14:paraId="2DA73896" w14:textId="77777777" w:rsidR="001A4E8C" w:rsidRDefault="001A4E8C" w:rsidP="00B926EF"/>
        </w:tc>
        <w:tc>
          <w:tcPr>
            <w:tcW w:w="3822" w:type="dxa"/>
          </w:tcPr>
          <w:p w14:paraId="0332B075" w14:textId="77777777" w:rsidR="001A4E8C" w:rsidRPr="00270248" w:rsidRDefault="001A4E8C" w:rsidP="00B926EF">
            <w:pPr>
              <w:rPr>
                <w:highlight w:val="yellow"/>
              </w:rPr>
            </w:pPr>
          </w:p>
        </w:tc>
      </w:tr>
      <w:tr w:rsidR="001A4E8C" w14:paraId="412E1DE9" w14:textId="77777777" w:rsidTr="001A2E45">
        <w:tc>
          <w:tcPr>
            <w:tcW w:w="846" w:type="dxa"/>
          </w:tcPr>
          <w:p w14:paraId="602BAE2B" w14:textId="531BF6CE" w:rsidR="001A4E8C" w:rsidRDefault="001A4E8C" w:rsidP="00B926EF">
            <w:r>
              <w:t>8.5.1</w:t>
            </w:r>
          </w:p>
        </w:tc>
        <w:tc>
          <w:tcPr>
            <w:tcW w:w="3684" w:type="dxa"/>
          </w:tcPr>
          <w:p w14:paraId="06C59745" w14:textId="5E21A4A8" w:rsidR="001A4E8C" w:rsidRDefault="001A4E8C" w:rsidP="00B926EF">
            <w:r>
              <w:t>Beheersing van productie en het leveren van diensten</w:t>
            </w:r>
          </w:p>
        </w:tc>
        <w:tc>
          <w:tcPr>
            <w:tcW w:w="710" w:type="dxa"/>
          </w:tcPr>
          <w:p w14:paraId="6548D7E7" w14:textId="77777777" w:rsidR="001A4E8C" w:rsidRDefault="001A4E8C" w:rsidP="00B926EF"/>
        </w:tc>
        <w:tc>
          <w:tcPr>
            <w:tcW w:w="3822" w:type="dxa"/>
          </w:tcPr>
          <w:p w14:paraId="368FAEB5" w14:textId="77777777" w:rsidR="001A4E8C" w:rsidRPr="00270248" w:rsidRDefault="001A4E8C" w:rsidP="00B926EF">
            <w:pPr>
              <w:rPr>
                <w:highlight w:val="yellow"/>
              </w:rPr>
            </w:pPr>
          </w:p>
        </w:tc>
      </w:tr>
      <w:tr w:rsidR="001A4E8C" w14:paraId="3BF21F7A" w14:textId="77777777" w:rsidTr="001A2E45">
        <w:tc>
          <w:tcPr>
            <w:tcW w:w="846" w:type="dxa"/>
          </w:tcPr>
          <w:p w14:paraId="23BEDAF4" w14:textId="1A4F2F15" w:rsidR="001A4E8C" w:rsidRDefault="001A4E8C" w:rsidP="00B926EF">
            <w:r>
              <w:t>8.5.2</w:t>
            </w:r>
          </w:p>
        </w:tc>
        <w:tc>
          <w:tcPr>
            <w:tcW w:w="3684" w:type="dxa"/>
          </w:tcPr>
          <w:p w14:paraId="6BE27B19" w14:textId="7A46DE55" w:rsidR="001A4E8C" w:rsidRDefault="001A4E8C" w:rsidP="00B926EF">
            <w:r>
              <w:t>Identificatie en naspeurbaarheid</w:t>
            </w:r>
          </w:p>
        </w:tc>
        <w:tc>
          <w:tcPr>
            <w:tcW w:w="710" w:type="dxa"/>
          </w:tcPr>
          <w:p w14:paraId="6A9955F8" w14:textId="79F93DF1" w:rsidR="001A4E8C" w:rsidRDefault="001A4E8C" w:rsidP="00B926EF">
            <w:r>
              <w:t>Rec</w:t>
            </w:r>
          </w:p>
        </w:tc>
        <w:tc>
          <w:tcPr>
            <w:tcW w:w="3822" w:type="dxa"/>
          </w:tcPr>
          <w:p w14:paraId="1783F246" w14:textId="77777777" w:rsidR="001A4E8C" w:rsidRPr="00270248" w:rsidRDefault="001A4E8C" w:rsidP="00B926EF">
            <w:pPr>
              <w:rPr>
                <w:highlight w:val="yellow"/>
              </w:rPr>
            </w:pPr>
          </w:p>
        </w:tc>
      </w:tr>
      <w:tr w:rsidR="001A4E8C" w14:paraId="5271209D" w14:textId="77777777" w:rsidTr="001A2E45">
        <w:tc>
          <w:tcPr>
            <w:tcW w:w="846" w:type="dxa"/>
          </w:tcPr>
          <w:p w14:paraId="065230DE" w14:textId="37E0CC1E" w:rsidR="001A4E8C" w:rsidRDefault="001A4E8C" w:rsidP="00B926EF">
            <w:r>
              <w:t>8.5.3</w:t>
            </w:r>
          </w:p>
        </w:tc>
        <w:tc>
          <w:tcPr>
            <w:tcW w:w="3684" w:type="dxa"/>
          </w:tcPr>
          <w:p w14:paraId="1A29729E" w14:textId="27CDDC0C" w:rsidR="001A4E8C" w:rsidRDefault="001A4E8C" w:rsidP="00B926EF">
            <w:r>
              <w:t>Eigendom van klanten of externe aanbieders</w:t>
            </w:r>
          </w:p>
        </w:tc>
        <w:tc>
          <w:tcPr>
            <w:tcW w:w="710" w:type="dxa"/>
          </w:tcPr>
          <w:p w14:paraId="431ED331" w14:textId="02C41577" w:rsidR="001A4E8C" w:rsidRDefault="001A4E8C" w:rsidP="00B926EF">
            <w:r>
              <w:t>Rec</w:t>
            </w:r>
          </w:p>
        </w:tc>
        <w:tc>
          <w:tcPr>
            <w:tcW w:w="3822" w:type="dxa"/>
          </w:tcPr>
          <w:p w14:paraId="1098D6B2" w14:textId="77777777" w:rsidR="001A4E8C" w:rsidRPr="00270248" w:rsidRDefault="001A4E8C" w:rsidP="00B926EF">
            <w:pPr>
              <w:rPr>
                <w:highlight w:val="yellow"/>
              </w:rPr>
            </w:pPr>
          </w:p>
        </w:tc>
      </w:tr>
      <w:tr w:rsidR="001A4E8C" w14:paraId="69173FD8" w14:textId="77777777" w:rsidTr="001A2E45">
        <w:tc>
          <w:tcPr>
            <w:tcW w:w="846" w:type="dxa"/>
          </w:tcPr>
          <w:p w14:paraId="7BFF9395" w14:textId="51F2CA2D" w:rsidR="001A4E8C" w:rsidRDefault="001A4E8C" w:rsidP="00B926EF">
            <w:r>
              <w:t>8.5.4</w:t>
            </w:r>
          </w:p>
        </w:tc>
        <w:tc>
          <w:tcPr>
            <w:tcW w:w="3684" w:type="dxa"/>
          </w:tcPr>
          <w:p w14:paraId="16CDB318" w14:textId="19381BE6" w:rsidR="001A4E8C" w:rsidRDefault="001A4E8C" w:rsidP="00B926EF">
            <w:r>
              <w:t>In stand houden</w:t>
            </w:r>
          </w:p>
        </w:tc>
        <w:tc>
          <w:tcPr>
            <w:tcW w:w="710" w:type="dxa"/>
          </w:tcPr>
          <w:p w14:paraId="6C5C4BD9" w14:textId="77777777" w:rsidR="001A4E8C" w:rsidRDefault="001A4E8C" w:rsidP="00B926EF"/>
        </w:tc>
        <w:tc>
          <w:tcPr>
            <w:tcW w:w="3822" w:type="dxa"/>
          </w:tcPr>
          <w:p w14:paraId="2BD6C383" w14:textId="77777777" w:rsidR="001A4E8C" w:rsidRPr="00270248" w:rsidRDefault="001A4E8C" w:rsidP="00B926EF">
            <w:pPr>
              <w:rPr>
                <w:highlight w:val="yellow"/>
              </w:rPr>
            </w:pPr>
          </w:p>
        </w:tc>
      </w:tr>
      <w:tr w:rsidR="001A4E8C" w14:paraId="477A376D" w14:textId="77777777" w:rsidTr="001A2E45">
        <w:tc>
          <w:tcPr>
            <w:tcW w:w="846" w:type="dxa"/>
          </w:tcPr>
          <w:p w14:paraId="346A9817" w14:textId="1BC8E2BF" w:rsidR="001A4E8C" w:rsidRDefault="001A4E8C" w:rsidP="00B926EF">
            <w:r>
              <w:t>8.5.5</w:t>
            </w:r>
          </w:p>
        </w:tc>
        <w:tc>
          <w:tcPr>
            <w:tcW w:w="3684" w:type="dxa"/>
          </w:tcPr>
          <w:p w14:paraId="7859707D" w14:textId="043402CE" w:rsidR="001A4E8C" w:rsidRDefault="001A4E8C" w:rsidP="00B926EF">
            <w:r>
              <w:t>Nazorgactiviteiten</w:t>
            </w:r>
          </w:p>
        </w:tc>
        <w:tc>
          <w:tcPr>
            <w:tcW w:w="710" w:type="dxa"/>
          </w:tcPr>
          <w:p w14:paraId="1A3D5CDB" w14:textId="77777777" w:rsidR="001A4E8C" w:rsidRDefault="001A4E8C" w:rsidP="00B926EF"/>
        </w:tc>
        <w:tc>
          <w:tcPr>
            <w:tcW w:w="3822" w:type="dxa"/>
          </w:tcPr>
          <w:p w14:paraId="3F1FF156" w14:textId="7412DC1A" w:rsidR="001A4E8C" w:rsidRPr="00270248" w:rsidRDefault="00966768" w:rsidP="00B926EF">
            <w:pPr>
              <w:rPr>
                <w:highlight w:val="yellow"/>
              </w:rPr>
            </w:pPr>
            <w:r>
              <w:rPr>
                <w:highlight w:val="yellow"/>
              </w:rPr>
              <w:t>6.2 Nazorg / helpdesk*</w:t>
            </w:r>
          </w:p>
        </w:tc>
      </w:tr>
      <w:tr w:rsidR="001A4E8C" w14:paraId="5743F0A4" w14:textId="77777777" w:rsidTr="001A2E45">
        <w:tc>
          <w:tcPr>
            <w:tcW w:w="846" w:type="dxa"/>
          </w:tcPr>
          <w:p w14:paraId="13F02201" w14:textId="024F56F3" w:rsidR="001A4E8C" w:rsidRDefault="001A4E8C" w:rsidP="00B926EF">
            <w:r>
              <w:t>8.5.6</w:t>
            </w:r>
          </w:p>
        </w:tc>
        <w:tc>
          <w:tcPr>
            <w:tcW w:w="3684" w:type="dxa"/>
          </w:tcPr>
          <w:p w14:paraId="7E554358" w14:textId="28160D3F" w:rsidR="001A4E8C" w:rsidRDefault="001A4E8C" w:rsidP="00B926EF">
            <w:r>
              <w:t>Beheersing van wijzigingen</w:t>
            </w:r>
          </w:p>
        </w:tc>
        <w:tc>
          <w:tcPr>
            <w:tcW w:w="710" w:type="dxa"/>
          </w:tcPr>
          <w:p w14:paraId="28059602" w14:textId="11C878CA" w:rsidR="001A4E8C" w:rsidRDefault="001A4E8C" w:rsidP="00B926EF">
            <w:r>
              <w:t>Rec</w:t>
            </w:r>
          </w:p>
        </w:tc>
        <w:tc>
          <w:tcPr>
            <w:tcW w:w="3822" w:type="dxa"/>
          </w:tcPr>
          <w:p w14:paraId="79589B1F" w14:textId="77777777" w:rsidR="001A4E8C" w:rsidRPr="00270248" w:rsidRDefault="001A4E8C" w:rsidP="00B926EF">
            <w:pPr>
              <w:rPr>
                <w:highlight w:val="yellow"/>
              </w:rPr>
            </w:pPr>
          </w:p>
        </w:tc>
      </w:tr>
      <w:tr w:rsidR="001A4E8C" w14:paraId="7D1F4336" w14:textId="77777777" w:rsidTr="001A2E45">
        <w:tc>
          <w:tcPr>
            <w:tcW w:w="846" w:type="dxa"/>
          </w:tcPr>
          <w:p w14:paraId="2B2AE6EF" w14:textId="2E634976" w:rsidR="001A4E8C" w:rsidRDefault="001A4E8C" w:rsidP="00B926EF">
            <w:r>
              <w:t>8.6</w:t>
            </w:r>
          </w:p>
        </w:tc>
        <w:tc>
          <w:tcPr>
            <w:tcW w:w="3684" w:type="dxa"/>
          </w:tcPr>
          <w:p w14:paraId="27EA258F" w14:textId="6DAD2249" w:rsidR="001A4E8C" w:rsidRDefault="001A4E8C" w:rsidP="00B926EF">
            <w:r>
              <w:t>Vrijgave van producten en diensten</w:t>
            </w:r>
          </w:p>
        </w:tc>
        <w:tc>
          <w:tcPr>
            <w:tcW w:w="710" w:type="dxa"/>
          </w:tcPr>
          <w:p w14:paraId="5CAFA468" w14:textId="750B2315" w:rsidR="001A4E8C" w:rsidRDefault="001A4E8C" w:rsidP="00B926EF">
            <w:r>
              <w:t>Rec</w:t>
            </w:r>
          </w:p>
        </w:tc>
        <w:tc>
          <w:tcPr>
            <w:tcW w:w="3822" w:type="dxa"/>
          </w:tcPr>
          <w:p w14:paraId="5943123B" w14:textId="77777777" w:rsidR="001A4E8C" w:rsidRPr="00270248" w:rsidRDefault="001A4E8C" w:rsidP="00B926EF">
            <w:pPr>
              <w:rPr>
                <w:highlight w:val="yellow"/>
              </w:rPr>
            </w:pPr>
          </w:p>
        </w:tc>
      </w:tr>
      <w:tr w:rsidR="001A4E8C" w14:paraId="48498042" w14:textId="77777777" w:rsidTr="001A2E45">
        <w:tc>
          <w:tcPr>
            <w:tcW w:w="846" w:type="dxa"/>
          </w:tcPr>
          <w:p w14:paraId="7FB75313" w14:textId="4A60DF6F" w:rsidR="001A4E8C" w:rsidRDefault="001A4E8C" w:rsidP="00B926EF">
            <w:r>
              <w:t>8.7</w:t>
            </w:r>
          </w:p>
        </w:tc>
        <w:tc>
          <w:tcPr>
            <w:tcW w:w="3684" w:type="dxa"/>
          </w:tcPr>
          <w:p w14:paraId="36FB0F04" w14:textId="702E0358" w:rsidR="001A4E8C" w:rsidRDefault="001A4E8C" w:rsidP="00B926EF">
            <w:r>
              <w:t>Beheersing van afwijkende outputs</w:t>
            </w:r>
          </w:p>
        </w:tc>
        <w:tc>
          <w:tcPr>
            <w:tcW w:w="710" w:type="dxa"/>
          </w:tcPr>
          <w:p w14:paraId="587BE3E5" w14:textId="7FDD2DB3" w:rsidR="001A4E8C" w:rsidRDefault="001A4E8C" w:rsidP="00B926EF">
            <w:r>
              <w:t>Rec</w:t>
            </w:r>
          </w:p>
        </w:tc>
        <w:tc>
          <w:tcPr>
            <w:tcW w:w="3822" w:type="dxa"/>
          </w:tcPr>
          <w:p w14:paraId="23E2A10F" w14:textId="77777777" w:rsidR="001A4E8C" w:rsidRPr="00270248" w:rsidRDefault="001A4E8C" w:rsidP="00B926EF">
            <w:pPr>
              <w:rPr>
                <w:highlight w:val="yellow"/>
              </w:rPr>
            </w:pPr>
          </w:p>
        </w:tc>
      </w:tr>
      <w:tr w:rsidR="001A4E8C" w14:paraId="58E075E7" w14:textId="77777777" w:rsidTr="001A2E45">
        <w:tc>
          <w:tcPr>
            <w:tcW w:w="846" w:type="dxa"/>
          </w:tcPr>
          <w:p w14:paraId="6AD156AC" w14:textId="130BEB86" w:rsidR="001A4E8C" w:rsidRDefault="001A4E8C" w:rsidP="00B926EF">
            <w:r>
              <w:t>9.</w:t>
            </w:r>
          </w:p>
        </w:tc>
        <w:tc>
          <w:tcPr>
            <w:tcW w:w="3684" w:type="dxa"/>
          </w:tcPr>
          <w:p w14:paraId="7BF70223" w14:textId="56301058" w:rsidR="001A4E8C" w:rsidRDefault="001A4E8C" w:rsidP="00B926EF">
            <w:r>
              <w:t>Evalutie van prestaties</w:t>
            </w:r>
          </w:p>
        </w:tc>
        <w:tc>
          <w:tcPr>
            <w:tcW w:w="710" w:type="dxa"/>
          </w:tcPr>
          <w:p w14:paraId="4E19EA15" w14:textId="77777777" w:rsidR="001A4E8C" w:rsidRDefault="001A4E8C" w:rsidP="00B926EF"/>
        </w:tc>
        <w:tc>
          <w:tcPr>
            <w:tcW w:w="3822" w:type="dxa"/>
          </w:tcPr>
          <w:p w14:paraId="5335FAB9" w14:textId="30FA83A3" w:rsidR="001A4E8C" w:rsidRPr="00270248" w:rsidRDefault="00911901" w:rsidP="00B926EF">
            <w:pPr>
              <w:rPr>
                <w:highlight w:val="yellow"/>
              </w:rPr>
            </w:pPr>
            <w:r>
              <w:rPr>
                <w:highlight w:val="yellow"/>
              </w:rPr>
              <w:t>(Alleen titel)</w:t>
            </w:r>
          </w:p>
        </w:tc>
      </w:tr>
      <w:tr w:rsidR="001A4E8C" w14:paraId="7E1E3736" w14:textId="77777777" w:rsidTr="001A2E45">
        <w:tc>
          <w:tcPr>
            <w:tcW w:w="846" w:type="dxa"/>
          </w:tcPr>
          <w:p w14:paraId="763FC77D" w14:textId="4379F643" w:rsidR="001A4E8C" w:rsidRDefault="001A4E8C" w:rsidP="00B926EF">
            <w:r>
              <w:t>9.1</w:t>
            </w:r>
          </w:p>
        </w:tc>
        <w:tc>
          <w:tcPr>
            <w:tcW w:w="3684" w:type="dxa"/>
          </w:tcPr>
          <w:p w14:paraId="07D5003F" w14:textId="0642CFCC" w:rsidR="001A4E8C" w:rsidRDefault="001A4E8C" w:rsidP="00B926EF">
            <w:r>
              <w:t>Monitoren, meten, analyseren en evalueren</w:t>
            </w:r>
          </w:p>
        </w:tc>
        <w:tc>
          <w:tcPr>
            <w:tcW w:w="710" w:type="dxa"/>
          </w:tcPr>
          <w:p w14:paraId="117731DA" w14:textId="6E91580A" w:rsidR="001A4E8C" w:rsidRDefault="001A4E8C" w:rsidP="00B926EF"/>
        </w:tc>
        <w:tc>
          <w:tcPr>
            <w:tcW w:w="3822" w:type="dxa"/>
          </w:tcPr>
          <w:p w14:paraId="24C03E2E" w14:textId="3878D485" w:rsidR="001A4E8C" w:rsidRPr="00270248" w:rsidRDefault="00911901" w:rsidP="00B926EF">
            <w:pPr>
              <w:rPr>
                <w:highlight w:val="yellow"/>
              </w:rPr>
            </w:pPr>
            <w:r>
              <w:rPr>
                <w:highlight w:val="yellow"/>
              </w:rPr>
              <w:t>(Alleen titel)</w:t>
            </w:r>
          </w:p>
        </w:tc>
      </w:tr>
      <w:tr w:rsidR="001A4E8C" w14:paraId="6E290472" w14:textId="77777777" w:rsidTr="001A2E45">
        <w:tc>
          <w:tcPr>
            <w:tcW w:w="846" w:type="dxa"/>
          </w:tcPr>
          <w:p w14:paraId="5053B5BD" w14:textId="74C15BFA" w:rsidR="001A4E8C" w:rsidRDefault="001A4E8C" w:rsidP="00B926EF">
            <w:r>
              <w:t>9.1.1</w:t>
            </w:r>
          </w:p>
        </w:tc>
        <w:tc>
          <w:tcPr>
            <w:tcW w:w="3684" w:type="dxa"/>
          </w:tcPr>
          <w:p w14:paraId="366FEF73" w14:textId="03E254F9" w:rsidR="001A4E8C" w:rsidRDefault="001A4E8C" w:rsidP="00B926EF">
            <w:r>
              <w:t>Algemeen</w:t>
            </w:r>
          </w:p>
        </w:tc>
        <w:tc>
          <w:tcPr>
            <w:tcW w:w="710" w:type="dxa"/>
          </w:tcPr>
          <w:p w14:paraId="7F41D5CE" w14:textId="7BB1C9A2" w:rsidR="001A4E8C" w:rsidRDefault="001A4E8C" w:rsidP="00B926EF">
            <w:r>
              <w:t>Rec</w:t>
            </w:r>
          </w:p>
        </w:tc>
        <w:tc>
          <w:tcPr>
            <w:tcW w:w="3822" w:type="dxa"/>
          </w:tcPr>
          <w:p w14:paraId="1BB44789" w14:textId="34860A59" w:rsidR="001A4E8C" w:rsidRPr="00270248" w:rsidRDefault="00C04B02" w:rsidP="00B926EF">
            <w:pPr>
              <w:rPr>
                <w:highlight w:val="yellow"/>
              </w:rPr>
            </w:pPr>
            <w:r>
              <w:rPr>
                <w:highlight w:val="yellow"/>
              </w:rPr>
              <w:t>5.1 Regelaar*</w:t>
            </w:r>
          </w:p>
        </w:tc>
      </w:tr>
      <w:tr w:rsidR="001A4E8C" w14:paraId="18687010" w14:textId="77777777" w:rsidTr="001A2E45">
        <w:tc>
          <w:tcPr>
            <w:tcW w:w="846" w:type="dxa"/>
          </w:tcPr>
          <w:p w14:paraId="77149E91" w14:textId="213BE083" w:rsidR="001A4E8C" w:rsidRDefault="001A4E8C" w:rsidP="00B926EF">
            <w:r>
              <w:t>9.1.2</w:t>
            </w:r>
          </w:p>
        </w:tc>
        <w:tc>
          <w:tcPr>
            <w:tcW w:w="3684" w:type="dxa"/>
          </w:tcPr>
          <w:p w14:paraId="6D140899" w14:textId="3D2ED07E" w:rsidR="001A4E8C" w:rsidRDefault="001A4E8C" w:rsidP="00B926EF">
            <w:r>
              <w:t>Klanttevredenheid</w:t>
            </w:r>
          </w:p>
        </w:tc>
        <w:tc>
          <w:tcPr>
            <w:tcW w:w="710" w:type="dxa"/>
          </w:tcPr>
          <w:p w14:paraId="349AD363" w14:textId="77777777" w:rsidR="001A4E8C" w:rsidRDefault="001A4E8C" w:rsidP="00B926EF"/>
        </w:tc>
        <w:tc>
          <w:tcPr>
            <w:tcW w:w="3822" w:type="dxa"/>
          </w:tcPr>
          <w:p w14:paraId="32AC55E8" w14:textId="6E6F31B3" w:rsidR="001A4E8C" w:rsidRPr="00270248" w:rsidRDefault="00911901" w:rsidP="00B926EF">
            <w:pPr>
              <w:rPr>
                <w:highlight w:val="yellow"/>
              </w:rPr>
            </w:pPr>
            <w:r>
              <w:rPr>
                <w:highlight w:val="yellow"/>
              </w:rPr>
              <w:t>7.2 Monitoren van klanttevredenheid*</w:t>
            </w:r>
          </w:p>
        </w:tc>
      </w:tr>
      <w:tr w:rsidR="001A4E8C" w14:paraId="68506CE9" w14:textId="77777777" w:rsidTr="001A2E45">
        <w:tc>
          <w:tcPr>
            <w:tcW w:w="846" w:type="dxa"/>
          </w:tcPr>
          <w:p w14:paraId="64B0F79D" w14:textId="06AA16AA" w:rsidR="001A4E8C" w:rsidRDefault="001A4E8C" w:rsidP="00B926EF">
            <w:r>
              <w:t>9.1.3</w:t>
            </w:r>
          </w:p>
        </w:tc>
        <w:tc>
          <w:tcPr>
            <w:tcW w:w="3684" w:type="dxa"/>
          </w:tcPr>
          <w:p w14:paraId="741841A3" w14:textId="0C84D61D" w:rsidR="001A4E8C" w:rsidRDefault="001A4E8C" w:rsidP="00B926EF">
            <w:r>
              <w:t>Analyse en evaluatie</w:t>
            </w:r>
          </w:p>
        </w:tc>
        <w:tc>
          <w:tcPr>
            <w:tcW w:w="710" w:type="dxa"/>
          </w:tcPr>
          <w:p w14:paraId="619AF0DD" w14:textId="77777777" w:rsidR="001A4E8C" w:rsidRDefault="001A4E8C" w:rsidP="00B926EF"/>
        </w:tc>
        <w:tc>
          <w:tcPr>
            <w:tcW w:w="3822" w:type="dxa"/>
          </w:tcPr>
          <w:p w14:paraId="1B095274" w14:textId="55E6BAB1" w:rsidR="001A4E8C" w:rsidRDefault="0094126E" w:rsidP="00B926EF">
            <w:pPr>
              <w:rPr>
                <w:highlight w:val="yellow"/>
              </w:rPr>
            </w:pPr>
            <w:r>
              <w:rPr>
                <w:highlight w:val="yellow"/>
              </w:rPr>
              <w:fldChar w:fldCharType="begin"/>
            </w:r>
            <w:r>
              <w:rPr>
                <w:highlight w:val="yellow"/>
              </w:rPr>
              <w:instrText xml:space="preserve"> REF _Ref194596222 \n \h </w:instrText>
            </w:r>
            <w:r>
              <w:rPr>
                <w:highlight w:val="yellow"/>
              </w:rPr>
            </w:r>
            <w:r>
              <w:rPr>
                <w:highlight w:val="yellow"/>
              </w:rPr>
              <w:fldChar w:fldCharType="separate"/>
            </w:r>
            <w:r w:rsidR="0014047A">
              <w:rPr>
                <w:highlight w:val="yellow"/>
              </w:rPr>
              <w:t>8.2</w:t>
            </w:r>
            <w:r>
              <w:rPr>
                <w:highlight w:val="yellow"/>
              </w:rPr>
              <w:fldChar w:fldCharType="end"/>
            </w:r>
            <w:r>
              <w:rPr>
                <w:highlight w:val="yellow"/>
              </w:rPr>
              <w:fldChar w:fldCharType="begin"/>
            </w:r>
            <w:r>
              <w:rPr>
                <w:highlight w:val="yellow"/>
              </w:rPr>
              <w:instrText xml:space="preserve"> REF _Ref194596222 \h </w:instrText>
            </w:r>
            <w:r>
              <w:rPr>
                <w:highlight w:val="yellow"/>
              </w:rPr>
            </w:r>
            <w:r>
              <w:rPr>
                <w:highlight w:val="yellow"/>
              </w:rPr>
              <w:fldChar w:fldCharType="separate"/>
            </w:r>
            <w:r w:rsidR="0014047A" w:rsidRPr="00EB078F">
              <w:t>Analyseren en evalueren van prestaties</w:t>
            </w:r>
            <w:r>
              <w:rPr>
                <w:highlight w:val="yellow"/>
              </w:rPr>
              <w:fldChar w:fldCharType="end"/>
            </w:r>
          </w:p>
          <w:p w14:paraId="101748CC" w14:textId="5C967CC2" w:rsidR="00CA2EF3" w:rsidRPr="00270248" w:rsidRDefault="00CA2EF3" w:rsidP="00B926EF">
            <w:pPr>
              <w:rPr>
                <w:highlight w:val="yellow"/>
              </w:rPr>
            </w:pPr>
            <w:r>
              <w:rPr>
                <w:highlight w:val="yellow"/>
              </w:rPr>
              <w:t>5.1 Regelaar*</w:t>
            </w:r>
          </w:p>
        </w:tc>
      </w:tr>
      <w:tr w:rsidR="001A4E8C" w14:paraId="1301C4A2" w14:textId="77777777" w:rsidTr="001A2E45">
        <w:tc>
          <w:tcPr>
            <w:tcW w:w="846" w:type="dxa"/>
          </w:tcPr>
          <w:p w14:paraId="77D41201" w14:textId="09A453B2" w:rsidR="001A4E8C" w:rsidRDefault="001A4E8C" w:rsidP="00B926EF">
            <w:r>
              <w:t>9.2</w:t>
            </w:r>
          </w:p>
        </w:tc>
        <w:tc>
          <w:tcPr>
            <w:tcW w:w="3684" w:type="dxa"/>
          </w:tcPr>
          <w:p w14:paraId="1DC39CB6" w14:textId="68C95FA4" w:rsidR="001A4E8C" w:rsidRDefault="001A4E8C" w:rsidP="00B926EF">
            <w:r>
              <w:t>Interne audit</w:t>
            </w:r>
          </w:p>
        </w:tc>
        <w:tc>
          <w:tcPr>
            <w:tcW w:w="710" w:type="dxa"/>
          </w:tcPr>
          <w:p w14:paraId="745FBEC4" w14:textId="4FF207AD" w:rsidR="001A4E8C" w:rsidRDefault="001A4E8C" w:rsidP="00B926EF">
            <w:r>
              <w:t>Rec</w:t>
            </w:r>
          </w:p>
        </w:tc>
        <w:tc>
          <w:tcPr>
            <w:tcW w:w="3822" w:type="dxa"/>
          </w:tcPr>
          <w:p w14:paraId="18265E71" w14:textId="675EB64A" w:rsidR="001A4E8C" w:rsidRPr="00270248" w:rsidRDefault="0094126E" w:rsidP="00B926EF">
            <w:pPr>
              <w:rPr>
                <w:highlight w:val="yellow"/>
              </w:rPr>
            </w:pPr>
            <w:r>
              <w:rPr>
                <w:highlight w:val="yellow"/>
              </w:rPr>
              <w:fldChar w:fldCharType="begin"/>
            </w:r>
            <w:r>
              <w:rPr>
                <w:highlight w:val="yellow"/>
              </w:rPr>
              <w:instrText xml:space="preserve"> REF _Ref143025060 \n \h </w:instrText>
            </w:r>
            <w:r>
              <w:rPr>
                <w:highlight w:val="yellow"/>
              </w:rPr>
            </w:r>
            <w:r>
              <w:rPr>
                <w:highlight w:val="yellow"/>
              </w:rPr>
              <w:fldChar w:fldCharType="separate"/>
            </w:r>
            <w:r w:rsidR="0014047A">
              <w:rPr>
                <w:highlight w:val="yellow"/>
              </w:rPr>
              <w:t>8.1</w:t>
            </w:r>
            <w:r>
              <w:rPr>
                <w:highlight w:val="yellow"/>
              </w:rPr>
              <w:fldChar w:fldCharType="end"/>
            </w:r>
            <w:r w:rsidR="00C63196">
              <w:rPr>
                <w:highlight w:val="yellow"/>
              </w:rPr>
              <w:t xml:space="preserve"> </w:t>
            </w:r>
            <w:r>
              <w:rPr>
                <w:highlight w:val="yellow"/>
              </w:rPr>
              <w:fldChar w:fldCharType="begin"/>
            </w:r>
            <w:r>
              <w:rPr>
                <w:highlight w:val="yellow"/>
              </w:rPr>
              <w:instrText xml:space="preserve"> REF _Ref143025060 \h </w:instrText>
            </w:r>
            <w:r>
              <w:rPr>
                <w:highlight w:val="yellow"/>
              </w:rPr>
            </w:r>
            <w:r>
              <w:rPr>
                <w:highlight w:val="yellow"/>
              </w:rPr>
              <w:fldChar w:fldCharType="separate"/>
            </w:r>
            <w:r w:rsidR="0014047A" w:rsidRPr="00566D82">
              <w:t>Interne audits</w:t>
            </w:r>
            <w:r>
              <w:rPr>
                <w:highlight w:val="yellow"/>
              </w:rPr>
              <w:fldChar w:fldCharType="end"/>
            </w:r>
          </w:p>
        </w:tc>
      </w:tr>
      <w:tr w:rsidR="001A4E8C" w14:paraId="6525B18F" w14:textId="77777777" w:rsidTr="001A2E45">
        <w:tc>
          <w:tcPr>
            <w:tcW w:w="846" w:type="dxa"/>
          </w:tcPr>
          <w:p w14:paraId="74DF3157" w14:textId="1384F6FD" w:rsidR="001A4E8C" w:rsidRDefault="001A4E8C" w:rsidP="00B926EF">
            <w:r>
              <w:t>9.3</w:t>
            </w:r>
          </w:p>
        </w:tc>
        <w:tc>
          <w:tcPr>
            <w:tcW w:w="3684" w:type="dxa"/>
          </w:tcPr>
          <w:p w14:paraId="3174D78F" w14:textId="1DA7184C" w:rsidR="001A4E8C" w:rsidRDefault="001A4E8C" w:rsidP="00B926EF">
            <w:r>
              <w:t>Management review</w:t>
            </w:r>
          </w:p>
        </w:tc>
        <w:tc>
          <w:tcPr>
            <w:tcW w:w="710" w:type="dxa"/>
          </w:tcPr>
          <w:p w14:paraId="6A7E53A7" w14:textId="77777777" w:rsidR="001A4E8C" w:rsidRDefault="001A4E8C" w:rsidP="00B926EF"/>
        </w:tc>
        <w:tc>
          <w:tcPr>
            <w:tcW w:w="3822" w:type="dxa"/>
          </w:tcPr>
          <w:p w14:paraId="0B5C0B2F" w14:textId="7A0128BC" w:rsidR="001A4E8C" w:rsidRPr="00270248" w:rsidRDefault="00744BD3" w:rsidP="00B926EF">
            <w:pPr>
              <w:rPr>
                <w:highlight w:val="yellow"/>
              </w:rPr>
            </w:pPr>
            <w:r>
              <w:rPr>
                <w:highlight w:val="yellow"/>
              </w:rPr>
              <w:fldChar w:fldCharType="begin"/>
            </w:r>
            <w:r>
              <w:rPr>
                <w:highlight w:val="yellow"/>
              </w:rPr>
              <w:instrText xml:space="preserve"> REF _Ref194607153 \n \h </w:instrText>
            </w:r>
            <w:r>
              <w:rPr>
                <w:highlight w:val="yellow"/>
              </w:rPr>
            </w:r>
            <w:r>
              <w:rPr>
                <w:highlight w:val="yellow"/>
              </w:rPr>
              <w:fldChar w:fldCharType="separate"/>
            </w:r>
            <w:r w:rsidR="0014047A">
              <w:rPr>
                <w:highlight w:val="yellow"/>
              </w:rPr>
              <w:t>8.3</w:t>
            </w:r>
            <w:r>
              <w:rPr>
                <w:highlight w:val="yellow"/>
              </w:rPr>
              <w:fldChar w:fldCharType="end"/>
            </w:r>
            <w:r w:rsidR="00C63196">
              <w:rPr>
                <w:highlight w:val="yellow"/>
              </w:rPr>
              <w:t xml:space="preserve"> </w:t>
            </w:r>
            <w:r>
              <w:rPr>
                <w:highlight w:val="yellow"/>
              </w:rPr>
              <w:fldChar w:fldCharType="begin"/>
            </w:r>
            <w:r>
              <w:rPr>
                <w:highlight w:val="yellow"/>
              </w:rPr>
              <w:instrText xml:space="preserve"> REF _Ref194607153 \h </w:instrText>
            </w:r>
            <w:r>
              <w:rPr>
                <w:highlight w:val="yellow"/>
              </w:rPr>
            </w:r>
            <w:r>
              <w:rPr>
                <w:highlight w:val="yellow"/>
              </w:rPr>
              <w:fldChar w:fldCharType="separate"/>
            </w:r>
            <w:r w:rsidR="0014047A" w:rsidRPr="00EB078F">
              <w:t>Management review</w:t>
            </w:r>
            <w:r>
              <w:rPr>
                <w:highlight w:val="yellow"/>
              </w:rPr>
              <w:fldChar w:fldCharType="end"/>
            </w:r>
          </w:p>
        </w:tc>
      </w:tr>
      <w:tr w:rsidR="001A4E8C" w14:paraId="408143A0" w14:textId="77777777" w:rsidTr="001A2E45">
        <w:tc>
          <w:tcPr>
            <w:tcW w:w="846" w:type="dxa"/>
          </w:tcPr>
          <w:p w14:paraId="589D475A" w14:textId="53D2FD5C" w:rsidR="001A4E8C" w:rsidRDefault="001A4E8C" w:rsidP="00B926EF">
            <w:r>
              <w:t>10.</w:t>
            </w:r>
          </w:p>
        </w:tc>
        <w:tc>
          <w:tcPr>
            <w:tcW w:w="3684" w:type="dxa"/>
          </w:tcPr>
          <w:p w14:paraId="24C73072" w14:textId="231DCEEB" w:rsidR="001A4E8C" w:rsidRDefault="001A4E8C" w:rsidP="00B926EF">
            <w:r>
              <w:t>Verbetering</w:t>
            </w:r>
          </w:p>
        </w:tc>
        <w:tc>
          <w:tcPr>
            <w:tcW w:w="710" w:type="dxa"/>
          </w:tcPr>
          <w:p w14:paraId="089A5CB6" w14:textId="77777777" w:rsidR="001A4E8C" w:rsidRDefault="001A4E8C" w:rsidP="00B926EF"/>
        </w:tc>
        <w:tc>
          <w:tcPr>
            <w:tcW w:w="3822" w:type="dxa"/>
          </w:tcPr>
          <w:p w14:paraId="24E356AF" w14:textId="7849586E" w:rsidR="001A4E8C" w:rsidRPr="00270248" w:rsidRDefault="00233454" w:rsidP="00B926EF">
            <w:pPr>
              <w:rPr>
                <w:highlight w:val="yellow"/>
              </w:rPr>
            </w:pPr>
            <w:r>
              <w:rPr>
                <w:highlight w:val="yellow"/>
              </w:rPr>
              <w:t>(Alleen titel)</w:t>
            </w:r>
          </w:p>
        </w:tc>
      </w:tr>
      <w:tr w:rsidR="001A4E8C" w14:paraId="6F485F52" w14:textId="77777777" w:rsidTr="001A2E45">
        <w:tc>
          <w:tcPr>
            <w:tcW w:w="846" w:type="dxa"/>
          </w:tcPr>
          <w:p w14:paraId="53E5F66E" w14:textId="216540D2" w:rsidR="001A4E8C" w:rsidRDefault="001A4E8C" w:rsidP="00B926EF">
            <w:r>
              <w:t>10.1</w:t>
            </w:r>
          </w:p>
        </w:tc>
        <w:tc>
          <w:tcPr>
            <w:tcW w:w="3684" w:type="dxa"/>
          </w:tcPr>
          <w:p w14:paraId="382BB706" w14:textId="1DBBC925" w:rsidR="001A4E8C" w:rsidRDefault="001A4E8C" w:rsidP="00B926EF">
            <w:r>
              <w:t>Algemeen</w:t>
            </w:r>
          </w:p>
        </w:tc>
        <w:tc>
          <w:tcPr>
            <w:tcW w:w="710" w:type="dxa"/>
          </w:tcPr>
          <w:p w14:paraId="00192B96" w14:textId="77777777" w:rsidR="001A4E8C" w:rsidRDefault="001A4E8C" w:rsidP="00B926EF"/>
        </w:tc>
        <w:tc>
          <w:tcPr>
            <w:tcW w:w="3822" w:type="dxa"/>
          </w:tcPr>
          <w:p w14:paraId="60A9DB21" w14:textId="77777777" w:rsidR="001A4E8C" w:rsidRPr="00270248" w:rsidRDefault="001A4E8C" w:rsidP="00B926EF">
            <w:pPr>
              <w:rPr>
                <w:highlight w:val="yellow"/>
              </w:rPr>
            </w:pPr>
          </w:p>
        </w:tc>
      </w:tr>
      <w:tr w:rsidR="001A4E8C" w14:paraId="7CA1A642" w14:textId="77777777" w:rsidTr="001A2E45">
        <w:tc>
          <w:tcPr>
            <w:tcW w:w="846" w:type="dxa"/>
          </w:tcPr>
          <w:p w14:paraId="0E3ADB45" w14:textId="71B3AF9D" w:rsidR="001A4E8C" w:rsidRDefault="001A4E8C" w:rsidP="00B926EF">
            <w:r>
              <w:t>10.2</w:t>
            </w:r>
          </w:p>
        </w:tc>
        <w:tc>
          <w:tcPr>
            <w:tcW w:w="3684" w:type="dxa"/>
          </w:tcPr>
          <w:p w14:paraId="02FA980C" w14:textId="7F1AFBC0" w:rsidR="001A4E8C" w:rsidRDefault="001A4E8C" w:rsidP="00B926EF">
            <w:r>
              <w:t>Afwijkingen en corrigerende maatregelen</w:t>
            </w:r>
          </w:p>
        </w:tc>
        <w:tc>
          <w:tcPr>
            <w:tcW w:w="710" w:type="dxa"/>
          </w:tcPr>
          <w:p w14:paraId="62A7BDC1" w14:textId="197E683F" w:rsidR="001A4E8C" w:rsidRDefault="001A4E8C" w:rsidP="00B926EF">
            <w:r>
              <w:t>Rec</w:t>
            </w:r>
          </w:p>
        </w:tc>
        <w:tc>
          <w:tcPr>
            <w:tcW w:w="3822" w:type="dxa"/>
          </w:tcPr>
          <w:p w14:paraId="58277433" w14:textId="6DE1E057" w:rsidR="001A4E8C" w:rsidRPr="00270248" w:rsidRDefault="00C5254F" w:rsidP="00B926EF">
            <w:pPr>
              <w:rPr>
                <w:highlight w:val="yellow"/>
              </w:rPr>
            </w:pPr>
            <w:r>
              <w:rPr>
                <w:highlight w:val="yellow"/>
              </w:rPr>
              <w:t>5.2 Maatregelen*</w:t>
            </w:r>
          </w:p>
        </w:tc>
      </w:tr>
      <w:tr w:rsidR="001A4E8C" w14:paraId="1A695060" w14:textId="77777777" w:rsidTr="001A2E45">
        <w:tc>
          <w:tcPr>
            <w:tcW w:w="846" w:type="dxa"/>
          </w:tcPr>
          <w:p w14:paraId="21EF89BC" w14:textId="0473C572" w:rsidR="001A4E8C" w:rsidRDefault="001A4E8C" w:rsidP="00B926EF">
            <w:r>
              <w:t>10.</w:t>
            </w:r>
          </w:p>
        </w:tc>
        <w:tc>
          <w:tcPr>
            <w:tcW w:w="3684" w:type="dxa"/>
          </w:tcPr>
          <w:p w14:paraId="7D83BB53" w14:textId="5B9AE4EE" w:rsidR="001A4E8C" w:rsidRDefault="001A4E8C" w:rsidP="00B926EF">
            <w:r>
              <w:t>Continue verbetering</w:t>
            </w:r>
          </w:p>
        </w:tc>
        <w:tc>
          <w:tcPr>
            <w:tcW w:w="710" w:type="dxa"/>
          </w:tcPr>
          <w:p w14:paraId="41B64AAD" w14:textId="77777777" w:rsidR="001A4E8C" w:rsidRDefault="001A4E8C" w:rsidP="00B926EF"/>
        </w:tc>
        <w:tc>
          <w:tcPr>
            <w:tcW w:w="3822" w:type="dxa"/>
          </w:tcPr>
          <w:p w14:paraId="095B9B81" w14:textId="77777777" w:rsidR="001A4E8C" w:rsidRPr="00270248" w:rsidRDefault="001A4E8C" w:rsidP="00B926EF">
            <w:pPr>
              <w:rPr>
                <w:highlight w:val="yellow"/>
              </w:rPr>
            </w:pPr>
          </w:p>
        </w:tc>
      </w:tr>
    </w:tbl>
    <w:p w14:paraId="345035A5" w14:textId="77777777" w:rsidR="00270248" w:rsidRPr="00B926EF" w:rsidRDefault="00270248" w:rsidP="00B926EF"/>
    <w:p w14:paraId="6A80FF08" w14:textId="77777777" w:rsidR="002004F3" w:rsidRDefault="002004F3" w:rsidP="009B4BF2"/>
    <w:p w14:paraId="0C2EC02F" w14:textId="77777777" w:rsidR="005910C5" w:rsidRDefault="005910C5" w:rsidP="005910C5">
      <w:pPr>
        <w:pStyle w:val="verborgentekst"/>
      </w:pPr>
    </w:p>
    <w:p w14:paraId="74C31555" w14:textId="3202FEF5" w:rsidR="003E5BBC" w:rsidRPr="005910C5" w:rsidRDefault="003E5BBC" w:rsidP="005910C5">
      <w:pPr>
        <w:pStyle w:val="verborgentekst"/>
        <w:sectPr w:rsidR="003E5BBC" w:rsidRPr="005910C5" w:rsidSect="00CD187D">
          <w:pgSz w:w="11906" w:h="16838"/>
          <w:pgMar w:top="1417" w:right="1417" w:bottom="1417" w:left="1417" w:header="708" w:footer="708" w:gutter="0"/>
          <w:cols w:space="708"/>
          <w:docGrid w:linePitch="360"/>
        </w:sectPr>
      </w:pPr>
    </w:p>
    <w:p w14:paraId="720E8D7B" w14:textId="25D761F0" w:rsidR="009B4BF2" w:rsidRPr="00BF4F45" w:rsidRDefault="002004F3" w:rsidP="00572EED">
      <w:pPr>
        <w:pStyle w:val="Kop8"/>
        <w:rPr>
          <w:highlight w:val="magenta"/>
        </w:rPr>
      </w:pPr>
      <w:bookmarkStart w:id="117" w:name="_Ref142765685"/>
      <w:bookmarkStart w:id="118" w:name="_Toc204442032"/>
      <w:r w:rsidRPr="00BF4F45">
        <w:rPr>
          <w:highlight w:val="magenta"/>
        </w:rPr>
        <w:lastRenderedPageBreak/>
        <w:t>Competentie-eisen</w:t>
      </w:r>
      <w:bookmarkEnd w:id="117"/>
      <w:bookmarkEnd w:id="118"/>
    </w:p>
    <w:p w14:paraId="096FBFD6" w14:textId="46FCFFE9" w:rsidR="00C02527" w:rsidRPr="00C02527" w:rsidRDefault="00C02527" w:rsidP="00C02527">
      <w:pPr>
        <w:pStyle w:val="verborgentekst"/>
        <w:rPr>
          <w:b/>
          <w:bCs/>
          <w:u w:val="single"/>
        </w:rPr>
      </w:pPr>
      <w:r w:rsidRPr="00C02527">
        <w:rPr>
          <w:b/>
          <w:bCs/>
          <w:u w:val="single"/>
        </w:rPr>
        <w:t>Stap 52</w:t>
      </w:r>
    </w:p>
    <w:p w14:paraId="4E748EA9" w14:textId="0D1C1574" w:rsidR="002004F3" w:rsidRDefault="00927657" w:rsidP="002004F3">
      <w:r>
        <w:t xml:space="preserve">In onderstaand overzicht staan de competentie-eisen die [organisatie] stelt aan medewerkers die werkzaamheden verrichten </w:t>
      </w:r>
      <w:r w:rsidR="00E12A90" w:rsidRPr="00E12A90">
        <w:t>die de prestaties en doeltreffendheid van het kwaliteitsmanagementsysteem beïnvloeden</w:t>
      </w:r>
      <w:r w:rsidR="000D1820">
        <w:t>.</w:t>
      </w:r>
    </w:p>
    <w:p w14:paraId="5031E92F" w14:textId="7F92A4E2" w:rsidR="005362F3" w:rsidRDefault="005362F3" w:rsidP="005362F3">
      <w:pPr>
        <w:pStyle w:val="verborgentekst"/>
      </w:pPr>
      <w:r>
        <w:t xml:space="preserve">Verzamel in de onderstaande tabel alle gegevens uit de tijdelijke tabellen. Als alles overgenomen is, kunnen de tijdelijke tabellen worden verwijderd uit paragraaf </w:t>
      </w:r>
      <w:r w:rsidR="00903EAD">
        <w:rPr>
          <w:highlight w:val="cyan"/>
        </w:rPr>
        <w:fldChar w:fldCharType="begin"/>
      </w:r>
      <w:r w:rsidR="00903EAD">
        <w:instrText xml:space="preserve"> REF _Ref142645608 \r \h </w:instrText>
      </w:r>
      <w:r w:rsidR="00903EAD">
        <w:rPr>
          <w:highlight w:val="cyan"/>
        </w:rPr>
      </w:r>
      <w:r w:rsidR="00903EAD">
        <w:rPr>
          <w:highlight w:val="cyan"/>
        </w:rPr>
        <w:fldChar w:fldCharType="separate"/>
      </w:r>
      <w:r w:rsidR="0014047A">
        <w:t>6.5.2</w:t>
      </w:r>
      <w:r w:rsidR="00903EAD">
        <w:rPr>
          <w:highlight w:val="cyan"/>
        </w:rPr>
        <w:fldChar w:fldCharType="end"/>
      </w:r>
      <w:r w:rsidR="00903EAD">
        <w:t>.</w:t>
      </w:r>
    </w:p>
    <w:tbl>
      <w:tblPr>
        <w:tblStyle w:val="Tabelraster"/>
        <w:tblW w:w="0" w:type="auto"/>
        <w:tblLook w:val="04A0" w:firstRow="1" w:lastRow="0" w:firstColumn="1" w:lastColumn="0" w:noHBand="0" w:noVBand="1"/>
      </w:tblPr>
      <w:tblGrid>
        <w:gridCol w:w="3498"/>
        <w:gridCol w:w="3498"/>
        <w:gridCol w:w="3499"/>
        <w:gridCol w:w="3499"/>
      </w:tblGrid>
      <w:tr w:rsidR="002B15B1" w14:paraId="4C921EA4" w14:textId="77777777" w:rsidTr="002B15B1">
        <w:tc>
          <w:tcPr>
            <w:tcW w:w="3498" w:type="dxa"/>
          </w:tcPr>
          <w:p w14:paraId="668A5A6C" w14:textId="2D192C40" w:rsidR="002B15B1" w:rsidRPr="005362F3" w:rsidRDefault="002B15B1" w:rsidP="002004F3">
            <w:pPr>
              <w:rPr>
                <w:b/>
                <w:bCs/>
              </w:rPr>
            </w:pPr>
            <w:r w:rsidRPr="005362F3">
              <w:rPr>
                <w:b/>
                <w:bCs/>
              </w:rPr>
              <w:t>Rol / functie</w:t>
            </w:r>
          </w:p>
        </w:tc>
        <w:tc>
          <w:tcPr>
            <w:tcW w:w="3498" w:type="dxa"/>
          </w:tcPr>
          <w:p w14:paraId="64BBC257" w14:textId="54FBAEE1" w:rsidR="002B15B1" w:rsidRPr="005362F3" w:rsidRDefault="002B15B1" w:rsidP="002004F3">
            <w:pPr>
              <w:rPr>
                <w:b/>
                <w:bCs/>
              </w:rPr>
            </w:pPr>
            <w:r w:rsidRPr="005362F3">
              <w:rPr>
                <w:b/>
                <w:bCs/>
              </w:rPr>
              <w:t>Competenties</w:t>
            </w:r>
          </w:p>
        </w:tc>
        <w:tc>
          <w:tcPr>
            <w:tcW w:w="3499" w:type="dxa"/>
          </w:tcPr>
          <w:p w14:paraId="121B6D08" w14:textId="3F30E6F9" w:rsidR="002B15B1" w:rsidRPr="005362F3" w:rsidRDefault="00090862" w:rsidP="002004F3">
            <w:pPr>
              <w:rPr>
                <w:b/>
                <w:bCs/>
              </w:rPr>
            </w:pPr>
            <w:r w:rsidRPr="005362F3">
              <w:rPr>
                <w:b/>
                <w:bCs/>
              </w:rPr>
              <w:t>Verkrijgen</w:t>
            </w:r>
          </w:p>
        </w:tc>
        <w:tc>
          <w:tcPr>
            <w:tcW w:w="3499" w:type="dxa"/>
          </w:tcPr>
          <w:p w14:paraId="41329530" w14:textId="3141CE21" w:rsidR="002B15B1" w:rsidRPr="005362F3" w:rsidRDefault="00090862" w:rsidP="002004F3">
            <w:pPr>
              <w:rPr>
                <w:b/>
                <w:bCs/>
              </w:rPr>
            </w:pPr>
            <w:r w:rsidRPr="005362F3">
              <w:rPr>
                <w:b/>
                <w:bCs/>
              </w:rPr>
              <w:t>Vaststellen</w:t>
            </w:r>
          </w:p>
        </w:tc>
      </w:tr>
      <w:tr w:rsidR="00090862" w14:paraId="5C14091B" w14:textId="77777777" w:rsidTr="002B15B1">
        <w:tc>
          <w:tcPr>
            <w:tcW w:w="3498" w:type="dxa"/>
          </w:tcPr>
          <w:p w14:paraId="15ECF45E" w14:textId="755447FD" w:rsidR="00090862" w:rsidRDefault="00090862" w:rsidP="002004F3">
            <w:r>
              <w:t>[rol/functie 1]</w:t>
            </w:r>
          </w:p>
        </w:tc>
        <w:tc>
          <w:tcPr>
            <w:tcW w:w="3498" w:type="dxa"/>
          </w:tcPr>
          <w:p w14:paraId="3E6782D4" w14:textId="6E9D9342" w:rsidR="00090862" w:rsidRDefault="00083712" w:rsidP="002004F3">
            <w:r>
              <w:t>[competentie 1]</w:t>
            </w:r>
          </w:p>
        </w:tc>
        <w:tc>
          <w:tcPr>
            <w:tcW w:w="3499" w:type="dxa"/>
          </w:tcPr>
          <w:p w14:paraId="2412E033" w14:textId="0597A0F1" w:rsidR="00090862" w:rsidRDefault="001969C3" w:rsidP="002004F3">
            <w:r>
              <w:t>[opleiding]</w:t>
            </w:r>
          </w:p>
        </w:tc>
        <w:tc>
          <w:tcPr>
            <w:tcW w:w="3499" w:type="dxa"/>
          </w:tcPr>
          <w:p w14:paraId="032FCE8F" w14:textId="17ED85CB" w:rsidR="00090862" w:rsidRDefault="001969C3" w:rsidP="002004F3">
            <w:r>
              <w:t>Diploma X</w:t>
            </w:r>
          </w:p>
        </w:tc>
      </w:tr>
      <w:tr w:rsidR="00090862" w14:paraId="44D4E6BB" w14:textId="77777777" w:rsidTr="002B15B1">
        <w:tc>
          <w:tcPr>
            <w:tcW w:w="3498" w:type="dxa"/>
          </w:tcPr>
          <w:p w14:paraId="11B97C2D" w14:textId="77777777" w:rsidR="00090862" w:rsidRDefault="00090862" w:rsidP="002004F3"/>
        </w:tc>
        <w:tc>
          <w:tcPr>
            <w:tcW w:w="3498" w:type="dxa"/>
          </w:tcPr>
          <w:p w14:paraId="13DD88EA" w14:textId="01218F98" w:rsidR="00090862" w:rsidRDefault="00083712" w:rsidP="002004F3">
            <w:r>
              <w:t>[competentie 2]</w:t>
            </w:r>
          </w:p>
        </w:tc>
        <w:tc>
          <w:tcPr>
            <w:tcW w:w="3499" w:type="dxa"/>
          </w:tcPr>
          <w:p w14:paraId="34DA462F" w14:textId="6C32B90B" w:rsidR="00090862" w:rsidRDefault="001969C3" w:rsidP="002004F3">
            <w:r>
              <w:t>[training/cursus]</w:t>
            </w:r>
          </w:p>
        </w:tc>
        <w:tc>
          <w:tcPr>
            <w:tcW w:w="3499" w:type="dxa"/>
          </w:tcPr>
          <w:p w14:paraId="34C3565C" w14:textId="3B23B87D" w:rsidR="00090862" w:rsidRDefault="001969C3" w:rsidP="002004F3">
            <w:r>
              <w:t>Certificaat Y</w:t>
            </w:r>
          </w:p>
        </w:tc>
      </w:tr>
      <w:tr w:rsidR="00090862" w14:paraId="77EAB95F" w14:textId="77777777" w:rsidTr="002B15B1">
        <w:tc>
          <w:tcPr>
            <w:tcW w:w="3498" w:type="dxa"/>
          </w:tcPr>
          <w:p w14:paraId="2F90C834" w14:textId="77777777" w:rsidR="00090862" w:rsidRDefault="00090862" w:rsidP="002004F3"/>
        </w:tc>
        <w:tc>
          <w:tcPr>
            <w:tcW w:w="3498" w:type="dxa"/>
          </w:tcPr>
          <w:p w14:paraId="605D4323" w14:textId="13FF4F44" w:rsidR="00090862" w:rsidRDefault="00083712" w:rsidP="002004F3">
            <w:r>
              <w:t>[competentie 3]</w:t>
            </w:r>
          </w:p>
        </w:tc>
        <w:tc>
          <w:tcPr>
            <w:tcW w:w="3499" w:type="dxa"/>
          </w:tcPr>
          <w:p w14:paraId="74E58428" w14:textId="631911F2" w:rsidR="00090862" w:rsidRDefault="001969C3" w:rsidP="002004F3">
            <w:r>
              <w:t>[werkervaring]</w:t>
            </w:r>
          </w:p>
        </w:tc>
        <w:tc>
          <w:tcPr>
            <w:tcW w:w="3499" w:type="dxa"/>
          </w:tcPr>
          <w:p w14:paraId="240BE8B2" w14:textId="1FD70D93" w:rsidR="00090862" w:rsidRDefault="001969C3" w:rsidP="002004F3">
            <w:r>
              <w:t>C.V.</w:t>
            </w:r>
          </w:p>
        </w:tc>
      </w:tr>
      <w:tr w:rsidR="00083712" w14:paraId="706AD518" w14:textId="77777777" w:rsidTr="002B15B1">
        <w:tc>
          <w:tcPr>
            <w:tcW w:w="3498" w:type="dxa"/>
          </w:tcPr>
          <w:p w14:paraId="46A60CB2" w14:textId="77777777" w:rsidR="00083712" w:rsidRDefault="00083712" w:rsidP="002004F3"/>
        </w:tc>
        <w:tc>
          <w:tcPr>
            <w:tcW w:w="3498" w:type="dxa"/>
          </w:tcPr>
          <w:p w14:paraId="6B41D89C" w14:textId="7AF60684" w:rsidR="00083712" w:rsidRDefault="00083712" w:rsidP="002004F3">
            <w:r>
              <w:t>[competentie x]</w:t>
            </w:r>
          </w:p>
        </w:tc>
        <w:tc>
          <w:tcPr>
            <w:tcW w:w="3499" w:type="dxa"/>
          </w:tcPr>
          <w:p w14:paraId="581FD19B" w14:textId="77777777" w:rsidR="00083712" w:rsidRDefault="00083712" w:rsidP="002004F3"/>
        </w:tc>
        <w:tc>
          <w:tcPr>
            <w:tcW w:w="3499" w:type="dxa"/>
          </w:tcPr>
          <w:p w14:paraId="57B907BD" w14:textId="77777777" w:rsidR="00083712" w:rsidRDefault="00083712" w:rsidP="002004F3"/>
        </w:tc>
      </w:tr>
      <w:tr w:rsidR="001969C3" w14:paraId="10E21AE4" w14:textId="77777777" w:rsidTr="002B15B1">
        <w:tc>
          <w:tcPr>
            <w:tcW w:w="3498" w:type="dxa"/>
          </w:tcPr>
          <w:p w14:paraId="40FF62C0" w14:textId="722FA1ED" w:rsidR="001969C3" w:rsidRDefault="001969C3" w:rsidP="001969C3">
            <w:r>
              <w:t>[rol/functie 2]</w:t>
            </w:r>
          </w:p>
        </w:tc>
        <w:tc>
          <w:tcPr>
            <w:tcW w:w="3498" w:type="dxa"/>
          </w:tcPr>
          <w:p w14:paraId="207C4821" w14:textId="6B05C498" w:rsidR="001969C3" w:rsidRDefault="001969C3" w:rsidP="001969C3">
            <w:r>
              <w:t>[competentie 1]</w:t>
            </w:r>
          </w:p>
        </w:tc>
        <w:tc>
          <w:tcPr>
            <w:tcW w:w="3499" w:type="dxa"/>
          </w:tcPr>
          <w:p w14:paraId="5AE7CE70" w14:textId="77777777" w:rsidR="001969C3" w:rsidRDefault="001969C3" w:rsidP="001969C3"/>
        </w:tc>
        <w:tc>
          <w:tcPr>
            <w:tcW w:w="3499" w:type="dxa"/>
          </w:tcPr>
          <w:p w14:paraId="09E77E3A" w14:textId="77777777" w:rsidR="001969C3" w:rsidRDefault="001969C3" w:rsidP="001969C3"/>
        </w:tc>
      </w:tr>
      <w:tr w:rsidR="001969C3" w14:paraId="147BC0E4" w14:textId="77777777" w:rsidTr="002B15B1">
        <w:tc>
          <w:tcPr>
            <w:tcW w:w="3498" w:type="dxa"/>
          </w:tcPr>
          <w:p w14:paraId="78A33819" w14:textId="77777777" w:rsidR="001969C3" w:rsidRDefault="001969C3" w:rsidP="001969C3"/>
        </w:tc>
        <w:tc>
          <w:tcPr>
            <w:tcW w:w="3498" w:type="dxa"/>
          </w:tcPr>
          <w:p w14:paraId="28AC22AD" w14:textId="6AA3A053" w:rsidR="001969C3" w:rsidRDefault="001969C3" w:rsidP="001969C3">
            <w:r>
              <w:t>[competentie 2]</w:t>
            </w:r>
          </w:p>
        </w:tc>
        <w:tc>
          <w:tcPr>
            <w:tcW w:w="3499" w:type="dxa"/>
          </w:tcPr>
          <w:p w14:paraId="6EBB099B" w14:textId="77777777" w:rsidR="001969C3" w:rsidRDefault="001969C3" w:rsidP="001969C3"/>
        </w:tc>
        <w:tc>
          <w:tcPr>
            <w:tcW w:w="3499" w:type="dxa"/>
          </w:tcPr>
          <w:p w14:paraId="186C7972" w14:textId="77777777" w:rsidR="001969C3" w:rsidRDefault="001969C3" w:rsidP="001969C3"/>
        </w:tc>
      </w:tr>
      <w:tr w:rsidR="001969C3" w14:paraId="1755D1CE" w14:textId="77777777" w:rsidTr="002B15B1">
        <w:tc>
          <w:tcPr>
            <w:tcW w:w="3498" w:type="dxa"/>
          </w:tcPr>
          <w:p w14:paraId="48E3D9B0" w14:textId="77777777" w:rsidR="001969C3" w:rsidRDefault="001969C3" w:rsidP="001969C3"/>
        </w:tc>
        <w:tc>
          <w:tcPr>
            <w:tcW w:w="3498" w:type="dxa"/>
          </w:tcPr>
          <w:p w14:paraId="6823221B" w14:textId="525E7D5D" w:rsidR="001969C3" w:rsidRDefault="001969C3" w:rsidP="001969C3">
            <w:r>
              <w:t>[competentie 3]</w:t>
            </w:r>
          </w:p>
        </w:tc>
        <w:tc>
          <w:tcPr>
            <w:tcW w:w="3499" w:type="dxa"/>
          </w:tcPr>
          <w:p w14:paraId="26E0589A" w14:textId="77777777" w:rsidR="001969C3" w:rsidRDefault="001969C3" w:rsidP="001969C3"/>
        </w:tc>
        <w:tc>
          <w:tcPr>
            <w:tcW w:w="3499" w:type="dxa"/>
          </w:tcPr>
          <w:p w14:paraId="07B3C9EA" w14:textId="77777777" w:rsidR="001969C3" w:rsidRDefault="001969C3" w:rsidP="001969C3"/>
        </w:tc>
      </w:tr>
      <w:tr w:rsidR="001969C3" w14:paraId="2569B2AD" w14:textId="77777777" w:rsidTr="002B15B1">
        <w:tc>
          <w:tcPr>
            <w:tcW w:w="3498" w:type="dxa"/>
          </w:tcPr>
          <w:p w14:paraId="0253C681" w14:textId="77777777" w:rsidR="001969C3" w:rsidRDefault="001969C3" w:rsidP="001969C3"/>
        </w:tc>
        <w:tc>
          <w:tcPr>
            <w:tcW w:w="3498" w:type="dxa"/>
          </w:tcPr>
          <w:p w14:paraId="62F2F30A" w14:textId="62F864FF" w:rsidR="001969C3" w:rsidRDefault="001969C3" w:rsidP="001969C3">
            <w:r>
              <w:t>[competentie x]</w:t>
            </w:r>
          </w:p>
        </w:tc>
        <w:tc>
          <w:tcPr>
            <w:tcW w:w="3499" w:type="dxa"/>
          </w:tcPr>
          <w:p w14:paraId="1D62BEF9" w14:textId="77777777" w:rsidR="001969C3" w:rsidRDefault="001969C3" w:rsidP="001969C3"/>
        </w:tc>
        <w:tc>
          <w:tcPr>
            <w:tcW w:w="3499" w:type="dxa"/>
          </w:tcPr>
          <w:p w14:paraId="704515FE" w14:textId="77777777" w:rsidR="001969C3" w:rsidRDefault="001969C3" w:rsidP="001969C3"/>
        </w:tc>
      </w:tr>
    </w:tbl>
    <w:p w14:paraId="4ABCDEBE" w14:textId="77777777" w:rsidR="000D1820" w:rsidRDefault="000D1820" w:rsidP="002004F3"/>
    <w:p w14:paraId="41C45F97" w14:textId="5D26A273" w:rsidR="00BF4F45" w:rsidRPr="00023EFF" w:rsidRDefault="00BF4F45" w:rsidP="00BC6A3E">
      <w:pPr>
        <w:pStyle w:val="verborgentekst"/>
      </w:pPr>
      <w:r w:rsidRPr="00023EFF">
        <w:rPr>
          <w:b/>
          <w:bCs/>
        </w:rPr>
        <w:t xml:space="preserve">*** Office 365 tip ***  </w:t>
      </w:r>
      <w:r w:rsidR="00023EFF" w:rsidRPr="00023EFF">
        <w:t>de app Lists is uitste</w:t>
      </w:r>
      <w:r w:rsidR="00023EFF">
        <w:t>kend geschikt om bovenstaande gegevens in vast te leggen. Door middel van workflows kun</w:t>
      </w:r>
      <w:r w:rsidR="00BC6A3E">
        <w:t>nen de acties die nodig zijn om competenties aantoonbaar te houden, worden ingepland.</w:t>
      </w:r>
    </w:p>
    <w:p w14:paraId="7B7532F5" w14:textId="18E25E4E" w:rsidR="008B28E2" w:rsidRPr="002004F3" w:rsidRDefault="008B28E2" w:rsidP="00903EAD">
      <w:pPr>
        <w:pStyle w:val="verborgentekst"/>
      </w:pPr>
      <w:r w:rsidRPr="00BF4F45">
        <w:rPr>
          <w:highlight w:val="magenta"/>
        </w:rPr>
        <w:t xml:space="preserve">Ga verder </w:t>
      </w:r>
      <w:r w:rsidR="00C1408B" w:rsidRPr="00BF4F45">
        <w:rPr>
          <w:highlight w:val="magenta"/>
        </w:rPr>
        <w:t>met</w:t>
      </w:r>
      <w:r w:rsidRPr="00BF4F45">
        <w:rPr>
          <w:highlight w:val="magenta"/>
        </w:rPr>
        <w:t xml:space="preserve"> </w:t>
      </w:r>
      <w:r w:rsidRPr="00BF4F45">
        <w:rPr>
          <w:highlight w:val="magenta"/>
        </w:rPr>
        <w:fldChar w:fldCharType="begin"/>
      </w:r>
      <w:r w:rsidRPr="00BF4F45">
        <w:rPr>
          <w:highlight w:val="magenta"/>
        </w:rPr>
        <w:instrText xml:space="preserve"> REF _Ref142645637 \n \h  \* MERGEFORMAT </w:instrText>
      </w:r>
      <w:r w:rsidRPr="00BF4F45">
        <w:rPr>
          <w:highlight w:val="magenta"/>
        </w:rPr>
      </w:r>
      <w:r w:rsidRPr="00BF4F45">
        <w:rPr>
          <w:highlight w:val="magenta"/>
        </w:rPr>
        <w:fldChar w:fldCharType="separate"/>
      </w:r>
      <w:r w:rsidR="0014047A">
        <w:rPr>
          <w:highlight w:val="magenta"/>
        </w:rPr>
        <w:t>6.5.3</w:t>
      </w:r>
      <w:r w:rsidRPr="00BF4F45">
        <w:rPr>
          <w:highlight w:val="magenta"/>
        </w:rPr>
        <w:fldChar w:fldCharType="end"/>
      </w:r>
      <w:r w:rsidRPr="00BF4F45">
        <w:rPr>
          <w:highlight w:val="magenta"/>
        </w:rPr>
        <w:t xml:space="preserve"> </w:t>
      </w:r>
      <w:r w:rsidRPr="00BF4F45">
        <w:rPr>
          <w:highlight w:val="magenta"/>
        </w:rPr>
        <w:fldChar w:fldCharType="begin"/>
      </w:r>
      <w:r w:rsidRPr="00BF4F45">
        <w:rPr>
          <w:highlight w:val="magenta"/>
        </w:rPr>
        <w:instrText xml:space="preserve"> REF _Ref142645640 \h  \* MERGEFORMAT </w:instrText>
      </w:r>
      <w:r w:rsidRPr="00BF4F45">
        <w:rPr>
          <w:highlight w:val="magenta"/>
        </w:rPr>
      </w:r>
      <w:r w:rsidRPr="00BF4F45">
        <w:rPr>
          <w:highlight w:val="magenta"/>
        </w:rPr>
        <w:fldChar w:fldCharType="separate"/>
      </w:r>
      <w:r w:rsidR="0014047A" w:rsidRPr="0014047A">
        <w:rPr>
          <w:highlight w:val="magenta"/>
        </w:rPr>
        <w:t>Creëren en onderhouden kwaliteitsbewustzijn</w:t>
      </w:r>
      <w:r w:rsidRPr="00BF4F45">
        <w:rPr>
          <w:highlight w:val="magenta"/>
        </w:rPr>
        <w:fldChar w:fldCharType="end"/>
      </w:r>
    </w:p>
    <w:sectPr w:rsidR="008B28E2" w:rsidRPr="002004F3" w:rsidSect="00CD187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D49EB" w14:textId="77777777" w:rsidR="00D94534" w:rsidRDefault="00D94534" w:rsidP="006871DD">
      <w:pPr>
        <w:spacing w:after="0" w:line="240" w:lineRule="auto"/>
      </w:pPr>
      <w:r>
        <w:separator/>
      </w:r>
    </w:p>
  </w:endnote>
  <w:endnote w:type="continuationSeparator" w:id="0">
    <w:p w14:paraId="40CBB10C" w14:textId="77777777" w:rsidR="00D94534" w:rsidRDefault="00D94534" w:rsidP="0068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F3929" w14:textId="77777777" w:rsidR="00D94534" w:rsidRDefault="00D94534" w:rsidP="006871DD">
      <w:pPr>
        <w:spacing w:after="0" w:line="240" w:lineRule="auto"/>
      </w:pPr>
      <w:r>
        <w:separator/>
      </w:r>
    </w:p>
  </w:footnote>
  <w:footnote w:type="continuationSeparator" w:id="0">
    <w:p w14:paraId="59803AC4" w14:textId="77777777" w:rsidR="00D94534" w:rsidRDefault="00D94534" w:rsidP="00687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72D7"/>
    <w:multiLevelType w:val="hybridMultilevel"/>
    <w:tmpl w:val="DE4EED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4AC6F77"/>
    <w:multiLevelType w:val="hybridMultilevel"/>
    <w:tmpl w:val="11CE64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412A46"/>
    <w:multiLevelType w:val="hybridMultilevel"/>
    <w:tmpl w:val="0DD64C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8B6608"/>
    <w:multiLevelType w:val="multilevel"/>
    <w:tmpl w:val="220ECD8C"/>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upperLetter"/>
      <w:pStyle w:val="Kop8"/>
      <w:lvlText w:val="Annex %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0CD75473"/>
    <w:multiLevelType w:val="hybridMultilevel"/>
    <w:tmpl w:val="E87EC1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7F6C47"/>
    <w:multiLevelType w:val="hybridMultilevel"/>
    <w:tmpl w:val="3FA4D79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661452C"/>
    <w:multiLevelType w:val="hybridMultilevel"/>
    <w:tmpl w:val="F5F43B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A78205D"/>
    <w:multiLevelType w:val="hybridMultilevel"/>
    <w:tmpl w:val="EE70C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154FE0"/>
    <w:multiLevelType w:val="hybridMultilevel"/>
    <w:tmpl w:val="FAF2A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B07E0A"/>
    <w:multiLevelType w:val="hybridMultilevel"/>
    <w:tmpl w:val="4F8C3E7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5B70A92"/>
    <w:multiLevelType w:val="hybridMultilevel"/>
    <w:tmpl w:val="87A2D6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7829E3"/>
    <w:multiLevelType w:val="hybridMultilevel"/>
    <w:tmpl w:val="6AAA5EA8"/>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BD1251B"/>
    <w:multiLevelType w:val="hybridMultilevel"/>
    <w:tmpl w:val="EFB6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DB40B7E"/>
    <w:multiLevelType w:val="hybridMultilevel"/>
    <w:tmpl w:val="A02C5C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1D2E59"/>
    <w:multiLevelType w:val="hybridMultilevel"/>
    <w:tmpl w:val="6D7462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19D13EE"/>
    <w:multiLevelType w:val="hybridMultilevel"/>
    <w:tmpl w:val="65143C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247784B"/>
    <w:multiLevelType w:val="hybridMultilevel"/>
    <w:tmpl w:val="9314F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6D385E"/>
    <w:multiLevelType w:val="hybridMultilevel"/>
    <w:tmpl w:val="4A5646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A00A1F"/>
    <w:multiLevelType w:val="hybridMultilevel"/>
    <w:tmpl w:val="CAD27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2F4F7C"/>
    <w:multiLevelType w:val="hybridMultilevel"/>
    <w:tmpl w:val="87B6BF88"/>
    <w:lvl w:ilvl="0" w:tplc="DC44A976">
      <w:start w:val="1"/>
      <w:numFmt w:val="decimal"/>
      <w:lvlText w:val="%1."/>
      <w:lvlJc w:val="left"/>
      <w:pPr>
        <w:ind w:left="1071" w:hanging="711"/>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2B30BBF"/>
    <w:multiLevelType w:val="hybridMultilevel"/>
    <w:tmpl w:val="8FAE6E4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9243D9B"/>
    <w:multiLevelType w:val="hybridMultilevel"/>
    <w:tmpl w:val="2EB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92C5811"/>
    <w:multiLevelType w:val="hybridMultilevel"/>
    <w:tmpl w:val="83746A9E"/>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D6A0EE2"/>
    <w:multiLevelType w:val="hybridMultilevel"/>
    <w:tmpl w:val="63FE5BDA"/>
    <w:lvl w:ilvl="0" w:tplc="04130015">
      <w:start w:val="1"/>
      <w:numFmt w:val="upp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54505480"/>
    <w:multiLevelType w:val="hybridMultilevel"/>
    <w:tmpl w:val="DC125D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5665180E"/>
    <w:multiLevelType w:val="hybridMultilevel"/>
    <w:tmpl w:val="1910F5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6F2406D"/>
    <w:multiLevelType w:val="hybridMultilevel"/>
    <w:tmpl w:val="C84488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814078"/>
    <w:multiLevelType w:val="hybridMultilevel"/>
    <w:tmpl w:val="EDA80D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7712C9"/>
    <w:multiLevelType w:val="hybridMultilevel"/>
    <w:tmpl w:val="BD785FA6"/>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C654F91"/>
    <w:multiLevelType w:val="hybridMultilevel"/>
    <w:tmpl w:val="539E3F30"/>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0" w15:restartNumberingAfterBreak="0">
    <w:nsid w:val="5D0E29E2"/>
    <w:multiLevelType w:val="hybridMultilevel"/>
    <w:tmpl w:val="FB245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03D4621"/>
    <w:multiLevelType w:val="hybridMultilevel"/>
    <w:tmpl w:val="20E2FBD0"/>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620C2B96"/>
    <w:multiLevelType w:val="hybridMultilevel"/>
    <w:tmpl w:val="AD46D9D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64E44A09"/>
    <w:multiLevelType w:val="hybridMultilevel"/>
    <w:tmpl w:val="DEAE44E0"/>
    <w:lvl w:ilvl="0" w:tplc="0413000F">
      <w:start w:val="1"/>
      <w:numFmt w:val="decimal"/>
      <w:lvlText w:val="%1."/>
      <w:lvlJc w:val="left"/>
      <w:pPr>
        <w:ind w:left="720" w:hanging="360"/>
      </w:pPr>
      <w:rPr>
        <w:rFonts w:hint="default"/>
      </w:rPr>
    </w:lvl>
    <w:lvl w:ilvl="1" w:tplc="952676FC">
      <w:start w:val="1"/>
      <w:numFmt w:val="lowerLetter"/>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DA939DA"/>
    <w:multiLevelType w:val="hybridMultilevel"/>
    <w:tmpl w:val="2036FB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E9A4B20"/>
    <w:multiLevelType w:val="hybridMultilevel"/>
    <w:tmpl w:val="7E727C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1D840C2"/>
    <w:multiLevelType w:val="multilevel"/>
    <w:tmpl w:val="17A4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D535C"/>
    <w:multiLevelType w:val="hybridMultilevel"/>
    <w:tmpl w:val="BE3CBE9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3AA1C66"/>
    <w:multiLevelType w:val="hybridMultilevel"/>
    <w:tmpl w:val="642C58E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5564012"/>
    <w:multiLevelType w:val="hybridMultilevel"/>
    <w:tmpl w:val="E55A2E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56327E0"/>
    <w:multiLevelType w:val="hybridMultilevel"/>
    <w:tmpl w:val="00E829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6AC0362"/>
    <w:multiLevelType w:val="hybridMultilevel"/>
    <w:tmpl w:val="4EFA633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7AF3DA9"/>
    <w:multiLevelType w:val="hybridMultilevel"/>
    <w:tmpl w:val="8F98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8EF418B"/>
    <w:multiLevelType w:val="hybridMultilevel"/>
    <w:tmpl w:val="7BBE8C9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794F2AB0"/>
    <w:multiLevelType w:val="hybridMultilevel"/>
    <w:tmpl w:val="7D185D9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98C3FF7"/>
    <w:multiLevelType w:val="hybridMultilevel"/>
    <w:tmpl w:val="62EC8D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6" w15:restartNumberingAfterBreak="0">
    <w:nsid w:val="7C3F4B2C"/>
    <w:multiLevelType w:val="hybridMultilevel"/>
    <w:tmpl w:val="280E0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CBB588D"/>
    <w:multiLevelType w:val="hybridMultilevel"/>
    <w:tmpl w:val="5478047C"/>
    <w:lvl w:ilvl="0" w:tplc="B47C671E">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CD55024"/>
    <w:multiLevelType w:val="hybridMultilevel"/>
    <w:tmpl w:val="85FC802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7F617557"/>
    <w:multiLevelType w:val="hybridMultilevel"/>
    <w:tmpl w:val="8466B4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1072674">
    <w:abstractNumId w:val="37"/>
  </w:num>
  <w:num w:numId="2" w16cid:durableId="1296907775">
    <w:abstractNumId w:val="3"/>
  </w:num>
  <w:num w:numId="3" w16cid:durableId="1914193723">
    <w:abstractNumId w:val="34"/>
  </w:num>
  <w:num w:numId="4" w16cid:durableId="1174420388">
    <w:abstractNumId w:val="18"/>
  </w:num>
  <w:num w:numId="5" w16cid:durableId="1770615053">
    <w:abstractNumId w:val="16"/>
  </w:num>
  <w:num w:numId="6" w16cid:durableId="901985589">
    <w:abstractNumId w:val="49"/>
  </w:num>
  <w:num w:numId="7" w16cid:durableId="383526774">
    <w:abstractNumId w:val="7"/>
  </w:num>
  <w:num w:numId="8" w16cid:durableId="540284839">
    <w:abstractNumId w:val="8"/>
  </w:num>
  <w:num w:numId="9" w16cid:durableId="1139958527">
    <w:abstractNumId w:val="4"/>
  </w:num>
  <w:num w:numId="10" w16cid:durableId="835923942">
    <w:abstractNumId w:val="27"/>
  </w:num>
  <w:num w:numId="11" w16cid:durableId="1760102061">
    <w:abstractNumId w:val="33"/>
  </w:num>
  <w:num w:numId="12" w16cid:durableId="960763281">
    <w:abstractNumId w:val="35"/>
  </w:num>
  <w:num w:numId="13" w16cid:durableId="576984238">
    <w:abstractNumId w:val="20"/>
  </w:num>
  <w:num w:numId="14" w16cid:durableId="2141530744">
    <w:abstractNumId w:val="17"/>
  </w:num>
  <w:num w:numId="15" w16cid:durableId="196821417">
    <w:abstractNumId w:val="42"/>
  </w:num>
  <w:num w:numId="16" w16cid:durableId="1956598332">
    <w:abstractNumId w:val="46"/>
  </w:num>
  <w:num w:numId="17" w16cid:durableId="866332216">
    <w:abstractNumId w:val="30"/>
  </w:num>
  <w:num w:numId="18" w16cid:durableId="2038847078">
    <w:abstractNumId w:val="23"/>
  </w:num>
  <w:num w:numId="19" w16cid:durableId="438918959">
    <w:abstractNumId w:val="26"/>
  </w:num>
  <w:num w:numId="20" w16cid:durableId="1418552484">
    <w:abstractNumId w:val="13"/>
  </w:num>
  <w:num w:numId="21" w16cid:durableId="1309091222">
    <w:abstractNumId w:val="10"/>
  </w:num>
  <w:num w:numId="22" w16cid:durableId="1453130101">
    <w:abstractNumId w:val="2"/>
  </w:num>
  <w:num w:numId="23" w16cid:durableId="1751385966">
    <w:abstractNumId w:val="21"/>
  </w:num>
  <w:num w:numId="24" w16cid:durableId="1178082754">
    <w:abstractNumId w:val="29"/>
  </w:num>
  <w:num w:numId="25" w16cid:durableId="10031901">
    <w:abstractNumId w:val="39"/>
  </w:num>
  <w:num w:numId="26" w16cid:durableId="813376523">
    <w:abstractNumId w:val="12"/>
  </w:num>
  <w:num w:numId="27" w16cid:durableId="2055233398">
    <w:abstractNumId w:val="1"/>
  </w:num>
  <w:num w:numId="28" w16cid:durableId="143084945">
    <w:abstractNumId w:val="0"/>
  </w:num>
  <w:num w:numId="29" w16cid:durableId="852962782">
    <w:abstractNumId w:val="22"/>
  </w:num>
  <w:num w:numId="30" w16cid:durableId="1557161605">
    <w:abstractNumId w:val="24"/>
  </w:num>
  <w:num w:numId="31" w16cid:durableId="1542089324">
    <w:abstractNumId w:val="45"/>
  </w:num>
  <w:num w:numId="32" w16cid:durableId="417287668">
    <w:abstractNumId w:val="47"/>
  </w:num>
  <w:num w:numId="33" w16cid:durableId="256330257">
    <w:abstractNumId w:val="9"/>
  </w:num>
  <w:num w:numId="34" w16cid:durableId="1265768296">
    <w:abstractNumId w:val="38"/>
  </w:num>
  <w:num w:numId="35" w16cid:durableId="815296743">
    <w:abstractNumId w:val="11"/>
  </w:num>
  <w:num w:numId="36" w16cid:durableId="1480925044">
    <w:abstractNumId w:val="32"/>
  </w:num>
  <w:num w:numId="37" w16cid:durableId="159851283">
    <w:abstractNumId w:val="48"/>
  </w:num>
  <w:num w:numId="38" w16cid:durableId="2115250313">
    <w:abstractNumId w:val="28"/>
  </w:num>
  <w:num w:numId="39" w16cid:durableId="479347396">
    <w:abstractNumId w:val="5"/>
  </w:num>
  <w:num w:numId="40" w16cid:durableId="1186678242">
    <w:abstractNumId w:val="44"/>
  </w:num>
  <w:num w:numId="41" w16cid:durableId="1919245113">
    <w:abstractNumId w:val="31"/>
  </w:num>
  <w:num w:numId="42" w16cid:durableId="628054860">
    <w:abstractNumId w:val="14"/>
  </w:num>
  <w:num w:numId="43" w16cid:durableId="774666509">
    <w:abstractNumId w:val="41"/>
  </w:num>
  <w:num w:numId="44" w16cid:durableId="2115397298">
    <w:abstractNumId w:val="40"/>
  </w:num>
  <w:num w:numId="45" w16cid:durableId="910775483">
    <w:abstractNumId w:val="36"/>
  </w:num>
  <w:num w:numId="46" w16cid:durableId="3633233">
    <w:abstractNumId w:val="6"/>
  </w:num>
  <w:num w:numId="47" w16cid:durableId="1972595682">
    <w:abstractNumId w:val="43"/>
  </w:num>
  <w:num w:numId="48" w16cid:durableId="775902258">
    <w:abstractNumId w:val="25"/>
  </w:num>
  <w:num w:numId="49" w16cid:durableId="1902399550">
    <w:abstractNumId w:val="15"/>
  </w:num>
  <w:num w:numId="50" w16cid:durableId="166620054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E7"/>
    <w:rsid w:val="0000084F"/>
    <w:rsid w:val="00003FFB"/>
    <w:rsid w:val="00004216"/>
    <w:rsid w:val="00007B30"/>
    <w:rsid w:val="00010FDE"/>
    <w:rsid w:val="00011085"/>
    <w:rsid w:val="000118F6"/>
    <w:rsid w:val="000143B8"/>
    <w:rsid w:val="000153D4"/>
    <w:rsid w:val="0001547E"/>
    <w:rsid w:val="0001596F"/>
    <w:rsid w:val="00017A59"/>
    <w:rsid w:val="00022DB6"/>
    <w:rsid w:val="00023C66"/>
    <w:rsid w:val="00023EFF"/>
    <w:rsid w:val="0002477F"/>
    <w:rsid w:val="00030C2E"/>
    <w:rsid w:val="0003110B"/>
    <w:rsid w:val="00032E7A"/>
    <w:rsid w:val="00033748"/>
    <w:rsid w:val="00033765"/>
    <w:rsid w:val="00034B31"/>
    <w:rsid w:val="00034E32"/>
    <w:rsid w:val="00034F6A"/>
    <w:rsid w:val="000354C5"/>
    <w:rsid w:val="00035FDC"/>
    <w:rsid w:val="00035FE2"/>
    <w:rsid w:val="00036392"/>
    <w:rsid w:val="000400C2"/>
    <w:rsid w:val="00040506"/>
    <w:rsid w:val="00041654"/>
    <w:rsid w:val="00041CE4"/>
    <w:rsid w:val="00042F2E"/>
    <w:rsid w:val="0004330E"/>
    <w:rsid w:val="000435DE"/>
    <w:rsid w:val="00043607"/>
    <w:rsid w:val="00046B4A"/>
    <w:rsid w:val="00050EB0"/>
    <w:rsid w:val="00052467"/>
    <w:rsid w:val="000535A6"/>
    <w:rsid w:val="00054616"/>
    <w:rsid w:val="00056063"/>
    <w:rsid w:val="00056CB2"/>
    <w:rsid w:val="000578B3"/>
    <w:rsid w:val="00057D99"/>
    <w:rsid w:val="000606DC"/>
    <w:rsid w:val="000623AA"/>
    <w:rsid w:val="00062804"/>
    <w:rsid w:val="00067213"/>
    <w:rsid w:val="0006796C"/>
    <w:rsid w:val="00071515"/>
    <w:rsid w:val="0007165F"/>
    <w:rsid w:val="00076976"/>
    <w:rsid w:val="000771F8"/>
    <w:rsid w:val="00081B56"/>
    <w:rsid w:val="00081B73"/>
    <w:rsid w:val="00082639"/>
    <w:rsid w:val="00083712"/>
    <w:rsid w:val="000839BC"/>
    <w:rsid w:val="00084D20"/>
    <w:rsid w:val="00085C18"/>
    <w:rsid w:val="00090862"/>
    <w:rsid w:val="00090A39"/>
    <w:rsid w:val="00094607"/>
    <w:rsid w:val="00094EE9"/>
    <w:rsid w:val="00095F8B"/>
    <w:rsid w:val="000A1B33"/>
    <w:rsid w:val="000A4A08"/>
    <w:rsid w:val="000A5C8E"/>
    <w:rsid w:val="000A6B5B"/>
    <w:rsid w:val="000A7027"/>
    <w:rsid w:val="000B09A1"/>
    <w:rsid w:val="000B34C0"/>
    <w:rsid w:val="000B5857"/>
    <w:rsid w:val="000B62AA"/>
    <w:rsid w:val="000C03E5"/>
    <w:rsid w:val="000C3E41"/>
    <w:rsid w:val="000C4498"/>
    <w:rsid w:val="000C76B0"/>
    <w:rsid w:val="000C7A68"/>
    <w:rsid w:val="000D0E47"/>
    <w:rsid w:val="000D14D3"/>
    <w:rsid w:val="000D1820"/>
    <w:rsid w:val="000D3FAC"/>
    <w:rsid w:val="000D6232"/>
    <w:rsid w:val="000E0584"/>
    <w:rsid w:val="000E1D34"/>
    <w:rsid w:val="000E1FE1"/>
    <w:rsid w:val="000E2BD4"/>
    <w:rsid w:val="000E420C"/>
    <w:rsid w:val="000E7CC4"/>
    <w:rsid w:val="000F3167"/>
    <w:rsid w:val="000F4BDC"/>
    <w:rsid w:val="00101B8D"/>
    <w:rsid w:val="00101C99"/>
    <w:rsid w:val="00103EC9"/>
    <w:rsid w:val="00103F52"/>
    <w:rsid w:val="0010401C"/>
    <w:rsid w:val="001070D6"/>
    <w:rsid w:val="001076B1"/>
    <w:rsid w:val="00107A2A"/>
    <w:rsid w:val="001108A9"/>
    <w:rsid w:val="00110F01"/>
    <w:rsid w:val="00111676"/>
    <w:rsid w:val="00113752"/>
    <w:rsid w:val="00114F20"/>
    <w:rsid w:val="001157D7"/>
    <w:rsid w:val="00116E8E"/>
    <w:rsid w:val="00120C20"/>
    <w:rsid w:val="00120FD3"/>
    <w:rsid w:val="00121F4C"/>
    <w:rsid w:val="0012210C"/>
    <w:rsid w:val="00126244"/>
    <w:rsid w:val="00126611"/>
    <w:rsid w:val="0013312C"/>
    <w:rsid w:val="001358C8"/>
    <w:rsid w:val="00137686"/>
    <w:rsid w:val="0014047A"/>
    <w:rsid w:val="00141267"/>
    <w:rsid w:val="00141740"/>
    <w:rsid w:val="001421AA"/>
    <w:rsid w:val="00142D76"/>
    <w:rsid w:val="0014443E"/>
    <w:rsid w:val="00145B81"/>
    <w:rsid w:val="001470C8"/>
    <w:rsid w:val="001473FF"/>
    <w:rsid w:val="00150D75"/>
    <w:rsid w:val="00152EFD"/>
    <w:rsid w:val="00153E03"/>
    <w:rsid w:val="001548D9"/>
    <w:rsid w:val="00154E3A"/>
    <w:rsid w:val="00156733"/>
    <w:rsid w:val="00156B88"/>
    <w:rsid w:val="00156FC5"/>
    <w:rsid w:val="00157907"/>
    <w:rsid w:val="00157A21"/>
    <w:rsid w:val="001614EA"/>
    <w:rsid w:val="00162F64"/>
    <w:rsid w:val="00163CCC"/>
    <w:rsid w:val="00165F07"/>
    <w:rsid w:val="00167152"/>
    <w:rsid w:val="00167410"/>
    <w:rsid w:val="00167D12"/>
    <w:rsid w:val="0017351A"/>
    <w:rsid w:val="001747D5"/>
    <w:rsid w:val="0017516D"/>
    <w:rsid w:val="0017572D"/>
    <w:rsid w:val="001769B6"/>
    <w:rsid w:val="0017757A"/>
    <w:rsid w:val="00180663"/>
    <w:rsid w:val="00180914"/>
    <w:rsid w:val="00182B03"/>
    <w:rsid w:val="00182DE7"/>
    <w:rsid w:val="001846D0"/>
    <w:rsid w:val="00185E3C"/>
    <w:rsid w:val="00186C66"/>
    <w:rsid w:val="00187067"/>
    <w:rsid w:val="0019092F"/>
    <w:rsid w:val="00193A22"/>
    <w:rsid w:val="00193ED5"/>
    <w:rsid w:val="0019663D"/>
    <w:rsid w:val="00196798"/>
    <w:rsid w:val="001969C3"/>
    <w:rsid w:val="00197279"/>
    <w:rsid w:val="00197C11"/>
    <w:rsid w:val="001A00CA"/>
    <w:rsid w:val="001A1DB6"/>
    <w:rsid w:val="001A2B2D"/>
    <w:rsid w:val="001A2E45"/>
    <w:rsid w:val="001A4E8C"/>
    <w:rsid w:val="001A6E00"/>
    <w:rsid w:val="001A6F4F"/>
    <w:rsid w:val="001B0979"/>
    <w:rsid w:val="001B19B4"/>
    <w:rsid w:val="001B1B85"/>
    <w:rsid w:val="001B5541"/>
    <w:rsid w:val="001B679D"/>
    <w:rsid w:val="001C2A2B"/>
    <w:rsid w:val="001C7A6D"/>
    <w:rsid w:val="001D0A5D"/>
    <w:rsid w:val="001D1480"/>
    <w:rsid w:val="001D1593"/>
    <w:rsid w:val="001D7440"/>
    <w:rsid w:val="001D799A"/>
    <w:rsid w:val="001D79F7"/>
    <w:rsid w:val="001E09A9"/>
    <w:rsid w:val="001E1935"/>
    <w:rsid w:val="001E46C7"/>
    <w:rsid w:val="001E4F9D"/>
    <w:rsid w:val="001E58D8"/>
    <w:rsid w:val="001E771F"/>
    <w:rsid w:val="001F202F"/>
    <w:rsid w:val="001F3DDF"/>
    <w:rsid w:val="001F4319"/>
    <w:rsid w:val="001F4D71"/>
    <w:rsid w:val="001F4F6F"/>
    <w:rsid w:val="001F52D5"/>
    <w:rsid w:val="001F5665"/>
    <w:rsid w:val="002004F3"/>
    <w:rsid w:val="00204DE9"/>
    <w:rsid w:val="00205400"/>
    <w:rsid w:val="00205E09"/>
    <w:rsid w:val="00206113"/>
    <w:rsid w:val="00206EBC"/>
    <w:rsid w:val="0021008D"/>
    <w:rsid w:val="00212483"/>
    <w:rsid w:val="00213082"/>
    <w:rsid w:val="002149F2"/>
    <w:rsid w:val="002152E8"/>
    <w:rsid w:val="002166AD"/>
    <w:rsid w:val="00217CE9"/>
    <w:rsid w:val="00217EFE"/>
    <w:rsid w:val="002208B9"/>
    <w:rsid w:val="00220E1D"/>
    <w:rsid w:val="00221F07"/>
    <w:rsid w:val="00223CCD"/>
    <w:rsid w:val="00226FF3"/>
    <w:rsid w:val="002272BF"/>
    <w:rsid w:val="002308D6"/>
    <w:rsid w:val="00232EFA"/>
    <w:rsid w:val="00233454"/>
    <w:rsid w:val="002337EA"/>
    <w:rsid w:val="0023452A"/>
    <w:rsid w:val="00234E95"/>
    <w:rsid w:val="00240F60"/>
    <w:rsid w:val="00241F28"/>
    <w:rsid w:val="00243D19"/>
    <w:rsid w:val="00243FB4"/>
    <w:rsid w:val="00245984"/>
    <w:rsid w:val="002549ED"/>
    <w:rsid w:val="002565E8"/>
    <w:rsid w:val="00257704"/>
    <w:rsid w:val="0026055A"/>
    <w:rsid w:val="002614AA"/>
    <w:rsid w:val="002627BA"/>
    <w:rsid w:val="0026282B"/>
    <w:rsid w:val="0026334F"/>
    <w:rsid w:val="002639EE"/>
    <w:rsid w:val="00264504"/>
    <w:rsid w:val="0026507B"/>
    <w:rsid w:val="00267ADB"/>
    <w:rsid w:val="00267FCE"/>
    <w:rsid w:val="00270248"/>
    <w:rsid w:val="00270609"/>
    <w:rsid w:val="00270D7F"/>
    <w:rsid w:val="00272C30"/>
    <w:rsid w:val="002740DE"/>
    <w:rsid w:val="002743E9"/>
    <w:rsid w:val="00274BB1"/>
    <w:rsid w:val="00276A9F"/>
    <w:rsid w:val="00276E26"/>
    <w:rsid w:val="002817E0"/>
    <w:rsid w:val="00282602"/>
    <w:rsid w:val="0028263E"/>
    <w:rsid w:val="002940B6"/>
    <w:rsid w:val="00295B3D"/>
    <w:rsid w:val="00295CB2"/>
    <w:rsid w:val="002A0683"/>
    <w:rsid w:val="002A06EB"/>
    <w:rsid w:val="002A0FC7"/>
    <w:rsid w:val="002A3F03"/>
    <w:rsid w:val="002A44B8"/>
    <w:rsid w:val="002A7531"/>
    <w:rsid w:val="002B0B10"/>
    <w:rsid w:val="002B15B1"/>
    <w:rsid w:val="002B2211"/>
    <w:rsid w:val="002B59A3"/>
    <w:rsid w:val="002B73F8"/>
    <w:rsid w:val="002C03A9"/>
    <w:rsid w:val="002C48A0"/>
    <w:rsid w:val="002C4A66"/>
    <w:rsid w:val="002C6084"/>
    <w:rsid w:val="002C67AF"/>
    <w:rsid w:val="002C6CB5"/>
    <w:rsid w:val="002D02F8"/>
    <w:rsid w:val="002D058B"/>
    <w:rsid w:val="002D18AA"/>
    <w:rsid w:val="002D2C7D"/>
    <w:rsid w:val="002D3BAA"/>
    <w:rsid w:val="002D5BBE"/>
    <w:rsid w:val="002D5F33"/>
    <w:rsid w:val="002D7E43"/>
    <w:rsid w:val="002E3303"/>
    <w:rsid w:val="002E4216"/>
    <w:rsid w:val="002E5287"/>
    <w:rsid w:val="002E765E"/>
    <w:rsid w:val="002E7D1D"/>
    <w:rsid w:val="002E7D3D"/>
    <w:rsid w:val="002F0FF9"/>
    <w:rsid w:val="002F2FD7"/>
    <w:rsid w:val="002F32C2"/>
    <w:rsid w:val="002F3ED0"/>
    <w:rsid w:val="002F4688"/>
    <w:rsid w:val="002F5CBE"/>
    <w:rsid w:val="002F6E89"/>
    <w:rsid w:val="003004A6"/>
    <w:rsid w:val="00302C3E"/>
    <w:rsid w:val="003043E0"/>
    <w:rsid w:val="0030444F"/>
    <w:rsid w:val="0030450A"/>
    <w:rsid w:val="00306589"/>
    <w:rsid w:val="00307431"/>
    <w:rsid w:val="0030791A"/>
    <w:rsid w:val="00307D56"/>
    <w:rsid w:val="00312232"/>
    <w:rsid w:val="003125B3"/>
    <w:rsid w:val="003127C4"/>
    <w:rsid w:val="0031290E"/>
    <w:rsid w:val="003140EE"/>
    <w:rsid w:val="0031544E"/>
    <w:rsid w:val="003167E1"/>
    <w:rsid w:val="003217A0"/>
    <w:rsid w:val="00323E80"/>
    <w:rsid w:val="00323FE7"/>
    <w:rsid w:val="003242C0"/>
    <w:rsid w:val="00325D49"/>
    <w:rsid w:val="003304F5"/>
    <w:rsid w:val="00333264"/>
    <w:rsid w:val="00333D14"/>
    <w:rsid w:val="00334622"/>
    <w:rsid w:val="00335170"/>
    <w:rsid w:val="0033520D"/>
    <w:rsid w:val="00341482"/>
    <w:rsid w:val="003435DC"/>
    <w:rsid w:val="003443F0"/>
    <w:rsid w:val="00344A72"/>
    <w:rsid w:val="00344EF6"/>
    <w:rsid w:val="00345860"/>
    <w:rsid w:val="003459CF"/>
    <w:rsid w:val="00345B6C"/>
    <w:rsid w:val="00346869"/>
    <w:rsid w:val="003553A3"/>
    <w:rsid w:val="00355DF4"/>
    <w:rsid w:val="0036006F"/>
    <w:rsid w:val="00360D54"/>
    <w:rsid w:val="00361A44"/>
    <w:rsid w:val="00364FAC"/>
    <w:rsid w:val="003654B3"/>
    <w:rsid w:val="003660DA"/>
    <w:rsid w:val="00366492"/>
    <w:rsid w:val="00367711"/>
    <w:rsid w:val="00367F2F"/>
    <w:rsid w:val="003706CA"/>
    <w:rsid w:val="003706DD"/>
    <w:rsid w:val="003730D6"/>
    <w:rsid w:val="00373668"/>
    <w:rsid w:val="00374AD0"/>
    <w:rsid w:val="003750DF"/>
    <w:rsid w:val="00375DAD"/>
    <w:rsid w:val="00383667"/>
    <w:rsid w:val="00383D76"/>
    <w:rsid w:val="003846D2"/>
    <w:rsid w:val="0038733B"/>
    <w:rsid w:val="00391607"/>
    <w:rsid w:val="003916C2"/>
    <w:rsid w:val="003919B4"/>
    <w:rsid w:val="00391E1B"/>
    <w:rsid w:val="00392195"/>
    <w:rsid w:val="0039297F"/>
    <w:rsid w:val="00396248"/>
    <w:rsid w:val="003A04CE"/>
    <w:rsid w:val="003A392C"/>
    <w:rsid w:val="003A3B86"/>
    <w:rsid w:val="003A3E5E"/>
    <w:rsid w:val="003A4C7F"/>
    <w:rsid w:val="003A6EBA"/>
    <w:rsid w:val="003A76E3"/>
    <w:rsid w:val="003B046B"/>
    <w:rsid w:val="003B0C3E"/>
    <w:rsid w:val="003B1174"/>
    <w:rsid w:val="003B2A8D"/>
    <w:rsid w:val="003B3757"/>
    <w:rsid w:val="003B38B2"/>
    <w:rsid w:val="003B4369"/>
    <w:rsid w:val="003B54E5"/>
    <w:rsid w:val="003C082E"/>
    <w:rsid w:val="003C0CF0"/>
    <w:rsid w:val="003C1685"/>
    <w:rsid w:val="003C6D80"/>
    <w:rsid w:val="003C7AF5"/>
    <w:rsid w:val="003C7C43"/>
    <w:rsid w:val="003D204A"/>
    <w:rsid w:val="003D25C2"/>
    <w:rsid w:val="003D3AA7"/>
    <w:rsid w:val="003D576A"/>
    <w:rsid w:val="003D7A27"/>
    <w:rsid w:val="003E2B7F"/>
    <w:rsid w:val="003E33E8"/>
    <w:rsid w:val="003E34AC"/>
    <w:rsid w:val="003E5BBC"/>
    <w:rsid w:val="003F17A6"/>
    <w:rsid w:val="003F1DEC"/>
    <w:rsid w:val="003F22C9"/>
    <w:rsid w:val="003F491D"/>
    <w:rsid w:val="00401071"/>
    <w:rsid w:val="00401794"/>
    <w:rsid w:val="00404583"/>
    <w:rsid w:val="004100E0"/>
    <w:rsid w:val="0041055A"/>
    <w:rsid w:val="00410B42"/>
    <w:rsid w:val="00412BDA"/>
    <w:rsid w:val="00412F30"/>
    <w:rsid w:val="00415523"/>
    <w:rsid w:val="00416882"/>
    <w:rsid w:val="00416E94"/>
    <w:rsid w:val="0041768D"/>
    <w:rsid w:val="0042270F"/>
    <w:rsid w:val="004261BB"/>
    <w:rsid w:val="00427BC2"/>
    <w:rsid w:val="00430A27"/>
    <w:rsid w:val="00430E02"/>
    <w:rsid w:val="0044195B"/>
    <w:rsid w:val="00441BD0"/>
    <w:rsid w:val="00446D9B"/>
    <w:rsid w:val="00447264"/>
    <w:rsid w:val="00447A48"/>
    <w:rsid w:val="0045074B"/>
    <w:rsid w:val="004508F9"/>
    <w:rsid w:val="00452411"/>
    <w:rsid w:val="00453D87"/>
    <w:rsid w:val="0045684D"/>
    <w:rsid w:val="00456DD1"/>
    <w:rsid w:val="00457264"/>
    <w:rsid w:val="00462093"/>
    <w:rsid w:val="00463000"/>
    <w:rsid w:val="004633D7"/>
    <w:rsid w:val="004642B3"/>
    <w:rsid w:val="00464D3B"/>
    <w:rsid w:val="0046583C"/>
    <w:rsid w:val="00466753"/>
    <w:rsid w:val="00466911"/>
    <w:rsid w:val="00466B80"/>
    <w:rsid w:val="004679AA"/>
    <w:rsid w:val="004703C8"/>
    <w:rsid w:val="00470F3D"/>
    <w:rsid w:val="004719E0"/>
    <w:rsid w:val="00471A8B"/>
    <w:rsid w:val="00474E07"/>
    <w:rsid w:val="00474EAC"/>
    <w:rsid w:val="00475F98"/>
    <w:rsid w:val="0047724D"/>
    <w:rsid w:val="004832AA"/>
    <w:rsid w:val="00483673"/>
    <w:rsid w:val="0048523C"/>
    <w:rsid w:val="004871DD"/>
    <w:rsid w:val="0048756B"/>
    <w:rsid w:val="004877E6"/>
    <w:rsid w:val="00492DE5"/>
    <w:rsid w:val="00493A73"/>
    <w:rsid w:val="004944B3"/>
    <w:rsid w:val="00495465"/>
    <w:rsid w:val="004A0D71"/>
    <w:rsid w:val="004A1B9F"/>
    <w:rsid w:val="004A2D22"/>
    <w:rsid w:val="004A4877"/>
    <w:rsid w:val="004A548F"/>
    <w:rsid w:val="004A644B"/>
    <w:rsid w:val="004A722C"/>
    <w:rsid w:val="004B0D32"/>
    <w:rsid w:val="004B18D3"/>
    <w:rsid w:val="004B5F30"/>
    <w:rsid w:val="004C0100"/>
    <w:rsid w:val="004C0F23"/>
    <w:rsid w:val="004C2205"/>
    <w:rsid w:val="004C239E"/>
    <w:rsid w:val="004C2F32"/>
    <w:rsid w:val="004C449B"/>
    <w:rsid w:val="004C4590"/>
    <w:rsid w:val="004C4B33"/>
    <w:rsid w:val="004C6FAB"/>
    <w:rsid w:val="004C719C"/>
    <w:rsid w:val="004D2203"/>
    <w:rsid w:val="004D3BB8"/>
    <w:rsid w:val="004D3E68"/>
    <w:rsid w:val="004D5549"/>
    <w:rsid w:val="004D6D66"/>
    <w:rsid w:val="004D6FA0"/>
    <w:rsid w:val="004E09C0"/>
    <w:rsid w:val="004E16D2"/>
    <w:rsid w:val="004E360C"/>
    <w:rsid w:val="004E73F8"/>
    <w:rsid w:val="004E7F1E"/>
    <w:rsid w:val="004F273A"/>
    <w:rsid w:val="004F5AF7"/>
    <w:rsid w:val="004F6232"/>
    <w:rsid w:val="004F63B8"/>
    <w:rsid w:val="004F793D"/>
    <w:rsid w:val="004F7D53"/>
    <w:rsid w:val="0050125D"/>
    <w:rsid w:val="00502185"/>
    <w:rsid w:val="00502AEF"/>
    <w:rsid w:val="00503C4A"/>
    <w:rsid w:val="005042E3"/>
    <w:rsid w:val="00504607"/>
    <w:rsid w:val="005070CD"/>
    <w:rsid w:val="005078A5"/>
    <w:rsid w:val="00507FB3"/>
    <w:rsid w:val="00510F31"/>
    <w:rsid w:val="00511695"/>
    <w:rsid w:val="005137BA"/>
    <w:rsid w:val="00514904"/>
    <w:rsid w:val="00515A9E"/>
    <w:rsid w:val="00517760"/>
    <w:rsid w:val="00517A5A"/>
    <w:rsid w:val="00517CC5"/>
    <w:rsid w:val="00517D8A"/>
    <w:rsid w:val="00520FE3"/>
    <w:rsid w:val="00521FC4"/>
    <w:rsid w:val="005222C7"/>
    <w:rsid w:val="00525365"/>
    <w:rsid w:val="00525E24"/>
    <w:rsid w:val="00525F81"/>
    <w:rsid w:val="00526C7E"/>
    <w:rsid w:val="00527D84"/>
    <w:rsid w:val="00533180"/>
    <w:rsid w:val="0053551D"/>
    <w:rsid w:val="005362F3"/>
    <w:rsid w:val="00540065"/>
    <w:rsid w:val="00542395"/>
    <w:rsid w:val="00542B13"/>
    <w:rsid w:val="005432F2"/>
    <w:rsid w:val="005447FF"/>
    <w:rsid w:val="00544AE2"/>
    <w:rsid w:val="00547590"/>
    <w:rsid w:val="00547DDD"/>
    <w:rsid w:val="005522F3"/>
    <w:rsid w:val="0055598C"/>
    <w:rsid w:val="005641A0"/>
    <w:rsid w:val="00565AC6"/>
    <w:rsid w:val="00566D82"/>
    <w:rsid w:val="00567392"/>
    <w:rsid w:val="0057154E"/>
    <w:rsid w:val="005716C0"/>
    <w:rsid w:val="00572EED"/>
    <w:rsid w:val="0057312B"/>
    <w:rsid w:val="005738A1"/>
    <w:rsid w:val="005752D8"/>
    <w:rsid w:val="00575EBE"/>
    <w:rsid w:val="005763D1"/>
    <w:rsid w:val="00577734"/>
    <w:rsid w:val="00577C49"/>
    <w:rsid w:val="00580234"/>
    <w:rsid w:val="00580762"/>
    <w:rsid w:val="00583E14"/>
    <w:rsid w:val="00584E17"/>
    <w:rsid w:val="0059014D"/>
    <w:rsid w:val="005910C5"/>
    <w:rsid w:val="005910FA"/>
    <w:rsid w:val="00591B41"/>
    <w:rsid w:val="0059332A"/>
    <w:rsid w:val="005966D1"/>
    <w:rsid w:val="005A03F6"/>
    <w:rsid w:val="005A2F14"/>
    <w:rsid w:val="005A33BB"/>
    <w:rsid w:val="005A68BA"/>
    <w:rsid w:val="005B0697"/>
    <w:rsid w:val="005B0DD9"/>
    <w:rsid w:val="005B20C2"/>
    <w:rsid w:val="005B2D72"/>
    <w:rsid w:val="005B3B42"/>
    <w:rsid w:val="005B6456"/>
    <w:rsid w:val="005B7A27"/>
    <w:rsid w:val="005C0B49"/>
    <w:rsid w:val="005C24B1"/>
    <w:rsid w:val="005C3334"/>
    <w:rsid w:val="005C41C7"/>
    <w:rsid w:val="005C4EF4"/>
    <w:rsid w:val="005C66FA"/>
    <w:rsid w:val="005D1399"/>
    <w:rsid w:val="005D3FA3"/>
    <w:rsid w:val="005D53C5"/>
    <w:rsid w:val="005D5D28"/>
    <w:rsid w:val="005D5E7D"/>
    <w:rsid w:val="005D6379"/>
    <w:rsid w:val="005D6BBE"/>
    <w:rsid w:val="005D792B"/>
    <w:rsid w:val="005E1934"/>
    <w:rsid w:val="005E469C"/>
    <w:rsid w:val="005E6E22"/>
    <w:rsid w:val="005E7698"/>
    <w:rsid w:val="005E7B16"/>
    <w:rsid w:val="005E7C96"/>
    <w:rsid w:val="005F324D"/>
    <w:rsid w:val="005F3BB7"/>
    <w:rsid w:val="005F4ACE"/>
    <w:rsid w:val="005F59F7"/>
    <w:rsid w:val="005F653F"/>
    <w:rsid w:val="005F69B6"/>
    <w:rsid w:val="00600A34"/>
    <w:rsid w:val="00602B26"/>
    <w:rsid w:val="006034B9"/>
    <w:rsid w:val="00603FE7"/>
    <w:rsid w:val="00604B6A"/>
    <w:rsid w:val="006056CB"/>
    <w:rsid w:val="00607E8C"/>
    <w:rsid w:val="006104BD"/>
    <w:rsid w:val="00611BC5"/>
    <w:rsid w:val="00612DCF"/>
    <w:rsid w:val="0061455E"/>
    <w:rsid w:val="00615930"/>
    <w:rsid w:val="00617B17"/>
    <w:rsid w:val="00617EC5"/>
    <w:rsid w:val="00622C7E"/>
    <w:rsid w:val="00623F27"/>
    <w:rsid w:val="00624C22"/>
    <w:rsid w:val="006266C6"/>
    <w:rsid w:val="00631805"/>
    <w:rsid w:val="0063431B"/>
    <w:rsid w:val="00635805"/>
    <w:rsid w:val="00640856"/>
    <w:rsid w:val="00641E54"/>
    <w:rsid w:val="00641F8B"/>
    <w:rsid w:val="00644EDC"/>
    <w:rsid w:val="006450B6"/>
    <w:rsid w:val="00646713"/>
    <w:rsid w:val="00646A82"/>
    <w:rsid w:val="00646AC5"/>
    <w:rsid w:val="00646D03"/>
    <w:rsid w:val="00647AA6"/>
    <w:rsid w:val="00654EAE"/>
    <w:rsid w:val="006557D0"/>
    <w:rsid w:val="00655BCF"/>
    <w:rsid w:val="006560E8"/>
    <w:rsid w:val="0065663A"/>
    <w:rsid w:val="00663440"/>
    <w:rsid w:val="006646CB"/>
    <w:rsid w:val="00665372"/>
    <w:rsid w:val="00665A9E"/>
    <w:rsid w:val="00672D6B"/>
    <w:rsid w:val="006735B1"/>
    <w:rsid w:val="006768E5"/>
    <w:rsid w:val="00676AFE"/>
    <w:rsid w:val="00676F3F"/>
    <w:rsid w:val="006803F1"/>
    <w:rsid w:val="00682E7C"/>
    <w:rsid w:val="00683371"/>
    <w:rsid w:val="00684031"/>
    <w:rsid w:val="0068511C"/>
    <w:rsid w:val="0068691D"/>
    <w:rsid w:val="00686C75"/>
    <w:rsid w:val="006871DD"/>
    <w:rsid w:val="00690154"/>
    <w:rsid w:val="00691B9D"/>
    <w:rsid w:val="00692751"/>
    <w:rsid w:val="00692A9D"/>
    <w:rsid w:val="00692F3A"/>
    <w:rsid w:val="006942D1"/>
    <w:rsid w:val="006948EE"/>
    <w:rsid w:val="00694ED9"/>
    <w:rsid w:val="00695877"/>
    <w:rsid w:val="00695B56"/>
    <w:rsid w:val="00695D34"/>
    <w:rsid w:val="006A156D"/>
    <w:rsid w:val="006A3AE7"/>
    <w:rsid w:val="006A4E09"/>
    <w:rsid w:val="006A5C02"/>
    <w:rsid w:val="006A7455"/>
    <w:rsid w:val="006B1BD9"/>
    <w:rsid w:val="006B3633"/>
    <w:rsid w:val="006B5244"/>
    <w:rsid w:val="006B6955"/>
    <w:rsid w:val="006B6E51"/>
    <w:rsid w:val="006C1849"/>
    <w:rsid w:val="006C23D4"/>
    <w:rsid w:val="006C4A28"/>
    <w:rsid w:val="006C5E33"/>
    <w:rsid w:val="006C63F8"/>
    <w:rsid w:val="006C662F"/>
    <w:rsid w:val="006C7390"/>
    <w:rsid w:val="006D1045"/>
    <w:rsid w:val="006D2C46"/>
    <w:rsid w:val="006D390D"/>
    <w:rsid w:val="006D3D78"/>
    <w:rsid w:val="006D3D8C"/>
    <w:rsid w:val="006D3DCA"/>
    <w:rsid w:val="006D7BE9"/>
    <w:rsid w:val="006E0559"/>
    <w:rsid w:val="006E108C"/>
    <w:rsid w:val="006E2932"/>
    <w:rsid w:val="006E5DD3"/>
    <w:rsid w:val="006E7178"/>
    <w:rsid w:val="006E768A"/>
    <w:rsid w:val="006F09BE"/>
    <w:rsid w:val="006F1689"/>
    <w:rsid w:val="006F1811"/>
    <w:rsid w:val="006F4AF7"/>
    <w:rsid w:val="006F6533"/>
    <w:rsid w:val="006F6976"/>
    <w:rsid w:val="006F6B7F"/>
    <w:rsid w:val="007010F0"/>
    <w:rsid w:val="00701836"/>
    <w:rsid w:val="00701A52"/>
    <w:rsid w:val="00704936"/>
    <w:rsid w:val="007049E7"/>
    <w:rsid w:val="00705A54"/>
    <w:rsid w:val="00705DF1"/>
    <w:rsid w:val="007064C5"/>
    <w:rsid w:val="007076B1"/>
    <w:rsid w:val="00707DAE"/>
    <w:rsid w:val="00710043"/>
    <w:rsid w:val="0071041E"/>
    <w:rsid w:val="00712CB5"/>
    <w:rsid w:val="0071368B"/>
    <w:rsid w:val="007200E3"/>
    <w:rsid w:val="00726BF7"/>
    <w:rsid w:val="00726F92"/>
    <w:rsid w:val="007300FB"/>
    <w:rsid w:val="00731E16"/>
    <w:rsid w:val="00734014"/>
    <w:rsid w:val="00734491"/>
    <w:rsid w:val="00734696"/>
    <w:rsid w:val="007376DF"/>
    <w:rsid w:val="007405DE"/>
    <w:rsid w:val="0074096C"/>
    <w:rsid w:val="00740DBB"/>
    <w:rsid w:val="00740DD1"/>
    <w:rsid w:val="00741428"/>
    <w:rsid w:val="00744804"/>
    <w:rsid w:val="00744A84"/>
    <w:rsid w:val="00744BD3"/>
    <w:rsid w:val="0074544A"/>
    <w:rsid w:val="00745AFA"/>
    <w:rsid w:val="00746C30"/>
    <w:rsid w:val="00747FEA"/>
    <w:rsid w:val="00752DCD"/>
    <w:rsid w:val="007544F1"/>
    <w:rsid w:val="00754A5F"/>
    <w:rsid w:val="007606A0"/>
    <w:rsid w:val="00762ABF"/>
    <w:rsid w:val="0076303A"/>
    <w:rsid w:val="00764AC8"/>
    <w:rsid w:val="00767103"/>
    <w:rsid w:val="0076798E"/>
    <w:rsid w:val="00767ECF"/>
    <w:rsid w:val="00767FB5"/>
    <w:rsid w:val="00771A08"/>
    <w:rsid w:val="00772E51"/>
    <w:rsid w:val="007757C2"/>
    <w:rsid w:val="007777DB"/>
    <w:rsid w:val="00780302"/>
    <w:rsid w:val="00780E70"/>
    <w:rsid w:val="00780E87"/>
    <w:rsid w:val="0078375C"/>
    <w:rsid w:val="00784EAB"/>
    <w:rsid w:val="00790473"/>
    <w:rsid w:val="0079242C"/>
    <w:rsid w:val="00797109"/>
    <w:rsid w:val="007976C0"/>
    <w:rsid w:val="007A289C"/>
    <w:rsid w:val="007A2CB9"/>
    <w:rsid w:val="007A32B8"/>
    <w:rsid w:val="007A32CB"/>
    <w:rsid w:val="007A4F0B"/>
    <w:rsid w:val="007A5D85"/>
    <w:rsid w:val="007A60A3"/>
    <w:rsid w:val="007B023C"/>
    <w:rsid w:val="007B0E8C"/>
    <w:rsid w:val="007B1D59"/>
    <w:rsid w:val="007B1E20"/>
    <w:rsid w:val="007B3175"/>
    <w:rsid w:val="007B31CB"/>
    <w:rsid w:val="007B5255"/>
    <w:rsid w:val="007B7BC9"/>
    <w:rsid w:val="007C095A"/>
    <w:rsid w:val="007C217D"/>
    <w:rsid w:val="007C2A83"/>
    <w:rsid w:val="007C4499"/>
    <w:rsid w:val="007C504F"/>
    <w:rsid w:val="007C61E3"/>
    <w:rsid w:val="007C6297"/>
    <w:rsid w:val="007C6AE0"/>
    <w:rsid w:val="007C6D30"/>
    <w:rsid w:val="007C7009"/>
    <w:rsid w:val="007D2A51"/>
    <w:rsid w:val="007D2DF7"/>
    <w:rsid w:val="007D4C38"/>
    <w:rsid w:val="007D558C"/>
    <w:rsid w:val="007E024E"/>
    <w:rsid w:val="007E2AA4"/>
    <w:rsid w:val="007E2D73"/>
    <w:rsid w:val="007E6344"/>
    <w:rsid w:val="007E6EB8"/>
    <w:rsid w:val="007E74E9"/>
    <w:rsid w:val="007E7CEB"/>
    <w:rsid w:val="007F7295"/>
    <w:rsid w:val="007F7F8F"/>
    <w:rsid w:val="007F7FCC"/>
    <w:rsid w:val="008019B5"/>
    <w:rsid w:val="00802D11"/>
    <w:rsid w:val="008039F4"/>
    <w:rsid w:val="00804AC7"/>
    <w:rsid w:val="0081209D"/>
    <w:rsid w:val="008179E8"/>
    <w:rsid w:val="0082261B"/>
    <w:rsid w:val="00822AA9"/>
    <w:rsid w:val="0082301B"/>
    <w:rsid w:val="00823EC3"/>
    <w:rsid w:val="00824EC1"/>
    <w:rsid w:val="00825058"/>
    <w:rsid w:val="00825CAF"/>
    <w:rsid w:val="00825EAA"/>
    <w:rsid w:val="00826027"/>
    <w:rsid w:val="00832FDE"/>
    <w:rsid w:val="00835132"/>
    <w:rsid w:val="00840498"/>
    <w:rsid w:val="00842B33"/>
    <w:rsid w:val="00843F4A"/>
    <w:rsid w:val="00844402"/>
    <w:rsid w:val="00845CC7"/>
    <w:rsid w:val="00850187"/>
    <w:rsid w:val="00852097"/>
    <w:rsid w:val="00852D41"/>
    <w:rsid w:val="0085559A"/>
    <w:rsid w:val="008555CA"/>
    <w:rsid w:val="00856136"/>
    <w:rsid w:val="00860477"/>
    <w:rsid w:val="008605E2"/>
    <w:rsid w:val="0086293D"/>
    <w:rsid w:val="00862E0D"/>
    <w:rsid w:val="00863015"/>
    <w:rsid w:val="008637FC"/>
    <w:rsid w:val="00863B52"/>
    <w:rsid w:val="00864B94"/>
    <w:rsid w:val="00866213"/>
    <w:rsid w:val="00866595"/>
    <w:rsid w:val="00866621"/>
    <w:rsid w:val="008705E9"/>
    <w:rsid w:val="008710D8"/>
    <w:rsid w:val="00872831"/>
    <w:rsid w:val="00872AC3"/>
    <w:rsid w:val="00874E4F"/>
    <w:rsid w:val="00875553"/>
    <w:rsid w:val="00875819"/>
    <w:rsid w:val="00881521"/>
    <w:rsid w:val="00882318"/>
    <w:rsid w:val="008830D1"/>
    <w:rsid w:val="00883D8E"/>
    <w:rsid w:val="008849AF"/>
    <w:rsid w:val="00885E70"/>
    <w:rsid w:val="00886867"/>
    <w:rsid w:val="00886B33"/>
    <w:rsid w:val="00886D05"/>
    <w:rsid w:val="00887989"/>
    <w:rsid w:val="00891BCA"/>
    <w:rsid w:val="00893B38"/>
    <w:rsid w:val="00893DC3"/>
    <w:rsid w:val="008967DC"/>
    <w:rsid w:val="00897E9C"/>
    <w:rsid w:val="008A1B26"/>
    <w:rsid w:val="008A4116"/>
    <w:rsid w:val="008A5DD6"/>
    <w:rsid w:val="008A6056"/>
    <w:rsid w:val="008A6432"/>
    <w:rsid w:val="008A7E1E"/>
    <w:rsid w:val="008B1047"/>
    <w:rsid w:val="008B21AC"/>
    <w:rsid w:val="008B255A"/>
    <w:rsid w:val="008B28E2"/>
    <w:rsid w:val="008B7F27"/>
    <w:rsid w:val="008C0A04"/>
    <w:rsid w:val="008C255B"/>
    <w:rsid w:val="008C417F"/>
    <w:rsid w:val="008C667E"/>
    <w:rsid w:val="008D08E6"/>
    <w:rsid w:val="008D0FFD"/>
    <w:rsid w:val="008D2340"/>
    <w:rsid w:val="008D2C9A"/>
    <w:rsid w:val="008D4018"/>
    <w:rsid w:val="008D5835"/>
    <w:rsid w:val="008D58FB"/>
    <w:rsid w:val="008D6459"/>
    <w:rsid w:val="008D64E2"/>
    <w:rsid w:val="008D7643"/>
    <w:rsid w:val="008E0323"/>
    <w:rsid w:val="008E073D"/>
    <w:rsid w:val="008E11CE"/>
    <w:rsid w:val="008E3681"/>
    <w:rsid w:val="008E5641"/>
    <w:rsid w:val="008E59C3"/>
    <w:rsid w:val="008E725D"/>
    <w:rsid w:val="008E7E7F"/>
    <w:rsid w:val="008F0486"/>
    <w:rsid w:val="008F05D0"/>
    <w:rsid w:val="008F3246"/>
    <w:rsid w:val="008F3D2B"/>
    <w:rsid w:val="008F456F"/>
    <w:rsid w:val="008F696A"/>
    <w:rsid w:val="009009B6"/>
    <w:rsid w:val="00900E04"/>
    <w:rsid w:val="00902A7C"/>
    <w:rsid w:val="00903A16"/>
    <w:rsid w:val="00903EAD"/>
    <w:rsid w:val="00904C4E"/>
    <w:rsid w:val="00906044"/>
    <w:rsid w:val="0091060E"/>
    <w:rsid w:val="009112F4"/>
    <w:rsid w:val="00911901"/>
    <w:rsid w:val="00912603"/>
    <w:rsid w:val="00914421"/>
    <w:rsid w:val="00916608"/>
    <w:rsid w:val="0091693B"/>
    <w:rsid w:val="00916B42"/>
    <w:rsid w:val="00917DE1"/>
    <w:rsid w:val="009205B8"/>
    <w:rsid w:val="00920D11"/>
    <w:rsid w:val="00922791"/>
    <w:rsid w:val="00922F3E"/>
    <w:rsid w:val="00923F0C"/>
    <w:rsid w:val="00927657"/>
    <w:rsid w:val="00927D45"/>
    <w:rsid w:val="00930CA2"/>
    <w:rsid w:val="0093137D"/>
    <w:rsid w:val="00933766"/>
    <w:rsid w:val="00936F3E"/>
    <w:rsid w:val="009371EC"/>
    <w:rsid w:val="00937704"/>
    <w:rsid w:val="009404FB"/>
    <w:rsid w:val="0094126E"/>
    <w:rsid w:val="0094294F"/>
    <w:rsid w:val="00943EA4"/>
    <w:rsid w:val="00944E96"/>
    <w:rsid w:val="009457E1"/>
    <w:rsid w:val="009464AC"/>
    <w:rsid w:val="0094716A"/>
    <w:rsid w:val="00950685"/>
    <w:rsid w:val="00950B69"/>
    <w:rsid w:val="00953C1D"/>
    <w:rsid w:val="00953D8F"/>
    <w:rsid w:val="009545F2"/>
    <w:rsid w:val="00955A13"/>
    <w:rsid w:val="00956A66"/>
    <w:rsid w:val="00960385"/>
    <w:rsid w:val="0096377D"/>
    <w:rsid w:val="00965E5A"/>
    <w:rsid w:val="00966768"/>
    <w:rsid w:val="00967952"/>
    <w:rsid w:val="00970B82"/>
    <w:rsid w:val="0097293D"/>
    <w:rsid w:val="0097312D"/>
    <w:rsid w:val="00975E13"/>
    <w:rsid w:val="00980FC0"/>
    <w:rsid w:val="00982147"/>
    <w:rsid w:val="00983BBE"/>
    <w:rsid w:val="00984DBB"/>
    <w:rsid w:val="00986076"/>
    <w:rsid w:val="009874AB"/>
    <w:rsid w:val="009907F8"/>
    <w:rsid w:val="00993091"/>
    <w:rsid w:val="0099309C"/>
    <w:rsid w:val="009930FD"/>
    <w:rsid w:val="00993DF2"/>
    <w:rsid w:val="00994158"/>
    <w:rsid w:val="00995063"/>
    <w:rsid w:val="009970CC"/>
    <w:rsid w:val="009A0E14"/>
    <w:rsid w:val="009A34CA"/>
    <w:rsid w:val="009A5EFD"/>
    <w:rsid w:val="009A610F"/>
    <w:rsid w:val="009A7A4F"/>
    <w:rsid w:val="009B260E"/>
    <w:rsid w:val="009B2778"/>
    <w:rsid w:val="009B4831"/>
    <w:rsid w:val="009B4BF2"/>
    <w:rsid w:val="009C02A1"/>
    <w:rsid w:val="009C2383"/>
    <w:rsid w:val="009C29A6"/>
    <w:rsid w:val="009C4433"/>
    <w:rsid w:val="009C6824"/>
    <w:rsid w:val="009C740A"/>
    <w:rsid w:val="009D0E38"/>
    <w:rsid w:val="009D1085"/>
    <w:rsid w:val="009D39FC"/>
    <w:rsid w:val="009D3EAF"/>
    <w:rsid w:val="009D537B"/>
    <w:rsid w:val="009D551A"/>
    <w:rsid w:val="009D6FF9"/>
    <w:rsid w:val="009E1261"/>
    <w:rsid w:val="009E1715"/>
    <w:rsid w:val="009E1F9E"/>
    <w:rsid w:val="009E6FD7"/>
    <w:rsid w:val="009E7ADD"/>
    <w:rsid w:val="009F2EB6"/>
    <w:rsid w:val="009F540C"/>
    <w:rsid w:val="009F57A8"/>
    <w:rsid w:val="009F5BC0"/>
    <w:rsid w:val="009F6860"/>
    <w:rsid w:val="009F767D"/>
    <w:rsid w:val="00A010FF"/>
    <w:rsid w:val="00A040AE"/>
    <w:rsid w:val="00A10520"/>
    <w:rsid w:val="00A11A43"/>
    <w:rsid w:val="00A128B1"/>
    <w:rsid w:val="00A141AA"/>
    <w:rsid w:val="00A2074A"/>
    <w:rsid w:val="00A23AE9"/>
    <w:rsid w:val="00A27103"/>
    <w:rsid w:val="00A27503"/>
    <w:rsid w:val="00A27DD8"/>
    <w:rsid w:val="00A27E1F"/>
    <w:rsid w:val="00A349B4"/>
    <w:rsid w:val="00A409F4"/>
    <w:rsid w:val="00A419E4"/>
    <w:rsid w:val="00A41F7E"/>
    <w:rsid w:val="00A42204"/>
    <w:rsid w:val="00A42818"/>
    <w:rsid w:val="00A42EBC"/>
    <w:rsid w:val="00A43DC7"/>
    <w:rsid w:val="00A507CD"/>
    <w:rsid w:val="00A50865"/>
    <w:rsid w:val="00A54C1E"/>
    <w:rsid w:val="00A54FF2"/>
    <w:rsid w:val="00A56934"/>
    <w:rsid w:val="00A5693B"/>
    <w:rsid w:val="00A56D1C"/>
    <w:rsid w:val="00A60BB7"/>
    <w:rsid w:val="00A615D7"/>
    <w:rsid w:val="00A632D8"/>
    <w:rsid w:val="00A64F7D"/>
    <w:rsid w:val="00A65296"/>
    <w:rsid w:val="00A6660D"/>
    <w:rsid w:val="00A669B7"/>
    <w:rsid w:val="00A67FB0"/>
    <w:rsid w:val="00A7083F"/>
    <w:rsid w:val="00A71DC8"/>
    <w:rsid w:val="00A72EEE"/>
    <w:rsid w:val="00A74895"/>
    <w:rsid w:val="00A7626C"/>
    <w:rsid w:val="00A829C3"/>
    <w:rsid w:val="00A844F3"/>
    <w:rsid w:val="00A84EB6"/>
    <w:rsid w:val="00A85ACC"/>
    <w:rsid w:val="00A9174F"/>
    <w:rsid w:val="00A91968"/>
    <w:rsid w:val="00A920F1"/>
    <w:rsid w:val="00A92738"/>
    <w:rsid w:val="00A92BD6"/>
    <w:rsid w:val="00A94524"/>
    <w:rsid w:val="00A9488C"/>
    <w:rsid w:val="00A95621"/>
    <w:rsid w:val="00A95820"/>
    <w:rsid w:val="00A96773"/>
    <w:rsid w:val="00A97478"/>
    <w:rsid w:val="00AA0581"/>
    <w:rsid w:val="00AA1A07"/>
    <w:rsid w:val="00AA1A34"/>
    <w:rsid w:val="00AA33D0"/>
    <w:rsid w:val="00AA5A4A"/>
    <w:rsid w:val="00AA68AD"/>
    <w:rsid w:val="00AA73BD"/>
    <w:rsid w:val="00AA7A4E"/>
    <w:rsid w:val="00AB091F"/>
    <w:rsid w:val="00AB0E25"/>
    <w:rsid w:val="00AB1618"/>
    <w:rsid w:val="00AB2460"/>
    <w:rsid w:val="00AB2666"/>
    <w:rsid w:val="00AB2740"/>
    <w:rsid w:val="00AB387F"/>
    <w:rsid w:val="00AB59D9"/>
    <w:rsid w:val="00AB6983"/>
    <w:rsid w:val="00AC0174"/>
    <w:rsid w:val="00AC0D14"/>
    <w:rsid w:val="00AC111F"/>
    <w:rsid w:val="00AC1228"/>
    <w:rsid w:val="00AC1547"/>
    <w:rsid w:val="00AC1E99"/>
    <w:rsid w:val="00AC3D9F"/>
    <w:rsid w:val="00AC46D9"/>
    <w:rsid w:val="00AD006C"/>
    <w:rsid w:val="00AD26C4"/>
    <w:rsid w:val="00AD3E01"/>
    <w:rsid w:val="00AD5269"/>
    <w:rsid w:val="00AD5A2E"/>
    <w:rsid w:val="00AE0229"/>
    <w:rsid w:val="00AE0EA0"/>
    <w:rsid w:val="00AE1250"/>
    <w:rsid w:val="00AE4668"/>
    <w:rsid w:val="00AE5EB3"/>
    <w:rsid w:val="00AE6277"/>
    <w:rsid w:val="00AE6321"/>
    <w:rsid w:val="00AE7633"/>
    <w:rsid w:val="00AE7A9F"/>
    <w:rsid w:val="00AF0549"/>
    <w:rsid w:val="00AF10A8"/>
    <w:rsid w:val="00AF200D"/>
    <w:rsid w:val="00AF2262"/>
    <w:rsid w:val="00AF2982"/>
    <w:rsid w:val="00AF2DF2"/>
    <w:rsid w:val="00AF2EE1"/>
    <w:rsid w:val="00AF387B"/>
    <w:rsid w:val="00AF4AD9"/>
    <w:rsid w:val="00AF5FE7"/>
    <w:rsid w:val="00AF6210"/>
    <w:rsid w:val="00AF6E5C"/>
    <w:rsid w:val="00AF6EA6"/>
    <w:rsid w:val="00AF7886"/>
    <w:rsid w:val="00AF7C20"/>
    <w:rsid w:val="00B027D5"/>
    <w:rsid w:val="00B02921"/>
    <w:rsid w:val="00B05E6B"/>
    <w:rsid w:val="00B06608"/>
    <w:rsid w:val="00B07487"/>
    <w:rsid w:val="00B07DBF"/>
    <w:rsid w:val="00B07E7C"/>
    <w:rsid w:val="00B10435"/>
    <w:rsid w:val="00B10B3F"/>
    <w:rsid w:val="00B12D72"/>
    <w:rsid w:val="00B16ADE"/>
    <w:rsid w:val="00B22570"/>
    <w:rsid w:val="00B22D92"/>
    <w:rsid w:val="00B23174"/>
    <w:rsid w:val="00B244E7"/>
    <w:rsid w:val="00B25557"/>
    <w:rsid w:val="00B263BD"/>
    <w:rsid w:val="00B30E38"/>
    <w:rsid w:val="00B325CA"/>
    <w:rsid w:val="00B32B6C"/>
    <w:rsid w:val="00B3443A"/>
    <w:rsid w:val="00B36238"/>
    <w:rsid w:val="00B365E1"/>
    <w:rsid w:val="00B402FC"/>
    <w:rsid w:val="00B506B3"/>
    <w:rsid w:val="00B51BCC"/>
    <w:rsid w:val="00B52746"/>
    <w:rsid w:val="00B52A31"/>
    <w:rsid w:val="00B52ACE"/>
    <w:rsid w:val="00B52C1D"/>
    <w:rsid w:val="00B537C5"/>
    <w:rsid w:val="00B53A56"/>
    <w:rsid w:val="00B54C30"/>
    <w:rsid w:val="00B55EC3"/>
    <w:rsid w:val="00B6381A"/>
    <w:rsid w:val="00B63993"/>
    <w:rsid w:val="00B63FC3"/>
    <w:rsid w:val="00B65A36"/>
    <w:rsid w:val="00B65BFE"/>
    <w:rsid w:val="00B6631E"/>
    <w:rsid w:val="00B6663D"/>
    <w:rsid w:val="00B67110"/>
    <w:rsid w:val="00B70025"/>
    <w:rsid w:val="00B7178D"/>
    <w:rsid w:val="00B72D2B"/>
    <w:rsid w:val="00B7657C"/>
    <w:rsid w:val="00B7768E"/>
    <w:rsid w:val="00B8037D"/>
    <w:rsid w:val="00B803E4"/>
    <w:rsid w:val="00B85987"/>
    <w:rsid w:val="00B85BC7"/>
    <w:rsid w:val="00B86860"/>
    <w:rsid w:val="00B87BE8"/>
    <w:rsid w:val="00B90197"/>
    <w:rsid w:val="00B90CE1"/>
    <w:rsid w:val="00B90FE0"/>
    <w:rsid w:val="00B926EF"/>
    <w:rsid w:val="00B944FE"/>
    <w:rsid w:val="00B95A6A"/>
    <w:rsid w:val="00B95EFF"/>
    <w:rsid w:val="00B964B4"/>
    <w:rsid w:val="00B97428"/>
    <w:rsid w:val="00B9750D"/>
    <w:rsid w:val="00B97A1D"/>
    <w:rsid w:val="00B97DE2"/>
    <w:rsid w:val="00BA086A"/>
    <w:rsid w:val="00BA0954"/>
    <w:rsid w:val="00BA0F45"/>
    <w:rsid w:val="00BA1150"/>
    <w:rsid w:val="00BA2B74"/>
    <w:rsid w:val="00BA63F7"/>
    <w:rsid w:val="00BA6C81"/>
    <w:rsid w:val="00BA72A6"/>
    <w:rsid w:val="00BA796C"/>
    <w:rsid w:val="00BB01F7"/>
    <w:rsid w:val="00BB1F7F"/>
    <w:rsid w:val="00BB2F80"/>
    <w:rsid w:val="00BB3BD1"/>
    <w:rsid w:val="00BB3FE8"/>
    <w:rsid w:val="00BB5946"/>
    <w:rsid w:val="00BB6D46"/>
    <w:rsid w:val="00BB7801"/>
    <w:rsid w:val="00BC0A29"/>
    <w:rsid w:val="00BC1500"/>
    <w:rsid w:val="00BC2B43"/>
    <w:rsid w:val="00BC3E1C"/>
    <w:rsid w:val="00BC5090"/>
    <w:rsid w:val="00BC5782"/>
    <w:rsid w:val="00BC6A3E"/>
    <w:rsid w:val="00BD07AC"/>
    <w:rsid w:val="00BD724E"/>
    <w:rsid w:val="00BE1D5D"/>
    <w:rsid w:val="00BE2C49"/>
    <w:rsid w:val="00BE3529"/>
    <w:rsid w:val="00BE468D"/>
    <w:rsid w:val="00BF087B"/>
    <w:rsid w:val="00BF0AAE"/>
    <w:rsid w:val="00BF1A0D"/>
    <w:rsid w:val="00BF45A9"/>
    <w:rsid w:val="00BF4F45"/>
    <w:rsid w:val="00BF5DCF"/>
    <w:rsid w:val="00BF6D7D"/>
    <w:rsid w:val="00BF6F20"/>
    <w:rsid w:val="00BF7E15"/>
    <w:rsid w:val="00C00409"/>
    <w:rsid w:val="00C020DB"/>
    <w:rsid w:val="00C02527"/>
    <w:rsid w:val="00C03F02"/>
    <w:rsid w:val="00C04B02"/>
    <w:rsid w:val="00C05889"/>
    <w:rsid w:val="00C12903"/>
    <w:rsid w:val="00C129A9"/>
    <w:rsid w:val="00C1306E"/>
    <w:rsid w:val="00C13725"/>
    <w:rsid w:val="00C13FA5"/>
    <w:rsid w:val="00C1408B"/>
    <w:rsid w:val="00C16178"/>
    <w:rsid w:val="00C16D47"/>
    <w:rsid w:val="00C215A7"/>
    <w:rsid w:val="00C23406"/>
    <w:rsid w:val="00C2408F"/>
    <w:rsid w:val="00C2679B"/>
    <w:rsid w:val="00C277BD"/>
    <w:rsid w:val="00C27DA8"/>
    <w:rsid w:val="00C3024C"/>
    <w:rsid w:val="00C3528B"/>
    <w:rsid w:val="00C353CC"/>
    <w:rsid w:val="00C35F03"/>
    <w:rsid w:val="00C4168A"/>
    <w:rsid w:val="00C41CCC"/>
    <w:rsid w:val="00C4386E"/>
    <w:rsid w:val="00C44EBC"/>
    <w:rsid w:val="00C477B9"/>
    <w:rsid w:val="00C47CFB"/>
    <w:rsid w:val="00C5153A"/>
    <w:rsid w:val="00C5161A"/>
    <w:rsid w:val="00C51A29"/>
    <w:rsid w:val="00C5254F"/>
    <w:rsid w:val="00C52987"/>
    <w:rsid w:val="00C52C2F"/>
    <w:rsid w:val="00C52EAA"/>
    <w:rsid w:val="00C52ECF"/>
    <w:rsid w:val="00C53DC4"/>
    <w:rsid w:val="00C55DE0"/>
    <w:rsid w:val="00C576F5"/>
    <w:rsid w:val="00C6078C"/>
    <w:rsid w:val="00C61260"/>
    <w:rsid w:val="00C61722"/>
    <w:rsid w:val="00C61BC0"/>
    <w:rsid w:val="00C63196"/>
    <w:rsid w:val="00C6545C"/>
    <w:rsid w:val="00C65B7C"/>
    <w:rsid w:val="00C67A05"/>
    <w:rsid w:val="00C71E7B"/>
    <w:rsid w:val="00C72B07"/>
    <w:rsid w:val="00C73D88"/>
    <w:rsid w:val="00C7453F"/>
    <w:rsid w:val="00C74D3B"/>
    <w:rsid w:val="00C74F94"/>
    <w:rsid w:val="00C757E9"/>
    <w:rsid w:val="00C762E8"/>
    <w:rsid w:val="00C80689"/>
    <w:rsid w:val="00C82853"/>
    <w:rsid w:val="00C851B9"/>
    <w:rsid w:val="00C854F7"/>
    <w:rsid w:val="00C86647"/>
    <w:rsid w:val="00C86B9E"/>
    <w:rsid w:val="00C86CA5"/>
    <w:rsid w:val="00C90100"/>
    <w:rsid w:val="00C911BC"/>
    <w:rsid w:val="00C91644"/>
    <w:rsid w:val="00C91709"/>
    <w:rsid w:val="00C93185"/>
    <w:rsid w:val="00C93711"/>
    <w:rsid w:val="00C9387C"/>
    <w:rsid w:val="00CA2EF3"/>
    <w:rsid w:val="00CA3789"/>
    <w:rsid w:val="00CA4141"/>
    <w:rsid w:val="00CA6104"/>
    <w:rsid w:val="00CA62C1"/>
    <w:rsid w:val="00CA67C1"/>
    <w:rsid w:val="00CB30F5"/>
    <w:rsid w:val="00CB386A"/>
    <w:rsid w:val="00CB3892"/>
    <w:rsid w:val="00CC0650"/>
    <w:rsid w:val="00CC0C20"/>
    <w:rsid w:val="00CC1C77"/>
    <w:rsid w:val="00CC2907"/>
    <w:rsid w:val="00CC2AD0"/>
    <w:rsid w:val="00CC2C56"/>
    <w:rsid w:val="00CC2EE8"/>
    <w:rsid w:val="00CC4B3F"/>
    <w:rsid w:val="00CC4CA2"/>
    <w:rsid w:val="00CC669E"/>
    <w:rsid w:val="00CC7BCD"/>
    <w:rsid w:val="00CD0288"/>
    <w:rsid w:val="00CD0540"/>
    <w:rsid w:val="00CD0D15"/>
    <w:rsid w:val="00CD15FD"/>
    <w:rsid w:val="00CD187D"/>
    <w:rsid w:val="00CD2131"/>
    <w:rsid w:val="00CD4281"/>
    <w:rsid w:val="00CD43F4"/>
    <w:rsid w:val="00CD4C50"/>
    <w:rsid w:val="00CD58FC"/>
    <w:rsid w:val="00CD7217"/>
    <w:rsid w:val="00CD74C5"/>
    <w:rsid w:val="00CE05F1"/>
    <w:rsid w:val="00CE2FA2"/>
    <w:rsid w:val="00CE41AE"/>
    <w:rsid w:val="00CE470F"/>
    <w:rsid w:val="00CE559C"/>
    <w:rsid w:val="00CE6847"/>
    <w:rsid w:val="00CE6EB4"/>
    <w:rsid w:val="00CE7B56"/>
    <w:rsid w:val="00CF099C"/>
    <w:rsid w:val="00CF19CB"/>
    <w:rsid w:val="00CF224D"/>
    <w:rsid w:val="00CF31DB"/>
    <w:rsid w:val="00CF4BE8"/>
    <w:rsid w:val="00CF64F3"/>
    <w:rsid w:val="00CF707F"/>
    <w:rsid w:val="00CF7439"/>
    <w:rsid w:val="00D03913"/>
    <w:rsid w:val="00D0772C"/>
    <w:rsid w:val="00D15999"/>
    <w:rsid w:val="00D15E43"/>
    <w:rsid w:val="00D164F0"/>
    <w:rsid w:val="00D166F7"/>
    <w:rsid w:val="00D1684A"/>
    <w:rsid w:val="00D178DA"/>
    <w:rsid w:val="00D17BF2"/>
    <w:rsid w:val="00D2109A"/>
    <w:rsid w:val="00D23053"/>
    <w:rsid w:val="00D23C11"/>
    <w:rsid w:val="00D24705"/>
    <w:rsid w:val="00D2618E"/>
    <w:rsid w:val="00D2627F"/>
    <w:rsid w:val="00D30040"/>
    <w:rsid w:val="00D30772"/>
    <w:rsid w:val="00D311E3"/>
    <w:rsid w:val="00D32CE3"/>
    <w:rsid w:val="00D33C95"/>
    <w:rsid w:val="00D34474"/>
    <w:rsid w:val="00D35245"/>
    <w:rsid w:val="00D35CBE"/>
    <w:rsid w:val="00D366AB"/>
    <w:rsid w:val="00D40250"/>
    <w:rsid w:val="00D40BC4"/>
    <w:rsid w:val="00D42ED1"/>
    <w:rsid w:val="00D431A4"/>
    <w:rsid w:val="00D434A9"/>
    <w:rsid w:val="00D44B78"/>
    <w:rsid w:val="00D45D0D"/>
    <w:rsid w:val="00D4658E"/>
    <w:rsid w:val="00D46674"/>
    <w:rsid w:val="00D526D8"/>
    <w:rsid w:val="00D551AC"/>
    <w:rsid w:val="00D5768F"/>
    <w:rsid w:val="00D60E36"/>
    <w:rsid w:val="00D6138D"/>
    <w:rsid w:val="00D61E9C"/>
    <w:rsid w:val="00D62E0B"/>
    <w:rsid w:val="00D659BC"/>
    <w:rsid w:val="00D6621D"/>
    <w:rsid w:val="00D66784"/>
    <w:rsid w:val="00D67951"/>
    <w:rsid w:val="00D713D5"/>
    <w:rsid w:val="00D715A5"/>
    <w:rsid w:val="00D71AE0"/>
    <w:rsid w:val="00D73564"/>
    <w:rsid w:val="00D73C24"/>
    <w:rsid w:val="00D73E82"/>
    <w:rsid w:val="00D77D2F"/>
    <w:rsid w:val="00D85789"/>
    <w:rsid w:val="00D85E3A"/>
    <w:rsid w:val="00D90248"/>
    <w:rsid w:val="00D91473"/>
    <w:rsid w:val="00D91815"/>
    <w:rsid w:val="00D92245"/>
    <w:rsid w:val="00D93CDE"/>
    <w:rsid w:val="00D94534"/>
    <w:rsid w:val="00D96C9C"/>
    <w:rsid w:val="00D97257"/>
    <w:rsid w:val="00DA14F1"/>
    <w:rsid w:val="00DA2B6D"/>
    <w:rsid w:val="00DA69BF"/>
    <w:rsid w:val="00DB266F"/>
    <w:rsid w:val="00DB3DDB"/>
    <w:rsid w:val="00DB3E35"/>
    <w:rsid w:val="00DB6BD8"/>
    <w:rsid w:val="00DB703D"/>
    <w:rsid w:val="00DB7924"/>
    <w:rsid w:val="00DC0921"/>
    <w:rsid w:val="00DC3556"/>
    <w:rsid w:val="00DC35EF"/>
    <w:rsid w:val="00DC3DD0"/>
    <w:rsid w:val="00DC3DEC"/>
    <w:rsid w:val="00DC4973"/>
    <w:rsid w:val="00DC54D8"/>
    <w:rsid w:val="00DC65A3"/>
    <w:rsid w:val="00DC7359"/>
    <w:rsid w:val="00DD346D"/>
    <w:rsid w:val="00DD44F4"/>
    <w:rsid w:val="00DD4C2F"/>
    <w:rsid w:val="00DE152C"/>
    <w:rsid w:val="00DE1C9E"/>
    <w:rsid w:val="00DE4B6A"/>
    <w:rsid w:val="00DE62F1"/>
    <w:rsid w:val="00DE63CF"/>
    <w:rsid w:val="00DF0BD6"/>
    <w:rsid w:val="00DF0EB6"/>
    <w:rsid w:val="00DF4295"/>
    <w:rsid w:val="00DF49A1"/>
    <w:rsid w:val="00DF50E7"/>
    <w:rsid w:val="00DF5392"/>
    <w:rsid w:val="00DF5D17"/>
    <w:rsid w:val="00DF7598"/>
    <w:rsid w:val="00DF7920"/>
    <w:rsid w:val="00DF7F07"/>
    <w:rsid w:val="00E00328"/>
    <w:rsid w:val="00E00861"/>
    <w:rsid w:val="00E0200F"/>
    <w:rsid w:val="00E04D54"/>
    <w:rsid w:val="00E04F67"/>
    <w:rsid w:val="00E052C4"/>
    <w:rsid w:val="00E05FAE"/>
    <w:rsid w:val="00E06B11"/>
    <w:rsid w:val="00E06D0C"/>
    <w:rsid w:val="00E07532"/>
    <w:rsid w:val="00E113F3"/>
    <w:rsid w:val="00E1255B"/>
    <w:rsid w:val="00E12A90"/>
    <w:rsid w:val="00E1355D"/>
    <w:rsid w:val="00E149EC"/>
    <w:rsid w:val="00E15287"/>
    <w:rsid w:val="00E166AA"/>
    <w:rsid w:val="00E23236"/>
    <w:rsid w:val="00E24207"/>
    <w:rsid w:val="00E25EE2"/>
    <w:rsid w:val="00E26778"/>
    <w:rsid w:val="00E26866"/>
    <w:rsid w:val="00E27DA1"/>
    <w:rsid w:val="00E32F19"/>
    <w:rsid w:val="00E32FC7"/>
    <w:rsid w:val="00E34D4E"/>
    <w:rsid w:val="00E40437"/>
    <w:rsid w:val="00E40946"/>
    <w:rsid w:val="00E40B8D"/>
    <w:rsid w:val="00E43C76"/>
    <w:rsid w:val="00E4426A"/>
    <w:rsid w:val="00E443F0"/>
    <w:rsid w:val="00E479A8"/>
    <w:rsid w:val="00E50588"/>
    <w:rsid w:val="00E50A20"/>
    <w:rsid w:val="00E51C1F"/>
    <w:rsid w:val="00E62F7A"/>
    <w:rsid w:val="00E6304E"/>
    <w:rsid w:val="00E63D88"/>
    <w:rsid w:val="00E64C8B"/>
    <w:rsid w:val="00E651D9"/>
    <w:rsid w:val="00E70310"/>
    <w:rsid w:val="00E72771"/>
    <w:rsid w:val="00E731A8"/>
    <w:rsid w:val="00E737F7"/>
    <w:rsid w:val="00E75126"/>
    <w:rsid w:val="00E76C06"/>
    <w:rsid w:val="00E812FC"/>
    <w:rsid w:val="00E81F6B"/>
    <w:rsid w:val="00E90B83"/>
    <w:rsid w:val="00E913C3"/>
    <w:rsid w:val="00E91810"/>
    <w:rsid w:val="00E92BFD"/>
    <w:rsid w:val="00E94545"/>
    <w:rsid w:val="00EA0CEA"/>
    <w:rsid w:val="00EA0DBB"/>
    <w:rsid w:val="00EA1792"/>
    <w:rsid w:val="00EA2115"/>
    <w:rsid w:val="00EA3432"/>
    <w:rsid w:val="00EA3502"/>
    <w:rsid w:val="00EA3D6E"/>
    <w:rsid w:val="00EA3E94"/>
    <w:rsid w:val="00EA4316"/>
    <w:rsid w:val="00EA57A4"/>
    <w:rsid w:val="00EB078F"/>
    <w:rsid w:val="00EB0F83"/>
    <w:rsid w:val="00EB4B77"/>
    <w:rsid w:val="00EB53FB"/>
    <w:rsid w:val="00EC4B0B"/>
    <w:rsid w:val="00EC5782"/>
    <w:rsid w:val="00EC5F95"/>
    <w:rsid w:val="00EC6490"/>
    <w:rsid w:val="00EC7814"/>
    <w:rsid w:val="00ED22C8"/>
    <w:rsid w:val="00ED3F9E"/>
    <w:rsid w:val="00ED42F8"/>
    <w:rsid w:val="00ED5E57"/>
    <w:rsid w:val="00ED6F9C"/>
    <w:rsid w:val="00EE1EC5"/>
    <w:rsid w:val="00EE2C7C"/>
    <w:rsid w:val="00EE3582"/>
    <w:rsid w:val="00EE498D"/>
    <w:rsid w:val="00EE5699"/>
    <w:rsid w:val="00EE589C"/>
    <w:rsid w:val="00EE707E"/>
    <w:rsid w:val="00EE7C16"/>
    <w:rsid w:val="00EF0564"/>
    <w:rsid w:val="00EF1893"/>
    <w:rsid w:val="00EF2C68"/>
    <w:rsid w:val="00EF3308"/>
    <w:rsid w:val="00EF3900"/>
    <w:rsid w:val="00EF4214"/>
    <w:rsid w:val="00EF4798"/>
    <w:rsid w:val="00EF6322"/>
    <w:rsid w:val="00EF66D4"/>
    <w:rsid w:val="00EF7083"/>
    <w:rsid w:val="00EF7C56"/>
    <w:rsid w:val="00F025FB"/>
    <w:rsid w:val="00F031A1"/>
    <w:rsid w:val="00F033D3"/>
    <w:rsid w:val="00F03E0B"/>
    <w:rsid w:val="00F04698"/>
    <w:rsid w:val="00F0539D"/>
    <w:rsid w:val="00F05A44"/>
    <w:rsid w:val="00F05DE8"/>
    <w:rsid w:val="00F0706E"/>
    <w:rsid w:val="00F079C2"/>
    <w:rsid w:val="00F11243"/>
    <w:rsid w:val="00F11B63"/>
    <w:rsid w:val="00F11EE0"/>
    <w:rsid w:val="00F13C93"/>
    <w:rsid w:val="00F16ED0"/>
    <w:rsid w:val="00F2010D"/>
    <w:rsid w:val="00F21243"/>
    <w:rsid w:val="00F217C3"/>
    <w:rsid w:val="00F21D3E"/>
    <w:rsid w:val="00F2239B"/>
    <w:rsid w:val="00F239F7"/>
    <w:rsid w:val="00F244A1"/>
    <w:rsid w:val="00F24920"/>
    <w:rsid w:val="00F2568A"/>
    <w:rsid w:val="00F27087"/>
    <w:rsid w:val="00F27959"/>
    <w:rsid w:val="00F30EA9"/>
    <w:rsid w:val="00F32FC9"/>
    <w:rsid w:val="00F418B4"/>
    <w:rsid w:val="00F4304A"/>
    <w:rsid w:val="00F4319E"/>
    <w:rsid w:val="00F50F36"/>
    <w:rsid w:val="00F52045"/>
    <w:rsid w:val="00F52820"/>
    <w:rsid w:val="00F528AB"/>
    <w:rsid w:val="00F53A72"/>
    <w:rsid w:val="00F556A9"/>
    <w:rsid w:val="00F60150"/>
    <w:rsid w:val="00F60519"/>
    <w:rsid w:val="00F63657"/>
    <w:rsid w:val="00F63FBE"/>
    <w:rsid w:val="00F64614"/>
    <w:rsid w:val="00F66751"/>
    <w:rsid w:val="00F66F1C"/>
    <w:rsid w:val="00F674DA"/>
    <w:rsid w:val="00F70E3F"/>
    <w:rsid w:val="00F7247C"/>
    <w:rsid w:val="00F72C36"/>
    <w:rsid w:val="00F72D0F"/>
    <w:rsid w:val="00F76325"/>
    <w:rsid w:val="00F76924"/>
    <w:rsid w:val="00F77765"/>
    <w:rsid w:val="00F77B94"/>
    <w:rsid w:val="00F82C76"/>
    <w:rsid w:val="00F83600"/>
    <w:rsid w:val="00F83BC5"/>
    <w:rsid w:val="00F901D0"/>
    <w:rsid w:val="00F90825"/>
    <w:rsid w:val="00F91906"/>
    <w:rsid w:val="00F91AFB"/>
    <w:rsid w:val="00F92F4E"/>
    <w:rsid w:val="00F93F53"/>
    <w:rsid w:val="00F950CA"/>
    <w:rsid w:val="00F9655A"/>
    <w:rsid w:val="00F96E51"/>
    <w:rsid w:val="00FA2D3B"/>
    <w:rsid w:val="00FA5549"/>
    <w:rsid w:val="00FA68E1"/>
    <w:rsid w:val="00FB4501"/>
    <w:rsid w:val="00FB6318"/>
    <w:rsid w:val="00FB6B2F"/>
    <w:rsid w:val="00FB6EF4"/>
    <w:rsid w:val="00FB7F47"/>
    <w:rsid w:val="00FC10B6"/>
    <w:rsid w:val="00FC6D2C"/>
    <w:rsid w:val="00FC727E"/>
    <w:rsid w:val="00FD037A"/>
    <w:rsid w:val="00FD6EA7"/>
    <w:rsid w:val="00FE543F"/>
    <w:rsid w:val="00FE687B"/>
    <w:rsid w:val="00FE6D81"/>
    <w:rsid w:val="00FF0316"/>
    <w:rsid w:val="00FF0B57"/>
    <w:rsid w:val="00FF16BF"/>
    <w:rsid w:val="00FF1F57"/>
    <w:rsid w:val="00FF2D41"/>
    <w:rsid w:val="00FF3426"/>
    <w:rsid w:val="00FF6FEB"/>
    <w:rsid w:val="00FF704D"/>
    <w:rsid w:val="00FF75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9FC79"/>
  <w15:chartTrackingRefBased/>
  <w15:docId w15:val="{0D7D4B23-DD8F-4B2A-8409-54703BB8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2D92"/>
  </w:style>
  <w:style w:type="paragraph" w:styleId="Kop1">
    <w:name w:val="heading 1"/>
    <w:basedOn w:val="Standaard"/>
    <w:next w:val="Standaard"/>
    <w:link w:val="Kop1Char"/>
    <w:uiPriority w:val="9"/>
    <w:qFormat/>
    <w:rsid w:val="00182DE7"/>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07DAE"/>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206EBC"/>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206EB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rsid w:val="00206EB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unhideWhenUsed/>
    <w:qFormat/>
    <w:rsid w:val="00206EB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unhideWhenUsed/>
    <w:qFormat/>
    <w:rsid w:val="00206EB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unhideWhenUsed/>
    <w:qFormat/>
    <w:rsid w:val="00DC0921"/>
    <w:pPr>
      <w:keepNext/>
      <w:keepLines/>
      <w:pageBreakBefore/>
      <w:numPr>
        <w:ilvl w:val="7"/>
        <w:numId w:val="2"/>
      </w:numPr>
      <w:spacing w:before="40" w:after="0"/>
      <w:outlineLvl w:val="7"/>
    </w:pPr>
    <w:rPr>
      <w:rFonts w:asciiTheme="majorHAnsi" w:eastAsiaTheme="majorEastAsia" w:hAnsiTheme="majorHAnsi" w:cstheme="majorBidi"/>
      <w:color w:val="272727" w:themeColor="text1" w:themeTint="D8"/>
      <w:sz w:val="32"/>
      <w:szCs w:val="21"/>
    </w:rPr>
  </w:style>
  <w:style w:type="paragraph" w:styleId="Kop9">
    <w:name w:val="heading 9"/>
    <w:basedOn w:val="Standaard"/>
    <w:next w:val="Standaard"/>
    <w:link w:val="Kop9Char"/>
    <w:uiPriority w:val="9"/>
    <w:semiHidden/>
    <w:unhideWhenUsed/>
    <w:qFormat/>
    <w:rsid w:val="00206EB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82D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82DE7"/>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182DE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82DE7"/>
    <w:pPr>
      <w:ind w:left="720"/>
      <w:contextualSpacing/>
    </w:pPr>
  </w:style>
  <w:style w:type="character" w:styleId="Hyperlink">
    <w:name w:val="Hyperlink"/>
    <w:basedOn w:val="Standaardalinea-lettertype"/>
    <w:uiPriority w:val="99"/>
    <w:unhideWhenUsed/>
    <w:rsid w:val="00182DE7"/>
    <w:rPr>
      <w:color w:val="0563C1" w:themeColor="hyperlink"/>
      <w:u w:val="single"/>
    </w:rPr>
  </w:style>
  <w:style w:type="character" w:styleId="Onopgelostemelding">
    <w:name w:val="Unresolved Mention"/>
    <w:basedOn w:val="Standaardalinea-lettertype"/>
    <w:uiPriority w:val="99"/>
    <w:semiHidden/>
    <w:unhideWhenUsed/>
    <w:rsid w:val="00182DE7"/>
    <w:rPr>
      <w:color w:val="605E5C"/>
      <w:shd w:val="clear" w:color="auto" w:fill="E1DFDD"/>
    </w:rPr>
  </w:style>
  <w:style w:type="paragraph" w:styleId="Bijschrift">
    <w:name w:val="caption"/>
    <w:basedOn w:val="Standaard"/>
    <w:next w:val="Standaard"/>
    <w:uiPriority w:val="35"/>
    <w:unhideWhenUsed/>
    <w:qFormat/>
    <w:rsid w:val="00707DAE"/>
    <w:pPr>
      <w:spacing w:after="200" w:line="240" w:lineRule="auto"/>
    </w:pPr>
    <w:rPr>
      <w:i/>
      <w:iCs/>
      <w:color w:val="44546A" w:themeColor="text2"/>
      <w:sz w:val="18"/>
      <w:szCs w:val="18"/>
    </w:rPr>
  </w:style>
  <w:style w:type="character" w:customStyle="1" w:styleId="Kop2Char">
    <w:name w:val="Kop 2 Char"/>
    <w:basedOn w:val="Standaardalinea-lettertype"/>
    <w:link w:val="Kop2"/>
    <w:uiPriority w:val="9"/>
    <w:rsid w:val="00707DAE"/>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C854F7"/>
    <w:pPr>
      <w:outlineLvl w:val="9"/>
    </w:pPr>
    <w:rPr>
      <w:lang w:eastAsia="nl-NL"/>
    </w:rPr>
  </w:style>
  <w:style w:type="paragraph" w:styleId="Inhopg2">
    <w:name w:val="toc 2"/>
    <w:basedOn w:val="Standaard"/>
    <w:next w:val="Standaard"/>
    <w:autoRedefine/>
    <w:uiPriority w:val="39"/>
    <w:unhideWhenUsed/>
    <w:rsid w:val="00C854F7"/>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DC0921"/>
    <w:pPr>
      <w:tabs>
        <w:tab w:val="left" w:pos="440"/>
        <w:tab w:val="right" w:leader="dot" w:pos="9062"/>
      </w:tabs>
      <w:spacing w:after="100"/>
    </w:pPr>
    <w:rPr>
      <w:rFonts w:eastAsiaTheme="minorEastAsia" w:cs="Times New Roman"/>
      <w:lang w:eastAsia="nl-NL"/>
    </w:rPr>
  </w:style>
  <w:style w:type="paragraph" w:styleId="Inhopg3">
    <w:name w:val="toc 3"/>
    <w:basedOn w:val="Standaard"/>
    <w:next w:val="Standaard"/>
    <w:autoRedefine/>
    <w:uiPriority w:val="39"/>
    <w:unhideWhenUsed/>
    <w:rsid w:val="00C854F7"/>
    <w:pPr>
      <w:spacing w:after="100"/>
      <w:ind w:left="440"/>
    </w:pPr>
    <w:rPr>
      <w:rFonts w:eastAsiaTheme="minorEastAsia" w:cs="Times New Roman"/>
      <w:lang w:eastAsia="nl-NL"/>
    </w:rPr>
  </w:style>
  <w:style w:type="character" w:customStyle="1" w:styleId="Kop3Char">
    <w:name w:val="Kop 3 Char"/>
    <w:basedOn w:val="Standaardalinea-lettertype"/>
    <w:link w:val="Kop3"/>
    <w:uiPriority w:val="9"/>
    <w:rsid w:val="00206EBC"/>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rsid w:val="00206EBC"/>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rsid w:val="00206EBC"/>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rsid w:val="00206EBC"/>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rsid w:val="00206EBC"/>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rsid w:val="00DC0921"/>
    <w:rPr>
      <w:rFonts w:asciiTheme="majorHAnsi" w:eastAsiaTheme="majorEastAsia" w:hAnsiTheme="majorHAnsi" w:cstheme="majorBidi"/>
      <w:color w:val="272727" w:themeColor="text1" w:themeTint="D8"/>
      <w:sz w:val="32"/>
      <w:szCs w:val="21"/>
    </w:rPr>
  </w:style>
  <w:style w:type="character" w:customStyle="1" w:styleId="Kop9Char">
    <w:name w:val="Kop 9 Char"/>
    <w:basedOn w:val="Standaardalinea-lettertype"/>
    <w:link w:val="Kop9"/>
    <w:uiPriority w:val="9"/>
    <w:semiHidden/>
    <w:rsid w:val="00206EBC"/>
    <w:rPr>
      <w:rFonts w:asciiTheme="majorHAnsi" w:eastAsiaTheme="majorEastAsia" w:hAnsiTheme="majorHAnsi" w:cstheme="majorBidi"/>
      <w:i/>
      <w:iCs/>
      <w:color w:val="272727" w:themeColor="text1" w:themeTint="D8"/>
      <w:sz w:val="21"/>
      <w:szCs w:val="21"/>
    </w:rPr>
  </w:style>
  <w:style w:type="paragraph" w:customStyle="1" w:styleId="Kop1zondernummering">
    <w:name w:val="Kop 1 zonder nummering"/>
    <w:basedOn w:val="Kop1"/>
    <w:next w:val="Standaard"/>
    <w:qFormat/>
    <w:rsid w:val="00217CE9"/>
    <w:pPr>
      <w:numPr>
        <w:numId w:val="0"/>
      </w:numPr>
      <w:ind w:left="432" w:hanging="432"/>
    </w:pPr>
  </w:style>
  <w:style w:type="table" w:customStyle="1" w:styleId="Tabelraster2">
    <w:name w:val="Tabelraster2"/>
    <w:basedOn w:val="Standaardtabel"/>
    <w:next w:val="Tabelraster"/>
    <w:uiPriority w:val="59"/>
    <w:rsid w:val="009B4BF2"/>
    <w:pPr>
      <w:spacing w:after="0" w:line="240" w:lineRule="auto"/>
      <w:ind w:left="425" w:hanging="425"/>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9B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B926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Rastertabel1licht">
    <w:name w:val="Grid Table 1 Light"/>
    <w:basedOn w:val="Standaardtabel"/>
    <w:uiPriority w:val="46"/>
    <w:rsid w:val="00B926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Zwaar">
    <w:name w:val="Strong"/>
    <w:basedOn w:val="Standaardalinea-lettertype"/>
    <w:uiPriority w:val="22"/>
    <w:qFormat/>
    <w:rsid w:val="00D66784"/>
    <w:rPr>
      <w:b/>
      <w:bCs/>
    </w:rPr>
  </w:style>
  <w:style w:type="paragraph" w:styleId="Normaalweb">
    <w:name w:val="Normal (Web)"/>
    <w:basedOn w:val="Standaard"/>
    <w:uiPriority w:val="99"/>
    <w:semiHidden/>
    <w:unhideWhenUsed/>
    <w:rsid w:val="00C47CF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verborgentekst">
    <w:name w:val="verborgen tekst"/>
    <w:basedOn w:val="Standaard"/>
    <w:qFormat/>
    <w:rsid w:val="00AE0229"/>
    <w:rPr>
      <w:i/>
      <w:vanish/>
      <w:color w:val="808080" w:themeColor="background1" w:themeShade="80"/>
    </w:rPr>
  </w:style>
  <w:style w:type="paragraph" w:styleId="Voetnoottekst">
    <w:name w:val="footnote text"/>
    <w:basedOn w:val="Standaard"/>
    <w:link w:val="VoetnoottekstChar"/>
    <w:uiPriority w:val="99"/>
    <w:semiHidden/>
    <w:unhideWhenUsed/>
    <w:rsid w:val="006871D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871DD"/>
    <w:rPr>
      <w:sz w:val="20"/>
      <w:szCs w:val="20"/>
    </w:rPr>
  </w:style>
  <w:style w:type="character" w:styleId="Voetnootmarkering">
    <w:name w:val="footnote reference"/>
    <w:basedOn w:val="Standaardalinea-lettertype"/>
    <w:uiPriority w:val="99"/>
    <w:semiHidden/>
    <w:unhideWhenUsed/>
    <w:rsid w:val="006871DD"/>
    <w:rPr>
      <w:vertAlign w:val="superscript"/>
    </w:rPr>
  </w:style>
  <w:style w:type="character" w:styleId="Nadruk">
    <w:name w:val="Emphasis"/>
    <w:basedOn w:val="Standaardalinea-lettertype"/>
    <w:uiPriority w:val="20"/>
    <w:qFormat/>
    <w:rsid w:val="00A27103"/>
    <w:rPr>
      <w:i/>
      <w:iCs/>
    </w:rPr>
  </w:style>
  <w:style w:type="character" w:styleId="Subtielebenadrukking">
    <w:name w:val="Subtle Emphasis"/>
    <w:basedOn w:val="Standaardalinea-lettertype"/>
    <w:uiPriority w:val="19"/>
    <w:qFormat/>
    <w:rsid w:val="00A27103"/>
    <w:rPr>
      <w:i/>
      <w:iCs/>
      <w:color w:val="404040" w:themeColor="text1" w:themeTint="BF"/>
    </w:rPr>
  </w:style>
  <w:style w:type="paragraph" w:styleId="Geenafstand">
    <w:name w:val="No Spacing"/>
    <w:uiPriority w:val="1"/>
    <w:qFormat/>
    <w:rsid w:val="00916608"/>
    <w:pPr>
      <w:spacing w:after="0" w:line="240" w:lineRule="auto"/>
    </w:pPr>
  </w:style>
  <w:style w:type="character" w:styleId="Tekstvantijdelijkeaanduiding">
    <w:name w:val="Placeholder Text"/>
    <w:basedOn w:val="Standaardalinea-lettertype"/>
    <w:uiPriority w:val="99"/>
    <w:semiHidden/>
    <w:rsid w:val="001769B6"/>
    <w:rPr>
      <w:color w:val="666666"/>
    </w:rPr>
  </w:style>
  <w:style w:type="character" w:customStyle="1" w:styleId="Stijl1">
    <w:name w:val="Stijl1"/>
    <w:basedOn w:val="Standaardalinea-lettertype"/>
    <w:uiPriority w:val="1"/>
    <w:rsid w:val="00B63FC3"/>
    <w:rPr>
      <w:color w:val="FF0000"/>
    </w:rPr>
  </w:style>
  <w:style w:type="character" w:styleId="Verwijzingopmerking">
    <w:name w:val="annotation reference"/>
    <w:basedOn w:val="Standaardalinea-lettertype"/>
    <w:uiPriority w:val="99"/>
    <w:semiHidden/>
    <w:unhideWhenUsed/>
    <w:rsid w:val="00866595"/>
    <w:rPr>
      <w:sz w:val="16"/>
      <w:szCs w:val="16"/>
    </w:rPr>
  </w:style>
  <w:style w:type="paragraph" w:styleId="Tekstopmerking">
    <w:name w:val="annotation text"/>
    <w:basedOn w:val="Standaard"/>
    <w:link w:val="TekstopmerkingChar"/>
    <w:uiPriority w:val="99"/>
    <w:semiHidden/>
    <w:unhideWhenUsed/>
    <w:rsid w:val="0086659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66595"/>
    <w:rPr>
      <w:sz w:val="20"/>
      <w:szCs w:val="20"/>
    </w:rPr>
  </w:style>
  <w:style w:type="paragraph" w:styleId="Onderwerpvanopmerking">
    <w:name w:val="annotation subject"/>
    <w:basedOn w:val="Tekstopmerking"/>
    <w:next w:val="Tekstopmerking"/>
    <w:link w:val="OnderwerpvanopmerkingChar"/>
    <w:uiPriority w:val="99"/>
    <w:semiHidden/>
    <w:unhideWhenUsed/>
    <w:rsid w:val="00866595"/>
    <w:rPr>
      <w:b/>
      <w:bCs/>
    </w:rPr>
  </w:style>
  <w:style w:type="character" w:customStyle="1" w:styleId="OnderwerpvanopmerkingChar">
    <w:name w:val="Onderwerp van opmerking Char"/>
    <w:basedOn w:val="TekstopmerkingChar"/>
    <w:link w:val="Onderwerpvanopmerking"/>
    <w:uiPriority w:val="99"/>
    <w:semiHidden/>
    <w:rsid w:val="00866595"/>
    <w:rPr>
      <w:b/>
      <w:bCs/>
      <w:sz w:val="20"/>
      <w:szCs w:val="20"/>
    </w:rPr>
  </w:style>
  <w:style w:type="character" w:styleId="GevolgdeHyperlink">
    <w:name w:val="FollowedHyperlink"/>
    <w:basedOn w:val="Standaardalinea-lettertype"/>
    <w:uiPriority w:val="99"/>
    <w:semiHidden/>
    <w:unhideWhenUsed/>
    <w:rsid w:val="00FA2D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6925">
      <w:bodyDiv w:val="1"/>
      <w:marLeft w:val="0"/>
      <w:marRight w:val="0"/>
      <w:marTop w:val="0"/>
      <w:marBottom w:val="0"/>
      <w:divBdr>
        <w:top w:val="none" w:sz="0" w:space="0" w:color="auto"/>
        <w:left w:val="none" w:sz="0" w:space="0" w:color="auto"/>
        <w:bottom w:val="none" w:sz="0" w:space="0" w:color="auto"/>
        <w:right w:val="none" w:sz="0" w:space="0" w:color="auto"/>
      </w:divBdr>
    </w:div>
    <w:div w:id="203711774">
      <w:bodyDiv w:val="1"/>
      <w:marLeft w:val="0"/>
      <w:marRight w:val="0"/>
      <w:marTop w:val="0"/>
      <w:marBottom w:val="0"/>
      <w:divBdr>
        <w:top w:val="none" w:sz="0" w:space="0" w:color="auto"/>
        <w:left w:val="none" w:sz="0" w:space="0" w:color="auto"/>
        <w:bottom w:val="none" w:sz="0" w:space="0" w:color="auto"/>
        <w:right w:val="none" w:sz="0" w:space="0" w:color="auto"/>
      </w:divBdr>
      <w:divsChild>
        <w:div w:id="101462603">
          <w:blockQuote w:val="1"/>
          <w:marLeft w:val="0"/>
          <w:marRight w:val="0"/>
          <w:marTop w:val="0"/>
          <w:marBottom w:val="0"/>
          <w:divBdr>
            <w:top w:val="none" w:sz="0" w:space="0" w:color="auto"/>
            <w:left w:val="none" w:sz="0" w:space="0" w:color="auto"/>
            <w:bottom w:val="none" w:sz="0" w:space="0" w:color="auto"/>
            <w:right w:val="none" w:sz="0" w:space="0" w:color="auto"/>
          </w:divBdr>
        </w:div>
        <w:div w:id="34038365">
          <w:blockQuote w:val="1"/>
          <w:marLeft w:val="0"/>
          <w:marRight w:val="0"/>
          <w:marTop w:val="0"/>
          <w:marBottom w:val="0"/>
          <w:divBdr>
            <w:top w:val="none" w:sz="0" w:space="0" w:color="auto"/>
            <w:left w:val="none" w:sz="0" w:space="0" w:color="auto"/>
            <w:bottom w:val="none" w:sz="0" w:space="0" w:color="auto"/>
            <w:right w:val="none" w:sz="0" w:space="0" w:color="auto"/>
          </w:divBdr>
        </w:div>
        <w:div w:id="734278241">
          <w:blockQuote w:val="1"/>
          <w:marLeft w:val="0"/>
          <w:marRight w:val="0"/>
          <w:marTop w:val="0"/>
          <w:marBottom w:val="0"/>
          <w:divBdr>
            <w:top w:val="none" w:sz="0" w:space="0" w:color="auto"/>
            <w:left w:val="none" w:sz="0" w:space="0" w:color="auto"/>
            <w:bottom w:val="none" w:sz="0" w:space="0" w:color="auto"/>
            <w:right w:val="none" w:sz="0" w:space="0" w:color="auto"/>
          </w:divBdr>
        </w:div>
        <w:div w:id="1414206844">
          <w:blockQuote w:val="1"/>
          <w:marLeft w:val="0"/>
          <w:marRight w:val="0"/>
          <w:marTop w:val="0"/>
          <w:marBottom w:val="0"/>
          <w:divBdr>
            <w:top w:val="none" w:sz="0" w:space="0" w:color="auto"/>
            <w:left w:val="none" w:sz="0" w:space="0" w:color="auto"/>
            <w:bottom w:val="none" w:sz="0" w:space="0" w:color="auto"/>
            <w:right w:val="none" w:sz="0" w:space="0" w:color="auto"/>
          </w:divBdr>
        </w:div>
        <w:div w:id="1278751416">
          <w:blockQuote w:val="1"/>
          <w:marLeft w:val="0"/>
          <w:marRight w:val="0"/>
          <w:marTop w:val="0"/>
          <w:marBottom w:val="0"/>
          <w:divBdr>
            <w:top w:val="none" w:sz="0" w:space="0" w:color="auto"/>
            <w:left w:val="none" w:sz="0" w:space="0" w:color="auto"/>
            <w:bottom w:val="none" w:sz="0" w:space="0" w:color="auto"/>
            <w:right w:val="none" w:sz="0" w:space="0" w:color="auto"/>
          </w:divBdr>
        </w:div>
        <w:div w:id="935868390">
          <w:blockQuote w:val="1"/>
          <w:marLeft w:val="0"/>
          <w:marRight w:val="0"/>
          <w:marTop w:val="0"/>
          <w:marBottom w:val="0"/>
          <w:divBdr>
            <w:top w:val="none" w:sz="0" w:space="0" w:color="auto"/>
            <w:left w:val="none" w:sz="0" w:space="0" w:color="auto"/>
            <w:bottom w:val="none" w:sz="0" w:space="0" w:color="auto"/>
            <w:right w:val="none" w:sz="0" w:space="0" w:color="auto"/>
          </w:divBdr>
        </w:div>
        <w:div w:id="447702144">
          <w:blockQuote w:val="1"/>
          <w:marLeft w:val="0"/>
          <w:marRight w:val="0"/>
          <w:marTop w:val="0"/>
          <w:marBottom w:val="0"/>
          <w:divBdr>
            <w:top w:val="none" w:sz="0" w:space="0" w:color="auto"/>
            <w:left w:val="none" w:sz="0" w:space="0" w:color="auto"/>
            <w:bottom w:val="none" w:sz="0" w:space="0" w:color="auto"/>
            <w:right w:val="none" w:sz="0" w:space="0" w:color="auto"/>
          </w:divBdr>
        </w:div>
        <w:div w:id="583538568">
          <w:blockQuote w:val="1"/>
          <w:marLeft w:val="0"/>
          <w:marRight w:val="0"/>
          <w:marTop w:val="0"/>
          <w:marBottom w:val="0"/>
          <w:divBdr>
            <w:top w:val="none" w:sz="0" w:space="0" w:color="auto"/>
            <w:left w:val="none" w:sz="0" w:space="0" w:color="auto"/>
            <w:bottom w:val="none" w:sz="0" w:space="0" w:color="auto"/>
            <w:right w:val="none" w:sz="0" w:space="0" w:color="auto"/>
          </w:divBdr>
        </w:div>
        <w:div w:id="1385761587">
          <w:blockQuote w:val="1"/>
          <w:marLeft w:val="0"/>
          <w:marRight w:val="0"/>
          <w:marTop w:val="0"/>
          <w:marBottom w:val="0"/>
          <w:divBdr>
            <w:top w:val="none" w:sz="0" w:space="0" w:color="auto"/>
            <w:left w:val="none" w:sz="0" w:space="0" w:color="auto"/>
            <w:bottom w:val="none" w:sz="0" w:space="0" w:color="auto"/>
            <w:right w:val="none" w:sz="0" w:space="0" w:color="auto"/>
          </w:divBdr>
        </w:div>
        <w:div w:id="538974387">
          <w:blockQuote w:val="1"/>
          <w:marLeft w:val="0"/>
          <w:marRight w:val="0"/>
          <w:marTop w:val="0"/>
          <w:marBottom w:val="0"/>
          <w:divBdr>
            <w:top w:val="none" w:sz="0" w:space="0" w:color="auto"/>
            <w:left w:val="none" w:sz="0" w:space="0" w:color="auto"/>
            <w:bottom w:val="none" w:sz="0" w:space="0" w:color="auto"/>
            <w:right w:val="none" w:sz="0" w:space="0" w:color="auto"/>
          </w:divBdr>
        </w:div>
        <w:div w:id="3015045">
          <w:blockQuote w:val="1"/>
          <w:marLeft w:val="0"/>
          <w:marRight w:val="0"/>
          <w:marTop w:val="0"/>
          <w:marBottom w:val="0"/>
          <w:divBdr>
            <w:top w:val="none" w:sz="0" w:space="0" w:color="auto"/>
            <w:left w:val="none" w:sz="0" w:space="0" w:color="auto"/>
            <w:bottom w:val="none" w:sz="0" w:space="0" w:color="auto"/>
            <w:right w:val="none" w:sz="0" w:space="0" w:color="auto"/>
          </w:divBdr>
        </w:div>
        <w:div w:id="1711610611">
          <w:blockQuote w:val="1"/>
          <w:marLeft w:val="0"/>
          <w:marRight w:val="0"/>
          <w:marTop w:val="0"/>
          <w:marBottom w:val="0"/>
          <w:divBdr>
            <w:top w:val="none" w:sz="0" w:space="0" w:color="auto"/>
            <w:left w:val="none" w:sz="0" w:space="0" w:color="auto"/>
            <w:bottom w:val="none" w:sz="0" w:space="0" w:color="auto"/>
            <w:right w:val="none" w:sz="0" w:space="0" w:color="auto"/>
          </w:divBdr>
        </w:div>
        <w:div w:id="1729302772">
          <w:blockQuote w:val="1"/>
          <w:marLeft w:val="0"/>
          <w:marRight w:val="0"/>
          <w:marTop w:val="0"/>
          <w:marBottom w:val="0"/>
          <w:divBdr>
            <w:top w:val="none" w:sz="0" w:space="0" w:color="auto"/>
            <w:left w:val="none" w:sz="0" w:space="0" w:color="auto"/>
            <w:bottom w:val="none" w:sz="0" w:space="0" w:color="auto"/>
            <w:right w:val="none" w:sz="0" w:space="0" w:color="auto"/>
          </w:divBdr>
        </w:div>
        <w:div w:id="1258446530">
          <w:blockQuote w:val="1"/>
          <w:marLeft w:val="0"/>
          <w:marRight w:val="0"/>
          <w:marTop w:val="0"/>
          <w:marBottom w:val="0"/>
          <w:divBdr>
            <w:top w:val="none" w:sz="0" w:space="0" w:color="auto"/>
            <w:left w:val="none" w:sz="0" w:space="0" w:color="auto"/>
            <w:bottom w:val="none" w:sz="0" w:space="0" w:color="auto"/>
            <w:right w:val="none" w:sz="0" w:space="0" w:color="auto"/>
          </w:divBdr>
        </w:div>
        <w:div w:id="73157992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399982505">
      <w:bodyDiv w:val="1"/>
      <w:marLeft w:val="0"/>
      <w:marRight w:val="0"/>
      <w:marTop w:val="0"/>
      <w:marBottom w:val="0"/>
      <w:divBdr>
        <w:top w:val="none" w:sz="0" w:space="0" w:color="auto"/>
        <w:left w:val="none" w:sz="0" w:space="0" w:color="auto"/>
        <w:bottom w:val="none" w:sz="0" w:space="0" w:color="auto"/>
        <w:right w:val="none" w:sz="0" w:space="0" w:color="auto"/>
      </w:divBdr>
      <w:divsChild>
        <w:div w:id="829061298">
          <w:marLeft w:val="0"/>
          <w:marRight w:val="0"/>
          <w:marTop w:val="0"/>
          <w:marBottom w:val="0"/>
          <w:divBdr>
            <w:top w:val="none" w:sz="0" w:space="0" w:color="auto"/>
            <w:left w:val="none" w:sz="0" w:space="0" w:color="auto"/>
            <w:bottom w:val="none" w:sz="0" w:space="0" w:color="auto"/>
            <w:right w:val="none" w:sz="0" w:space="0" w:color="auto"/>
          </w:divBdr>
          <w:divsChild>
            <w:div w:id="451097877">
              <w:marLeft w:val="0"/>
              <w:marRight w:val="0"/>
              <w:marTop w:val="0"/>
              <w:marBottom w:val="0"/>
              <w:divBdr>
                <w:top w:val="none" w:sz="0" w:space="0" w:color="auto"/>
                <w:left w:val="none" w:sz="0" w:space="0" w:color="auto"/>
                <w:bottom w:val="none" w:sz="0" w:space="0" w:color="auto"/>
                <w:right w:val="none" w:sz="0" w:space="0" w:color="auto"/>
              </w:divBdr>
            </w:div>
            <w:div w:id="36390853">
              <w:marLeft w:val="0"/>
              <w:marRight w:val="0"/>
              <w:marTop w:val="0"/>
              <w:marBottom w:val="0"/>
              <w:divBdr>
                <w:top w:val="none" w:sz="0" w:space="0" w:color="auto"/>
                <w:left w:val="none" w:sz="0" w:space="0" w:color="auto"/>
                <w:bottom w:val="none" w:sz="0" w:space="0" w:color="auto"/>
                <w:right w:val="none" w:sz="0" w:space="0" w:color="auto"/>
              </w:divBdr>
            </w:div>
            <w:div w:id="1524972149">
              <w:marLeft w:val="0"/>
              <w:marRight w:val="0"/>
              <w:marTop w:val="0"/>
              <w:marBottom w:val="0"/>
              <w:divBdr>
                <w:top w:val="none" w:sz="0" w:space="0" w:color="auto"/>
                <w:left w:val="none" w:sz="0" w:space="0" w:color="auto"/>
                <w:bottom w:val="none" w:sz="0" w:space="0" w:color="auto"/>
                <w:right w:val="none" w:sz="0" w:space="0" w:color="auto"/>
              </w:divBdr>
            </w:div>
            <w:div w:id="846554631">
              <w:marLeft w:val="0"/>
              <w:marRight w:val="0"/>
              <w:marTop w:val="0"/>
              <w:marBottom w:val="0"/>
              <w:divBdr>
                <w:top w:val="none" w:sz="0" w:space="0" w:color="auto"/>
                <w:left w:val="none" w:sz="0" w:space="0" w:color="auto"/>
                <w:bottom w:val="none" w:sz="0" w:space="0" w:color="auto"/>
                <w:right w:val="none" w:sz="0" w:space="0" w:color="auto"/>
              </w:divBdr>
            </w:div>
            <w:div w:id="1285960392">
              <w:marLeft w:val="0"/>
              <w:marRight w:val="0"/>
              <w:marTop w:val="0"/>
              <w:marBottom w:val="0"/>
              <w:divBdr>
                <w:top w:val="none" w:sz="0" w:space="0" w:color="auto"/>
                <w:left w:val="none" w:sz="0" w:space="0" w:color="auto"/>
                <w:bottom w:val="none" w:sz="0" w:space="0" w:color="auto"/>
                <w:right w:val="none" w:sz="0" w:space="0" w:color="auto"/>
              </w:divBdr>
            </w:div>
          </w:divsChild>
        </w:div>
        <w:div w:id="970138991">
          <w:marLeft w:val="0"/>
          <w:marRight w:val="0"/>
          <w:marTop w:val="0"/>
          <w:marBottom w:val="0"/>
          <w:divBdr>
            <w:top w:val="none" w:sz="0" w:space="0" w:color="auto"/>
            <w:left w:val="none" w:sz="0" w:space="0" w:color="auto"/>
            <w:bottom w:val="none" w:sz="0" w:space="0" w:color="auto"/>
            <w:right w:val="none" w:sz="0" w:space="0" w:color="auto"/>
          </w:divBdr>
          <w:divsChild>
            <w:div w:id="1682589244">
              <w:marLeft w:val="0"/>
              <w:marRight w:val="0"/>
              <w:marTop w:val="0"/>
              <w:marBottom w:val="0"/>
              <w:divBdr>
                <w:top w:val="none" w:sz="0" w:space="0" w:color="auto"/>
                <w:left w:val="none" w:sz="0" w:space="0" w:color="auto"/>
                <w:bottom w:val="none" w:sz="0" w:space="0" w:color="auto"/>
                <w:right w:val="none" w:sz="0" w:space="0" w:color="auto"/>
              </w:divBdr>
            </w:div>
            <w:div w:id="246840558">
              <w:marLeft w:val="0"/>
              <w:marRight w:val="0"/>
              <w:marTop w:val="0"/>
              <w:marBottom w:val="0"/>
              <w:divBdr>
                <w:top w:val="none" w:sz="0" w:space="0" w:color="auto"/>
                <w:left w:val="none" w:sz="0" w:space="0" w:color="auto"/>
                <w:bottom w:val="none" w:sz="0" w:space="0" w:color="auto"/>
                <w:right w:val="none" w:sz="0" w:space="0" w:color="auto"/>
              </w:divBdr>
            </w:div>
            <w:div w:id="13997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94965">
      <w:bodyDiv w:val="1"/>
      <w:marLeft w:val="0"/>
      <w:marRight w:val="0"/>
      <w:marTop w:val="0"/>
      <w:marBottom w:val="0"/>
      <w:divBdr>
        <w:top w:val="none" w:sz="0" w:space="0" w:color="auto"/>
        <w:left w:val="none" w:sz="0" w:space="0" w:color="auto"/>
        <w:bottom w:val="none" w:sz="0" w:space="0" w:color="auto"/>
        <w:right w:val="none" w:sz="0" w:space="0" w:color="auto"/>
      </w:divBdr>
      <w:divsChild>
        <w:div w:id="1247764396">
          <w:marLeft w:val="0"/>
          <w:marRight w:val="0"/>
          <w:marTop w:val="0"/>
          <w:marBottom w:val="0"/>
          <w:divBdr>
            <w:top w:val="none" w:sz="0" w:space="0" w:color="auto"/>
            <w:left w:val="none" w:sz="0" w:space="0" w:color="auto"/>
            <w:bottom w:val="none" w:sz="0" w:space="0" w:color="auto"/>
            <w:right w:val="none" w:sz="0" w:space="0" w:color="auto"/>
          </w:divBdr>
          <w:divsChild>
            <w:div w:id="747536362">
              <w:marLeft w:val="0"/>
              <w:marRight w:val="0"/>
              <w:marTop w:val="0"/>
              <w:marBottom w:val="0"/>
              <w:divBdr>
                <w:top w:val="none" w:sz="0" w:space="0" w:color="auto"/>
                <w:left w:val="none" w:sz="0" w:space="0" w:color="auto"/>
                <w:bottom w:val="none" w:sz="0" w:space="0" w:color="auto"/>
                <w:right w:val="none" w:sz="0" w:space="0" w:color="auto"/>
              </w:divBdr>
            </w:div>
            <w:div w:id="1465006305">
              <w:marLeft w:val="0"/>
              <w:marRight w:val="0"/>
              <w:marTop w:val="0"/>
              <w:marBottom w:val="0"/>
              <w:divBdr>
                <w:top w:val="none" w:sz="0" w:space="0" w:color="auto"/>
                <w:left w:val="none" w:sz="0" w:space="0" w:color="auto"/>
                <w:bottom w:val="none" w:sz="0" w:space="0" w:color="auto"/>
                <w:right w:val="none" w:sz="0" w:space="0" w:color="auto"/>
              </w:divBdr>
            </w:div>
            <w:div w:id="841507375">
              <w:marLeft w:val="0"/>
              <w:marRight w:val="0"/>
              <w:marTop w:val="0"/>
              <w:marBottom w:val="0"/>
              <w:divBdr>
                <w:top w:val="none" w:sz="0" w:space="0" w:color="auto"/>
                <w:left w:val="none" w:sz="0" w:space="0" w:color="auto"/>
                <w:bottom w:val="none" w:sz="0" w:space="0" w:color="auto"/>
                <w:right w:val="none" w:sz="0" w:space="0" w:color="auto"/>
              </w:divBdr>
            </w:div>
            <w:div w:id="1161969016">
              <w:marLeft w:val="0"/>
              <w:marRight w:val="0"/>
              <w:marTop w:val="0"/>
              <w:marBottom w:val="0"/>
              <w:divBdr>
                <w:top w:val="none" w:sz="0" w:space="0" w:color="auto"/>
                <w:left w:val="none" w:sz="0" w:space="0" w:color="auto"/>
                <w:bottom w:val="none" w:sz="0" w:space="0" w:color="auto"/>
                <w:right w:val="none" w:sz="0" w:space="0" w:color="auto"/>
              </w:divBdr>
            </w:div>
            <w:div w:id="736709362">
              <w:marLeft w:val="0"/>
              <w:marRight w:val="0"/>
              <w:marTop w:val="0"/>
              <w:marBottom w:val="0"/>
              <w:divBdr>
                <w:top w:val="none" w:sz="0" w:space="0" w:color="auto"/>
                <w:left w:val="none" w:sz="0" w:space="0" w:color="auto"/>
                <w:bottom w:val="none" w:sz="0" w:space="0" w:color="auto"/>
                <w:right w:val="none" w:sz="0" w:space="0" w:color="auto"/>
              </w:divBdr>
            </w:div>
          </w:divsChild>
        </w:div>
        <w:div w:id="1726441096">
          <w:marLeft w:val="0"/>
          <w:marRight w:val="0"/>
          <w:marTop w:val="0"/>
          <w:marBottom w:val="0"/>
          <w:divBdr>
            <w:top w:val="none" w:sz="0" w:space="0" w:color="auto"/>
            <w:left w:val="none" w:sz="0" w:space="0" w:color="auto"/>
            <w:bottom w:val="none" w:sz="0" w:space="0" w:color="auto"/>
            <w:right w:val="none" w:sz="0" w:space="0" w:color="auto"/>
          </w:divBdr>
          <w:divsChild>
            <w:div w:id="1735929484">
              <w:marLeft w:val="0"/>
              <w:marRight w:val="0"/>
              <w:marTop w:val="0"/>
              <w:marBottom w:val="0"/>
              <w:divBdr>
                <w:top w:val="none" w:sz="0" w:space="0" w:color="auto"/>
                <w:left w:val="none" w:sz="0" w:space="0" w:color="auto"/>
                <w:bottom w:val="none" w:sz="0" w:space="0" w:color="auto"/>
                <w:right w:val="none" w:sz="0" w:space="0" w:color="auto"/>
              </w:divBdr>
            </w:div>
            <w:div w:id="948665840">
              <w:marLeft w:val="0"/>
              <w:marRight w:val="0"/>
              <w:marTop w:val="0"/>
              <w:marBottom w:val="0"/>
              <w:divBdr>
                <w:top w:val="none" w:sz="0" w:space="0" w:color="auto"/>
                <w:left w:val="none" w:sz="0" w:space="0" w:color="auto"/>
                <w:bottom w:val="none" w:sz="0" w:space="0" w:color="auto"/>
                <w:right w:val="none" w:sz="0" w:space="0" w:color="auto"/>
              </w:divBdr>
            </w:div>
            <w:div w:id="25829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0756">
      <w:bodyDiv w:val="1"/>
      <w:marLeft w:val="0"/>
      <w:marRight w:val="0"/>
      <w:marTop w:val="0"/>
      <w:marBottom w:val="0"/>
      <w:divBdr>
        <w:top w:val="none" w:sz="0" w:space="0" w:color="auto"/>
        <w:left w:val="none" w:sz="0" w:space="0" w:color="auto"/>
        <w:bottom w:val="none" w:sz="0" w:space="0" w:color="auto"/>
        <w:right w:val="none" w:sz="0" w:space="0" w:color="auto"/>
      </w:divBdr>
    </w:div>
    <w:div w:id="489103465">
      <w:bodyDiv w:val="1"/>
      <w:marLeft w:val="0"/>
      <w:marRight w:val="0"/>
      <w:marTop w:val="0"/>
      <w:marBottom w:val="0"/>
      <w:divBdr>
        <w:top w:val="none" w:sz="0" w:space="0" w:color="auto"/>
        <w:left w:val="none" w:sz="0" w:space="0" w:color="auto"/>
        <w:bottom w:val="none" w:sz="0" w:space="0" w:color="auto"/>
        <w:right w:val="none" w:sz="0" w:space="0" w:color="auto"/>
      </w:divBdr>
    </w:div>
    <w:div w:id="1267270732">
      <w:bodyDiv w:val="1"/>
      <w:marLeft w:val="0"/>
      <w:marRight w:val="0"/>
      <w:marTop w:val="0"/>
      <w:marBottom w:val="0"/>
      <w:divBdr>
        <w:top w:val="none" w:sz="0" w:space="0" w:color="auto"/>
        <w:left w:val="none" w:sz="0" w:space="0" w:color="auto"/>
        <w:bottom w:val="none" w:sz="0" w:space="0" w:color="auto"/>
        <w:right w:val="none" w:sz="0" w:space="0" w:color="auto"/>
      </w:divBdr>
    </w:div>
    <w:div w:id="1696492493">
      <w:bodyDiv w:val="1"/>
      <w:marLeft w:val="0"/>
      <w:marRight w:val="0"/>
      <w:marTop w:val="0"/>
      <w:marBottom w:val="0"/>
      <w:divBdr>
        <w:top w:val="none" w:sz="0" w:space="0" w:color="auto"/>
        <w:left w:val="none" w:sz="0" w:space="0" w:color="auto"/>
        <w:bottom w:val="none" w:sz="0" w:space="0" w:color="auto"/>
        <w:right w:val="none" w:sz="0" w:space="0" w:color="auto"/>
      </w:divBdr>
    </w:div>
    <w:div w:id="193285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51AD0342F54266ABDE6AA9A5BF3DF0"/>
        <w:category>
          <w:name w:val="Algemeen"/>
          <w:gallery w:val="placeholder"/>
        </w:category>
        <w:types>
          <w:type w:val="bbPlcHdr"/>
        </w:types>
        <w:behaviors>
          <w:behavior w:val="content"/>
        </w:behaviors>
        <w:guid w:val="{2352B271-F4CB-4CCE-BCDA-C9DD0D62A4D9}"/>
      </w:docPartPr>
      <w:docPartBody>
        <w:p w:rsidR="008F283F" w:rsidRDefault="00D4408E">
          <w:r w:rsidRPr="00A54979">
            <w:rPr>
              <w:rStyle w:val="Tekstvantijdelijkeaanduiding"/>
            </w:rPr>
            <w:t>[Bedrijf]</w:t>
          </w:r>
        </w:p>
      </w:docPartBody>
    </w:docPart>
    <w:docPart>
      <w:docPartPr>
        <w:name w:val="8C9AF82DAACF491797C7760D9111735B"/>
        <w:category>
          <w:name w:val="Algemeen"/>
          <w:gallery w:val="placeholder"/>
        </w:category>
        <w:types>
          <w:type w:val="bbPlcHdr"/>
        </w:types>
        <w:behaviors>
          <w:behavior w:val="content"/>
        </w:behaviors>
        <w:guid w:val="{B9879CC4-7943-41D6-B12F-2A21FD93184B}"/>
      </w:docPartPr>
      <w:docPartBody>
        <w:p w:rsidR="008F283F" w:rsidRDefault="00D4408E">
          <w:r w:rsidRPr="00A54979">
            <w:rPr>
              <w:rStyle w:val="Tekstvantijdelijkeaanduiding"/>
            </w:rPr>
            <w:t>[Bedrijf]</w:t>
          </w:r>
        </w:p>
      </w:docPartBody>
    </w:docPart>
    <w:docPart>
      <w:docPartPr>
        <w:name w:val="6C29AA8B417F4BB0BDD0E2877CF58977"/>
        <w:category>
          <w:name w:val="Algemeen"/>
          <w:gallery w:val="placeholder"/>
        </w:category>
        <w:types>
          <w:type w:val="bbPlcHdr"/>
        </w:types>
        <w:behaviors>
          <w:behavior w:val="content"/>
        </w:behaviors>
        <w:guid w:val="{7179728E-DAA6-4AC2-A3DD-6004860967F3}"/>
      </w:docPartPr>
      <w:docPartBody>
        <w:p w:rsidR="008F283F" w:rsidRDefault="00D4408E">
          <w:r w:rsidRPr="00A54979">
            <w:rPr>
              <w:rStyle w:val="Tekstvantijdelijkeaanduiding"/>
            </w:rPr>
            <w:t>[Bedrijf]</w:t>
          </w:r>
        </w:p>
      </w:docPartBody>
    </w:docPart>
    <w:docPart>
      <w:docPartPr>
        <w:name w:val="FB81592658C34E1080439A5CE581BB67"/>
        <w:category>
          <w:name w:val="Algemeen"/>
          <w:gallery w:val="placeholder"/>
        </w:category>
        <w:types>
          <w:type w:val="bbPlcHdr"/>
        </w:types>
        <w:behaviors>
          <w:behavior w:val="content"/>
        </w:behaviors>
        <w:guid w:val="{4A54C676-F061-4A72-BB76-889D2250057B}"/>
      </w:docPartPr>
      <w:docPartBody>
        <w:p w:rsidR="008F283F" w:rsidRDefault="00D4408E">
          <w:r w:rsidRPr="00A54979">
            <w:rPr>
              <w:rStyle w:val="Tekstvantijdelijkeaanduiding"/>
            </w:rPr>
            <w:t>[Bedrijf]</w:t>
          </w:r>
        </w:p>
      </w:docPartBody>
    </w:docPart>
    <w:docPart>
      <w:docPartPr>
        <w:name w:val="14B0DBAE6E9C4E859443232748ABCE5A"/>
        <w:category>
          <w:name w:val="Algemeen"/>
          <w:gallery w:val="placeholder"/>
        </w:category>
        <w:types>
          <w:type w:val="bbPlcHdr"/>
        </w:types>
        <w:behaviors>
          <w:behavior w:val="content"/>
        </w:behaviors>
        <w:guid w:val="{D7F10C12-F319-47EE-914C-1F2BB57BA673}"/>
      </w:docPartPr>
      <w:docPartBody>
        <w:p w:rsidR="008F283F" w:rsidRDefault="00D4408E">
          <w:r w:rsidRPr="00A54979">
            <w:rPr>
              <w:rStyle w:val="Tekstvantijdelijkeaanduiding"/>
            </w:rPr>
            <w:t>[Bedrijf]</w:t>
          </w:r>
        </w:p>
      </w:docPartBody>
    </w:docPart>
    <w:docPart>
      <w:docPartPr>
        <w:name w:val="77BC65A721BD40558FCDD18FB81275D7"/>
        <w:category>
          <w:name w:val="Algemeen"/>
          <w:gallery w:val="placeholder"/>
        </w:category>
        <w:types>
          <w:type w:val="bbPlcHdr"/>
        </w:types>
        <w:behaviors>
          <w:behavior w:val="content"/>
        </w:behaviors>
        <w:guid w:val="{34125916-CE1A-4EF1-BB1C-44EFE92DCD6E}"/>
      </w:docPartPr>
      <w:docPartBody>
        <w:p w:rsidR="008F283F" w:rsidRDefault="00D4408E">
          <w:r w:rsidRPr="00A54979">
            <w:rPr>
              <w:rStyle w:val="Tekstvantijdelijkeaanduiding"/>
            </w:rPr>
            <w:t>[Bedrijf]</w:t>
          </w:r>
        </w:p>
      </w:docPartBody>
    </w:docPart>
    <w:docPart>
      <w:docPartPr>
        <w:name w:val="8269EF6733BC4B35ADF58BD68CC73EE8"/>
        <w:category>
          <w:name w:val="Algemeen"/>
          <w:gallery w:val="placeholder"/>
        </w:category>
        <w:types>
          <w:type w:val="bbPlcHdr"/>
        </w:types>
        <w:behaviors>
          <w:behavior w:val="content"/>
        </w:behaviors>
        <w:guid w:val="{E182D323-93BF-4BE0-BC05-219003C0934D}"/>
      </w:docPartPr>
      <w:docPartBody>
        <w:p w:rsidR="008F283F" w:rsidRDefault="00D4408E">
          <w:r w:rsidRPr="00A54979">
            <w:rPr>
              <w:rStyle w:val="Tekstvantijdelijkeaanduiding"/>
            </w:rPr>
            <w:t>[Bedrijf]</w:t>
          </w:r>
        </w:p>
      </w:docPartBody>
    </w:docPart>
    <w:docPart>
      <w:docPartPr>
        <w:name w:val="338F2BD314F44146A8EA7C90DFD6EED4"/>
        <w:category>
          <w:name w:val="Algemeen"/>
          <w:gallery w:val="placeholder"/>
        </w:category>
        <w:types>
          <w:type w:val="bbPlcHdr"/>
        </w:types>
        <w:behaviors>
          <w:behavior w:val="content"/>
        </w:behaviors>
        <w:guid w:val="{0D3D2F1A-4CD8-45A9-AEF6-7C49F23A8FDB}"/>
      </w:docPartPr>
      <w:docPartBody>
        <w:p w:rsidR="008F283F" w:rsidRDefault="00D4408E">
          <w:r w:rsidRPr="00A54979">
            <w:rPr>
              <w:rStyle w:val="Tekstvantijdelijkeaanduiding"/>
            </w:rPr>
            <w:t>[Bedrijf]</w:t>
          </w:r>
        </w:p>
      </w:docPartBody>
    </w:docPart>
    <w:docPart>
      <w:docPartPr>
        <w:name w:val="4D8388BD52DF4F9B9CC22BFABBA3901F"/>
        <w:category>
          <w:name w:val="Algemeen"/>
          <w:gallery w:val="placeholder"/>
        </w:category>
        <w:types>
          <w:type w:val="bbPlcHdr"/>
        </w:types>
        <w:behaviors>
          <w:behavior w:val="content"/>
        </w:behaviors>
        <w:guid w:val="{47F887C5-21EE-4A62-AF70-0D55FE775791}"/>
      </w:docPartPr>
      <w:docPartBody>
        <w:p w:rsidR="008F283F" w:rsidRDefault="00D4408E">
          <w:r w:rsidRPr="00A54979">
            <w:rPr>
              <w:rStyle w:val="Tekstvantijdelijkeaanduiding"/>
            </w:rPr>
            <w:t>[Bedrijf]</w:t>
          </w:r>
        </w:p>
      </w:docPartBody>
    </w:docPart>
    <w:docPart>
      <w:docPartPr>
        <w:name w:val="CBD287115676478EB18E8EBD87C6A788"/>
        <w:category>
          <w:name w:val="Algemeen"/>
          <w:gallery w:val="placeholder"/>
        </w:category>
        <w:types>
          <w:type w:val="bbPlcHdr"/>
        </w:types>
        <w:behaviors>
          <w:behavior w:val="content"/>
        </w:behaviors>
        <w:guid w:val="{8843EA1B-AA12-41D1-8540-AB8B10FD1955}"/>
      </w:docPartPr>
      <w:docPartBody>
        <w:p w:rsidR="008F283F" w:rsidRDefault="00D4408E">
          <w:r w:rsidRPr="00A54979">
            <w:rPr>
              <w:rStyle w:val="Tekstvantijdelijkeaanduiding"/>
            </w:rPr>
            <w:t>[Bedrijf]</w:t>
          </w:r>
        </w:p>
      </w:docPartBody>
    </w:docPart>
    <w:docPart>
      <w:docPartPr>
        <w:name w:val="8D47F15BDB1F4E60B09180C650821C56"/>
        <w:category>
          <w:name w:val="Algemeen"/>
          <w:gallery w:val="placeholder"/>
        </w:category>
        <w:types>
          <w:type w:val="bbPlcHdr"/>
        </w:types>
        <w:behaviors>
          <w:behavior w:val="content"/>
        </w:behaviors>
        <w:guid w:val="{1CF8F605-E995-468F-AD99-005D17547475}"/>
      </w:docPartPr>
      <w:docPartBody>
        <w:p w:rsidR="008F283F" w:rsidRDefault="00D4408E">
          <w:r w:rsidRPr="00A54979">
            <w:rPr>
              <w:rStyle w:val="Tekstvantijdelijkeaanduiding"/>
            </w:rPr>
            <w:t>[Bedrijf]</w:t>
          </w:r>
        </w:p>
      </w:docPartBody>
    </w:docPart>
    <w:docPart>
      <w:docPartPr>
        <w:name w:val="FDDFB61B4BF34C04BEF920D13656C911"/>
        <w:category>
          <w:name w:val="Algemeen"/>
          <w:gallery w:val="placeholder"/>
        </w:category>
        <w:types>
          <w:type w:val="bbPlcHdr"/>
        </w:types>
        <w:behaviors>
          <w:behavior w:val="content"/>
        </w:behaviors>
        <w:guid w:val="{489E587A-1C36-4698-BC50-CA0B9374C4C8}"/>
      </w:docPartPr>
      <w:docPartBody>
        <w:p w:rsidR="008F283F" w:rsidRDefault="00D4408E">
          <w:r w:rsidRPr="00A54979">
            <w:rPr>
              <w:rStyle w:val="Tekstvantijdelijkeaanduiding"/>
            </w:rPr>
            <w:t>[Bedrijf]</w:t>
          </w:r>
        </w:p>
      </w:docPartBody>
    </w:docPart>
    <w:docPart>
      <w:docPartPr>
        <w:name w:val="008C0792ACC7491B98B85ED39EDAB2BC"/>
        <w:category>
          <w:name w:val="Algemeen"/>
          <w:gallery w:val="placeholder"/>
        </w:category>
        <w:types>
          <w:type w:val="bbPlcHdr"/>
        </w:types>
        <w:behaviors>
          <w:behavior w:val="content"/>
        </w:behaviors>
        <w:guid w:val="{FF9FD4B6-2D08-41D6-AF81-F98D6BC90445}"/>
      </w:docPartPr>
      <w:docPartBody>
        <w:p w:rsidR="008F283F" w:rsidRDefault="00D4408E">
          <w:r w:rsidRPr="00A54979">
            <w:rPr>
              <w:rStyle w:val="Tekstvantijdelijkeaanduiding"/>
            </w:rPr>
            <w:t>[Bedrijf]</w:t>
          </w:r>
        </w:p>
      </w:docPartBody>
    </w:docPart>
    <w:docPart>
      <w:docPartPr>
        <w:name w:val="30CC1A3058044D3A91A3AB59583CD2A0"/>
        <w:category>
          <w:name w:val="Algemeen"/>
          <w:gallery w:val="placeholder"/>
        </w:category>
        <w:types>
          <w:type w:val="bbPlcHdr"/>
        </w:types>
        <w:behaviors>
          <w:behavior w:val="content"/>
        </w:behaviors>
        <w:guid w:val="{4C10DBE7-998D-4C75-9ACE-49011B47C932}"/>
      </w:docPartPr>
      <w:docPartBody>
        <w:p w:rsidR="008F283F" w:rsidRDefault="00D4408E">
          <w:r w:rsidRPr="00A54979">
            <w:rPr>
              <w:rStyle w:val="Tekstvantijdelijkeaanduiding"/>
            </w:rPr>
            <w:t>[Bedrijf]</w:t>
          </w:r>
        </w:p>
      </w:docPartBody>
    </w:docPart>
    <w:docPart>
      <w:docPartPr>
        <w:name w:val="30BE12055D154A758382A52A3A07708F"/>
        <w:category>
          <w:name w:val="Algemeen"/>
          <w:gallery w:val="placeholder"/>
        </w:category>
        <w:types>
          <w:type w:val="bbPlcHdr"/>
        </w:types>
        <w:behaviors>
          <w:behavior w:val="content"/>
        </w:behaviors>
        <w:guid w:val="{AB81AC83-1217-4E24-BEFD-D98DD11FE23E}"/>
      </w:docPartPr>
      <w:docPartBody>
        <w:p w:rsidR="008F283F" w:rsidRDefault="00D4408E">
          <w:r w:rsidRPr="00A54979">
            <w:rPr>
              <w:rStyle w:val="Tekstvantijdelijkeaanduiding"/>
            </w:rPr>
            <w:t>[Bedrijf]</w:t>
          </w:r>
        </w:p>
      </w:docPartBody>
    </w:docPart>
    <w:docPart>
      <w:docPartPr>
        <w:name w:val="2F0B64B8CFE84295935868318816E2CD"/>
        <w:category>
          <w:name w:val="Algemeen"/>
          <w:gallery w:val="placeholder"/>
        </w:category>
        <w:types>
          <w:type w:val="bbPlcHdr"/>
        </w:types>
        <w:behaviors>
          <w:behavior w:val="content"/>
        </w:behaviors>
        <w:guid w:val="{51DD3C12-33C5-4D7F-8F71-BE2553545386}"/>
      </w:docPartPr>
      <w:docPartBody>
        <w:p w:rsidR="008F283F" w:rsidRDefault="00D4408E">
          <w:r w:rsidRPr="00A54979">
            <w:rPr>
              <w:rStyle w:val="Tekstvantijdelijkeaanduiding"/>
            </w:rPr>
            <w:t>[Bedrijf]</w:t>
          </w:r>
        </w:p>
      </w:docPartBody>
    </w:docPart>
    <w:docPart>
      <w:docPartPr>
        <w:name w:val="823A2C5B21664395AD827F32FEC6343A"/>
        <w:category>
          <w:name w:val="Algemeen"/>
          <w:gallery w:val="placeholder"/>
        </w:category>
        <w:types>
          <w:type w:val="bbPlcHdr"/>
        </w:types>
        <w:behaviors>
          <w:behavior w:val="content"/>
        </w:behaviors>
        <w:guid w:val="{7A0009BC-2C8E-40B3-9E5C-03A00D6E2C43}"/>
      </w:docPartPr>
      <w:docPartBody>
        <w:p w:rsidR="008F283F" w:rsidRDefault="00D4408E">
          <w:r w:rsidRPr="00A54979">
            <w:rPr>
              <w:rStyle w:val="Tekstvantijdelijkeaanduiding"/>
            </w:rPr>
            <w:t>[Bedrijf]</w:t>
          </w:r>
        </w:p>
      </w:docPartBody>
    </w:docPart>
    <w:docPart>
      <w:docPartPr>
        <w:name w:val="9E2C89D4A1A6418C9D510952BA31A82F"/>
        <w:category>
          <w:name w:val="Algemeen"/>
          <w:gallery w:val="placeholder"/>
        </w:category>
        <w:types>
          <w:type w:val="bbPlcHdr"/>
        </w:types>
        <w:behaviors>
          <w:behavior w:val="content"/>
        </w:behaviors>
        <w:guid w:val="{4A9D2C16-0D0B-46B5-AB37-549EBAF454DA}"/>
      </w:docPartPr>
      <w:docPartBody>
        <w:p w:rsidR="008F283F" w:rsidRDefault="00D4408E">
          <w:r w:rsidRPr="00A54979">
            <w:rPr>
              <w:rStyle w:val="Tekstvantijdelijkeaanduiding"/>
            </w:rPr>
            <w:t>[Bedrijf]</w:t>
          </w:r>
        </w:p>
      </w:docPartBody>
    </w:docPart>
    <w:docPart>
      <w:docPartPr>
        <w:name w:val="6A082D20070E481AAAE0EC6D9B530DDB"/>
        <w:category>
          <w:name w:val="Algemeen"/>
          <w:gallery w:val="placeholder"/>
        </w:category>
        <w:types>
          <w:type w:val="bbPlcHdr"/>
        </w:types>
        <w:behaviors>
          <w:behavior w:val="content"/>
        </w:behaviors>
        <w:guid w:val="{6DB9E62A-0947-4543-B196-71F062B56920}"/>
      </w:docPartPr>
      <w:docPartBody>
        <w:p w:rsidR="008F283F" w:rsidRDefault="00D4408E">
          <w:r w:rsidRPr="00A54979">
            <w:rPr>
              <w:rStyle w:val="Tekstvantijdelijkeaanduiding"/>
            </w:rPr>
            <w:t>[Bedrijf]</w:t>
          </w:r>
        </w:p>
      </w:docPartBody>
    </w:docPart>
    <w:docPart>
      <w:docPartPr>
        <w:name w:val="F1C531ACFE2C47F8B1B6C1B1A199CD93"/>
        <w:category>
          <w:name w:val="Algemeen"/>
          <w:gallery w:val="placeholder"/>
        </w:category>
        <w:types>
          <w:type w:val="bbPlcHdr"/>
        </w:types>
        <w:behaviors>
          <w:behavior w:val="content"/>
        </w:behaviors>
        <w:guid w:val="{182DDEE3-A884-4118-BAC6-B73D18893A6D}"/>
      </w:docPartPr>
      <w:docPartBody>
        <w:p w:rsidR="008F283F" w:rsidRDefault="00D4408E">
          <w:r w:rsidRPr="00A54979">
            <w:rPr>
              <w:rStyle w:val="Tekstvantijdelijkeaanduiding"/>
            </w:rPr>
            <w:t>[Bedrijf]</w:t>
          </w:r>
        </w:p>
      </w:docPartBody>
    </w:docPart>
    <w:docPart>
      <w:docPartPr>
        <w:name w:val="50EA107E15D7492A86FB9D61DF11D78F"/>
        <w:category>
          <w:name w:val="Algemeen"/>
          <w:gallery w:val="placeholder"/>
        </w:category>
        <w:types>
          <w:type w:val="bbPlcHdr"/>
        </w:types>
        <w:behaviors>
          <w:behavior w:val="content"/>
        </w:behaviors>
        <w:guid w:val="{20998D1C-9650-47D4-B2BA-E0F8BCEC95C5}"/>
      </w:docPartPr>
      <w:docPartBody>
        <w:p w:rsidR="008F283F" w:rsidRDefault="00D4408E">
          <w:r w:rsidRPr="00A54979">
            <w:rPr>
              <w:rStyle w:val="Tekstvantijdelijkeaanduiding"/>
            </w:rPr>
            <w:t>[Bedrijf]</w:t>
          </w:r>
        </w:p>
      </w:docPartBody>
    </w:docPart>
    <w:docPart>
      <w:docPartPr>
        <w:name w:val="E401FDD47BE64F5E831733D6B6AD95CA"/>
        <w:category>
          <w:name w:val="Algemeen"/>
          <w:gallery w:val="placeholder"/>
        </w:category>
        <w:types>
          <w:type w:val="bbPlcHdr"/>
        </w:types>
        <w:behaviors>
          <w:behavior w:val="content"/>
        </w:behaviors>
        <w:guid w:val="{F71E3B16-18B8-4846-8964-15B0213C158B}"/>
      </w:docPartPr>
      <w:docPartBody>
        <w:p w:rsidR="008F283F" w:rsidRDefault="00D4408E">
          <w:r w:rsidRPr="00A54979">
            <w:rPr>
              <w:rStyle w:val="Tekstvantijdelijkeaanduiding"/>
            </w:rPr>
            <w:t>[Bedrijf]</w:t>
          </w:r>
        </w:p>
      </w:docPartBody>
    </w:docPart>
    <w:docPart>
      <w:docPartPr>
        <w:name w:val="C80CD78741DE40E8913F910C1A6B43DC"/>
        <w:category>
          <w:name w:val="Algemeen"/>
          <w:gallery w:val="placeholder"/>
        </w:category>
        <w:types>
          <w:type w:val="bbPlcHdr"/>
        </w:types>
        <w:behaviors>
          <w:behavior w:val="content"/>
        </w:behaviors>
        <w:guid w:val="{B44D7E5F-8AE7-4CE8-BF41-63048A7AAA7E}"/>
      </w:docPartPr>
      <w:docPartBody>
        <w:p w:rsidR="008F283F" w:rsidRDefault="00D4408E">
          <w:r w:rsidRPr="00A54979">
            <w:rPr>
              <w:rStyle w:val="Tekstvantijdelijkeaanduiding"/>
            </w:rPr>
            <w:t>[Bedrijf]</w:t>
          </w:r>
        </w:p>
      </w:docPartBody>
    </w:docPart>
    <w:docPart>
      <w:docPartPr>
        <w:name w:val="08C0A4F0529641DD92533CEBFDBB8AA5"/>
        <w:category>
          <w:name w:val="Algemeen"/>
          <w:gallery w:val="placeholder"/>
        </w:category>
        <w:types>
          <w:type w:val="bbPlcHdr"/>
        </w:types>
        <w:behaviors>
          <w:behavior w:val="content"/>
        </w:behaviors>
        <w:guid w:val="{7FA9AD36-8308-4B68-A6AD-A34C4735F2DE}"/>
      </w:docPartPr>
      <w:docPartBody>
        <w:p w:rsidR="008F283F" w:rsidRDefault="00D4408E">
          <w:r w:rsidRPr="00A54979">
            <w:rPr>
              <w:rStyle w:val="Tekstvantijdelijkeaanduiding"/>
            </w:rPr>
            <w:t>[Bedrijf]</w:t>
          </w:r>
        </w:p>
      </w:docPartBody>
    </w:docPart>
    <w:docPart>
      <w:docPartPr>
        <w:name w:val="83C510980CD646DD8FC3968D7EE2821D"/>
        <w:category>
          <w:name w:val="Algemeen"/>
          <w:gallery w:val="placeholder"/>
        </w:category>
        <w:types>
          <w:type w:val="bbPlcHdr"/>
        </w:types>
        <w:behaviors>
          <w:behavior w:val="content"/>
        </w:behaviors>
        <w:guid w:val="{9A25EBC8-256E-4A16-B2B1-7D06CFAFC5F0}"/>
      </w:docPartPr>
      <w:docPartBody>
        <w:p w:rsidR="008F283F" w:rsidRDefault="00D4408E">
          <w:r w:rsidRPr="00A54979">
            <w:rPr>
              <w:rStyle w:val="Tekstvantijdelijkeaanduiding"/>
            </w:rPr>
            <w:t>[Bedrijf]</w:t>
          </w:r>
        </w:p>
      </w:docPartBody>
    </w:docPart>
    <w:docPart>
      <w:docPartPr>
        <w:name w:val="2D62B12F286D495CB634A5AC16B24774"/>
        <w:category>
          <w:name w:val="Algemeen"/>
          <w:gallery w:val="placeholder"/>
        </w:category>
        <w:types>
          <w:type w:val="bbPlcHdr"/>
        </w:types>
        <w:behaviors>
          <w:behavior w:val="content"/>
        </w:behaviors>
        <w:guid w:val="{95DF6644-C51B-4190-98AD-C222F39123B6}"/>
      </w:docPartPr>
      <w:docPartBody>
        <w:p w:rsidR="008F283F" w:rsidRDefault="00D4408E">
          <w:r w:rsidRPr="00A54979">
            <w:rPr>
              <w:rStyle w:val="Tekstvantijdelijkeaanduiding"/>
            </w:rPr>
            <w:t>[Bedrijf]</w:t>
          </w:r>
        </w:p>
      </w:docPartBody>
    </w:docPart>
    <w:docPart>
      <w:docPartPr>
        <w:name w:val="E72CA42E5F1148C7814C529AB4648E3F"/>
        <w:category>
          <w:name w:val="Algemeen"/>
          <w:gallery w:val="placeholder"/>
        </w:category>
        <w:types>
          <w:type w:val="bbPlcHdr"/>
        </w:types>
        <w:behaviors>
          <w:behavior w:val="content"/>
        </w:behaviors>
        <w:guid w:val="{3A548F7B-3D92-4D49-9B6C-79BB647B3FA6}"/>
      </w:docPartPr>
      <w:docPartBody>
        <w:p w:rsidR="008F283F" w:rsidRDefault="00D4408E">
          <w:r w:rsidRPr="00A54979">
            <w:rPr>
              <w:rStyle w:val="Tekstvantijdelijkeaanduiding"/>
            </w:rPr>
            <w:t>[Bedrijf]</w:t>
          </w:r>
        </w:p>
      </w:docPartBody>
    </w:docPart>
    <w:docPart>
      <w:docPartPr>
        <w:name w:val="0BA46A81616A44FC939F3D94D52B7F09"/>
        <w:category>
          <w:name w:val="Algemeen"/>
          <w:gallery w:val="placeholder"/>
        </w:category>
        <w:types>
          <w:type w:val="bbPlcHdr"/>
        </w:types>
        <w:behaviors>
          <w:behavior w:val="content"/>
        </w:behaviors>
        <w:guid w:val="{43A09748-C752-4B1E-965C-EAE3E2408E85}"/>
      </w:docPartPr>
      <w:docPartBody>
        <w:p w:rsidR="008F283F" w:rsidRDefault="00D4408E">
          <w:r w:rsidRPr="00A54979">
            <w:rPr>
              <w:rStyle w:val="Tekstvantijdelijkeaanduiding"/>
            </w:rPr>
            <w:t>[Bedrijf]</w:t>
          </w:r>
        </w:p>
      </w:docPartBody>
    </w:docPart>
    <w:docPart>
      <w:docPartPr>
        <w:name w:val="F246763AB24D42CF9B6042B73438F4DD"/>
        <w:category>
          <w:name w:val="Algemeen"/>
          <w:gallery w:val="placeholder"/>
        </w:category>
        <w:types>
          <w:type w:val="bbPlcHdr"/>
        </w:types>
        <w:behaviors>
          <w:behavior w:val="content"/>
        </w:behaviors>
        <w:guid w:val="{4FE169C7-9931-48DA-B0B5-3815CA3E2EE4}"/>
      </w:docPartPr>
      <w:docPartBody>
        <w:p w:rsidR="008F283F" w:rsidRDefault="008F283F">
          <w:r w:rsidRPr="00332D02">
            <w:rPr>
              <w:rStyle w:val="Tekstvantijdelijkeaanduiding"/>
            </w:rPr>
            <w:t>[Titel]</w:t>
          </w:r>
        </w:p>
      </w:docPartBody>
    </w:docPart>
    <w:docPart>
      <w:docPartPr>
        <w:name w:val="D1B6975C372E4C79A1F695F76C93E0C9"/>
        <w:category>
          <w:name w:val="Algemeen"/>
          <w:gallery w:val="placeholder"/>
        </w:category>
        <w:types>
          <w:type w:val="bbPlcHdr"/>
        </w:types>
        <w:behaviors>
          <w:behavior w:val="content"/>
        </w:behaviors>
        <w:guid w:val="{96BD6DFE-2D6F-4C39-94D5-D7C2AB45EEED}"/>
      </w:docPartPr>
      <w:docPartBody>
        <w:p w:rsidR="008F283F" w:rsidRDefault="008F283F">
          <w:r w:rsidRPr="00332D02">
            <w:rPr>
              <w:rStyle w:val="Tekstvantijdelijkeaanduiding"/>
            </w:rPr>
            <w:t>[Bedrijf]</w:t>
          </w:r>
        </w:p>
      </w:docPartBody>
    </w:docPart>
    <w:docPart>
      <w:docPartPr>
        <w:name w:val="C6B44F0A452B41F0ADDB7E29B9F5CC19"/>
        <w:category>
          <w:name w:val="Algemeen"/>
          <w:gallery w:val="placeholder"/>
        </w:category>
        <w:types>
          <w:type w:val="bbPlcHdr"/>
        </w:types>
        <w:behaviors>
          <w:behavior w:val="content"/>
        </w:behaviors>
        <w:guid w:val="{77C52C50-3DB6-49BD-B1DC-917B2D055415}"/>
      </w:docPartPr>
      <w:docPartBody>
        <w:p w:rsidR="008F283F" w:rsidRDefault="008F283F">
          <w:r w:rsidRPr="00332D02">
            <w:rPr>
              <w:rStyle w:val="Tekstvantijdelijkeaanduiding"/>
            </w:rPr>
            <w:t>[Titel]</w:t>
          </w:r>
        </w:p>
      </w:docPartBody>
    </w:docPart>
    <w:docPart>
      <w:docPartPr>
        <w:name w:val="D5D22D3826E443CE842507F6AA29C067"/>
        <w:category>
          <w:name w:val="Algemeen"/>
          <w:gallery w:val="placeholder"/>
        </w:category>
        <w:types>
          <w:type w:val="bbPlcHdr"/>
        </w:types>
        <w:behaviors>
          <w:behavior w:val="content"/>
        </w:behaviors>
        <w:guid w:val="{0EBB546E-315F-4212-B7D3-8469D5260CE6}"/>
      </w:docPartPr>
      <w:docPartBody>
        <w:p w:rsidR="008F283F" w:rsidRDefault="008F283F">
          <w:r w:rsidRPr="00332D02">
            <w:rPr>
              <w:rStyle w:val="Tekstvantijdelijkeaanduiding"/>
            </w:rPr>
            <w:t>[Bedrijf]</w:t>
          </w:r>
        </w:p>
      </w:docPartBody>
    </w:docPart>
    <w:docPart>
      <w:docPartPr>
        <w:name w:val="E9C6AA03B8FB438ABFFA53488D081363"/>
        <w:category>
          <w:name w:val="Algemeen"/>
          <w:gallery w:val="placeholder"/>
        </w:category>
        <w:types>
          <w:type w:val="bbPlcHdr"/>
        </w:types>
        <w:behaviors>
          <w:behavior w:val="content"/>
        </w:behaviors>
        <w:guid w:val="{BB3629C8-AC2A-4885-B63D-9998A72DAE48}"/>
      </w:docPartPr>
      <w:docPartBody>
        <w:p w:rsidR="008F283F" w:rsidRDefault="008F283F">
          <w:r w:rsidRPr="00332D02">
            <w:rPr>
              <w:rStyle w:val="Tekstvantijdelijkeaanduiding"/>
            </w:rPr>
            <w:t>[Bedrijf]</w:t>
          </w:r>
        </w:p>
      </w:docPartBody>
    </w:docPart>
    <w:docPart>
      <w:docPartPr>
        <w:name w:val="3A58DA19B0BC49479993E8F7D62813D4"/>
        <w:category>
          <w:name w:val="Algemeen"/>
          <w:gallery w:val="placeholder"/>
        </w:category>
        <w:types>
          <w:type w:val="bbPlcHdr"/>
        </w:types>
        <w:behaviors>
          <w:behavior w:val="content"/>
        </w:behaviors>
        <w:guid w:val="{6A519CE8-B50D-4317-8733-6B00B5ECA7E3}"/>
      </w:docPartPr>
      <w:docPartBody>
        <w:p w:rsidR="00347E2D" w:rsidRDefault="005D5D24">
          <w:r w:rsidRPr="00720583">
            <w:rPr>
              <w:rStyle w:val="Tekstvantijdelijkeaanduiding"/>
            </w:rPr>
            <w:t>[Bedrijf]</w:t>
          </w:r>
        </w:p>
      </w:docPartBody>
    </w:docPart>
    <w:docPart>
      <w:docPartPr>
        <w:name w:val="2EFC3207AC9B40AD94D7DF7044EB5094"/>
        <w:category>
          <w:name w:val="Algemeen"/>
          <w:gallery w:val="placeholder"/>
        </w:category>
        <w:types>
          <w:type w:val="bbPlcHdr"/>
        </w:types>
        <w:behaviors>
          <w:behavior w:val="content"/>
        </w:behaviors>
        <w:guid w:val="{098AC767-F04B-45BA-ABEA-47ACAB96B82D}"/>
      </w:docPartPr>
      <w:docPartBody>
        <w:p w:rsidR="00347E2D" w:rsidRDefault="005D5D24">
          <w:r w:rsidRPr="00720583">
            <w:rPr>
              <w:rStyle w:val="Tekstvantijdelijkeaanduiding"/>
            </w:rPr>
            <w:t>[Bedrijf]</w:t>
          </w:r>
        </w:p>
      </w:docPartBody>
    </w:docPart>
    <w:docPart>
      <w:docPartPr>
        <w:name w:val="0413198C625A40838BEF6379BE7FB020"/>
        <w:category>
          <w:name w:val="Algemeen"/>
          <w:gallery w:val="placeholder"/>
        </w:category>
        <w:types>
          <w:type w:val="bbPlcHdr"/>
        </w:types>
        <w:behaviors>
          <w:behavior w:val="content"/>
        </w:behaviors>
        <w:guid w:val="{090DD696-0BD6-405B-9AA1-DDDBEB0B0293}"/>
      </w:docPartPr>
      <w:docPartBody>
        <w:p w:rsidR="00347E2D" w:rsidRDefault="00347E2D">
          <w:r w:rsidRPr="00694204">
            <w:rPr>
              <w:rStyle w:val="Tekstvantijdelijkeaanduiding"/>
            </w:rPr>
            <w:t>[Bedrijf]</w:t>
          </w:r>
        </w:p>
      </w:docPartBody>
    </w:docPart>
    <w:docPart>
      <w:docPartPr>
        <w:name w:val="FFC949A026D84EBE8162CC91F9B3B5B1"/>
        <w:category>
          <w:name w:val="Algemeen"/>
          <w:gallery w:val="placeholder"/>
        </w:category>
        <w:types>
          <w:type w:val="bbPlcHdr"/>
        </w:types>
        <w:behaviors>
          <w:behavior w:val="content"/>
        </w:behaviors>
        <w:guid w:val="{89D14B15-1BEE-427D-B193-96BFF53DD49A}"/>
      </w:docPartPr>
      <w:docPartBody>
        <w:p w:rsidR="00915959" w:rsidRDefault="00752833">
          <w:r w:rsidRPr="008A2DB3">
            <w:rPr>
              <w:rStyle w:val="Tekstvantijdelijkeaanduiding"/>
            </w:rPr>
            <w:t>[Bedrijf]</w:t>
          </w:r>
        </w:p>
      </w:docPartBody>
    </w:docPart>
    <w:docPart>
      <w:docPartPr>
        <w:name w:val="28589C858EC54EA8A9854AD7A5C6E704"/>
        <w:category>
          <w:name w:val="Algemeen"/>
          <w:gallery w:val="placeholder"/>
        </w:category>
        <w:types>
          <w:type w:val="bbPlcHdr"/>
        </w:types>
        <w:behaviors>
          <w:behavior w:val="content"/>
        </w:behaviors>
        <w:guid w:val="{03CEC207-E912-4F93-BA80-08C15EC2FFF4}"/>
      </w:docPartPr>
      <w:docPartBody>
        <w:p w:rsidR="00915959" w:rsidRDefault="00752833">
          <w:r w:rsidRPr="008A2DB3">
            <w:rPr>
              <w:rStyle w:val="Tekstvantijdelijkeaanduiding"/>
            </w:rPr>
            <w:t>[Bedrijf]</w:t>
          </w:r>
        </w:p>
      </w:docPartBody>
    </w:docPart>
    <w:docPart>
      <w:docPartPr>
        <w:name w:val="14C137126FAA4DE1979E4D4066763802"/>
        <w:category>
          <w:name w:val="Algemeen"/>
          <w:gallery w:val="placeholder"/>
        </w:category>
        <w:types>
          <w:type w:val="bbPlcHdr"/>
        </w:types>
        <w:behaviors>
          <w:behavior w:val="content"/>
        </w:behaviors>
        <w:guid w:val="{2D2169BF-2A70-46CA-8945-58AAE5446BC9}"/>
      </w:docPartPr>
      <w:docPartBody>
        <w:p w:rsidR="003506C5" w:rsidRDefault="00195451" w:rsidP="00195451">
          <w:pPr>
            <w:pStyle w:val="14C137126FAA4DE1979E4D4066763802"/>
          </w:pPr>
          <w:r w:rsidRPr="00332D02">
            <w:rPr>
              <w:rStyle w:val="Tekstvantijdelijkeaanduiding"/>
            </w:rPr>
            <w:t>[Onderwerp]</w:t>
          </w:r>
        </w:p>
      </w:docPartBody>
    </w:docPart>
    <w:docPart>
      <w:docPartPr>
        <w:name w:val="2F602A05379D44019F17F0F7C1B4BC1F"/>
        <w:category>
          <w:name w:val="Algemeen"/>
          <w:gallery w:val="placeholder"/>
        </w:category>
        <w:types>
          <w:type w:val="bbPlcHdr"/>
        </w:types>
        <w:behaviors>
          <w:behavior w:val="content"/>
        </w:behaviors>
        <w:guid w:val="{F8275BEF-76A7-4CF0-A92B-65A24FE16CD9}"/>
      </w:docPartPr>
      <w:docPartBody>
        <w:p w:rsidR="003506C5" w:rsidRDefault="00195451" w:rsidP="00195451">
          <w:pPr>
            <w:pStyle w:val="2F602A05379D44019F17F0F7C1B4BC1F"/>
          </w:pPr>
          <w:r w:rsidRPr="00332D02">
            <w:rPr>
              <w:rStyle w:val="Tekstvantijdelijkeaanduiding"/>
            </w:rPr>
            <w:t>[Bedrijf]</w:t>
          </w:r>
        </w:p>
      </w:docPartBody>
    </w:docPart>
    <w:docPart>
      <w:docPartPr>
        <w:name w:val="F7E086E203DC4D60AC7419CA2B767A14"/>
        <w:category>
          <w:name w:val="Algemeen"/>
          <w:gallery w:val="placeholder"/>
        </w:category>
        <w:types>
          <w:type w:val="bbPlcHdr"/>
        </w:types>
        <w:behaviors>
          <w:behavior w:val="content"/>
        </w:behaviors>
        <w:guid w:val="{2C9AAA73-91D8-481B-A596-BCF9CA37EE84}"/>
      </w:docPartPr>
      <w:docPartBody>
        <w:p w:rsidR="003506C5" w:rsidRDefault="00195451" w:rsidP="00195451">
          <w:pPr>
            <w:pStyle w:val="F7E086E203DC4D60AC7419CA2B767A14"/>
          </w:pPr>
          <w:r w:rsidRPr="00332D02">
            <w:rPr>
              <w:rStyle w:val="Tekstvantijdelijkeaanduiding"/>
            </w:rPr>
            <w:t>[Titel]</w:t>
          </w:r>
        </w:p>
      </w:docPartBody>
    </w:docPart>
    <w:docPart>
      <w:docPartPr>
        <w:name w:val="871BB26DB7804930997A6EF4BC445B83"/>
        <w:category>
          <w:name w:val="Algemeen"/>
          <w:gallery w:val="placeholder"/>
        </w:category>
        <w:types>
          <w:type w:val="bbPlcHdr"/>
        </w:types>
        <w:behaviors>
          <w:behavior w:val="content"/>
        </w:behaviors>
        <w:guid w:val="{AE3CC6A8-E21B-4D1E-A248-C443660D42A4}"/>
      </w:docPartPr>
      <w:docPartBody>
        <w:p w:rsidR="003506C5" w:rsidRDefault="00195451" w:rsidP="00195451">
          <w:pPr>
            <w:pStyle w:val="871BB26DB7804930997A6EF4BC445B83"/>
          </w:pPr>
          <w:r w:rsidRPr="00332D02">
            <w:rPr>
              <w:rStyle w:val="Tekstvantijdelijkeaanduiding"/>
            </w:rPr>
            <w:t>[Bedrijf]</w:t>
          </w:r>
        </w:p>
      </w:docPartBody>
    </w:docPart>
    <w:docPart>
      <w:docPartPr>
        <w:name w:val="A7A9C1E9A3C5405B84C43F772E65CAE0"/>
        <w:category>
          <w:name w:val="Algemeen"/>
          <w:gallery w:val="placeholder"/>
        </w:category>
        <w:types>
          <w:type w:val="bbPlcHdr"/>
        </w:types>
        <w:behaviors>
          <w:behavior w:val="content"/>
        </w:behaviors>
        <w:guid w:val="{69B5B3E6-E3A6-4D47-919A-38727B88C758}"/>
      </w:docPartPr>
      <w:docPartBody>
        <w:p w:rsidR="003506C5" w:rsidRDefault="00195451" w:rsidP="00195451">
          <w:pPr>
            <w:pStyle w:val="A7A9C1E9A3C5405B84C43F772E65CAE0"/>
          </w:pPr>
          <w:r w:rsidRPr="00332D02">
            <w:rPr>
              <w:rStyle w:val="Tekstvantijdelijkeaanduiding"/>
            </w:rPr>
            <w:t>[Bedrijf]</w:t>
          </w:r>
        </w:p>
      </w:docPartBody>
    </w:docPart>
    <w:docPart>
      <w:docPartPr>
        <w:name w:val="B42814B25D7642ACA74965F0A61CAA18"/>
        <w:category>
          <w:name w:val="Algemeen"/>
          <w:gallery w:val="placeholder"/>
        </w:category>
        <w:types>
          <w:type w:val="bbPlcHdr"/>
        </w:types>
        <w:behaviors>
          <w:behavior w:val="content"/>
        </w:behaviors>
        <w:guid w:val="{7D844EA5-81A5-4206-A0C5-6DF272EFE1E3}"/>
      </w:docPartPr>
      <w:docPartBody>
        <w:p w:rsidR="00C53F26" w:rsidRDefault="00C53F26">
          <w:r w:rsidRPr="00457BEF">
            <w:rPr>
              <w:rStyle w:val="Tekstvantijdelijkeaanduiding"/>
            </w:rPr>
            <w:t>[Bedrijf]</w:t>
          </w:r>
        </w:p>
      </w:docPartBody>
    </w:docPart>
    <w:docPart>
      <w:docPartPr>
        <w:name w:val="CE1AFB8E0A7F44C1BA45BEC23EA5296A"/>
        <w:category>
          <w:name w:val="Algemeen"/>
          <w:gallery w:val="placeholder"/>
        </w:category>
        <w:types>
          <w:type w:val="bbPlcHdr"/>
        </w:types>
        <w:behaviors>
          <w:behavior w:val="content"/>
        </w:behaviors>
        <w:guid w:val="{923FDB67-E839-4978-B5E0-3EA105A9BA3F}"/>
      </w:docPartPr>
      <w:docPartBody>
        <w:p w:rsidR="00C53F26" w:rsidRDefault="00C53F26">
          <w:r w:rsidRPr="00457BEF">
            <w:rPr>
              <w:rStyle w:val="Tekstvantijdelijkeaanduiding"/>
            </w:rPr>
            <w:t>[Bedrijf]</w:t>
          </w:r>
        </w:p>
      </w:docPartBody>
    </w:docPart>
    <w:docPart>
      <w:docPartPr>
        <w:name w:val="46D8FF239A0942C4983189FC5A6E8758"/>
        <w:category>
          <w:name w:val="Algemeen"/>
          <w:gallery w:val="placeholder"/>
        </w:category>
        <w:types>
          <w:type w:val="bbPlcHdr"/>
        </w:types>
        <w:behaviors>
          <w:behavior w:val="content"/>
        </w:behaviors>
        <w:guid w:val="{3A3CA973-B016-4943-9B1B-AEF551EDBBE1}"/>
      </w:docPartPr>
      <w:docPartBody>
        <w:p w:rsidR="00C53F26" w:rsidRDefault="00C53F26">
          <w:r w:rsidRPr="00457BEF">
            <w:rPr>
              <w:rStyle w:val="Tekstvantijdelijkeaanduiding"/>
            </w:rPr>
            <w:t>[Bedrijf]</w:t>
          </w:r>
        </w:p>
      </w:docPartBody>
    </w:docPart>
    <w:docPart>
      <w:docPartPr>
        <w:name w:val="7A31662C40DF418A8223DB89A38D8B79"/>
        <w:category>
          <w:name w:val="Algemeen"/>
          <w:gallery w:val="placeholder"/>
        </w:category>
        <w:types>
          <w:type w:val="bbPlcHdr"/>
        </w:types>
        <w:behaviors>
          <w:behavior w:val="content"/>
        </w:behaviors>
        <w:guid w:val="{E4661242-3364-4807-AF26-E30D5B82813C}"/>
      </w:docPartPr>
      <w:docPartBody>
        <w:p w:rsidR="00C53F26" w:rsidRDefault="00C53F26">
          <w:r w:rsidRPr="00457BEF">
            <w:rPr>
              <w:rStyle w:val="Tekstvantijdelijkeaanduiding"/>
            </w:rPr>
            <w:t>[Bedrijf]</w:t>
          </w:r>
        </w:p>
      </w:docPartBody>
    </w:docPart>
    <w:docPart>
      <w:docPartPr>
        <w:name w:val="DF4A65C8FFF9426398616CFB361AC5AC"/>
        <w:category>
          <w:name w:val="Algemeen"/>
          <w:gallery w:val="placeholder"/>
        </w:category>
        <w:types>
          <w:type w:val="bbPlcHdr"/>
        </w:types>
        <w:behaviors>
          <w:behavior w:val="content"/>
        </w:behaviors>
        <w:guid w:val="{D3DE71B8-5CBF-460F-9F1F-CA82A9ECEDFD}"/>
      </w:docPartPr>
      <w:docPartBody>
        <w:p w:rsidR="00164F70" w:rsidRDefault="004D5D96">
          <w:r w:rsidRPr="00DE78A5">
            <w:rPr>
              <w:rStyle w:val="Tekstvantijdelijkeaanduiding"/>
            </w:rPr>
            <w:t>[Bedrijf]</w:t>
          </w:r>
        </w:p>
      </w:docPartBody>
    </w:docPart>
    <w:docPart>
      <w:docPartPr>
        <w:name w:val="419DA7E83CB44C668E9BA2E9045095EC"/>
        <w:category>
          <w:name w:val="Algemeen"/>
          <w:gallery w:val="placeholder"/>
        </w:category>
        <w:types>
          <w:type w:val="bbPlcHdr"/>
        </w:types>
        <w:behaviors>
          <w:behavior w:val="content"/>
        </w:behaviors>
        <w:guid w:val="{A49CB518-8E80-43A2-89E6-AF444C392C14}"/>
      </w:docPartPr>
      <w:docPartBody>
        <w:p w:rsidR="00164F70" w:rsidRDefault="004D5D96">
          <w:r w:rsidRPr="00DE78A5">
            <w:rPr>
              <w:rStyle w:val="Tekstvantijdelijkeaanduiding"/>
            </w:rPr>
            <w:t>[Bedrijf]</w:t>
          </w:r>
        </w:p>
      </w:docPartBody>
    </w:docPart>
    <w:docPart>
      <w:docPartPr>
        <w:name w:val="BC99D84A089144A9B0B745FA1C6BDCD9"/>
        <w:category>
          <w:name w:val="Algemeen"/>
          <w:gallery w:val="placeholder"/>
        </w:category>
        <w:types>
          <w:type w:val="bbPlcHdr"/>
        </w:types>
        <w:behaviors>
          <w:behavior w:val="content"/>
        </w:behaviors>
        <w:guid w:val="{0011898E-EC78-4B6E-BEF5-58074D043866}"/>
      </w:docPartPr>
      <w:docPartBody>
        <w:p w:rsidR="00164F70" w:rsidRDefault="004D5D96" w:rsidP="004D5D96">
          <w:pPr>
            <w:pStyle w:val="BC99D84A089144A9B0B745FA1C6BDCD9"/>
          </w:pPr>
          <w:r w:rsidRPr="00DE78A5">
            <w:rPr>
              <w:rStyle w:val="Tekstvantijdelijkeaanduiding"/>
            </w:rPr>
            <w:t>[Bedrijf]</w:t>
          </w:r>
        </w:p>
      </w:docPartBody>
    </w:docPart>
    <w:docPart>
      <w:docPartPr>
        <w:name w:val="BF8F8E5F1C2C4B7C9320279972B256C9"/>
        <w:category>
          <w:name w:val="Algemeen"/>
          <w:gallery w:val="placeholder"/>
        </w:category>
        <w:types>
          <w:type w:val="bbPlcHdr"/>
        </w:types>
        <w:behaviors>
          <w:behavior w:val="content"/>
        </w:behaviors>
        <w:guid w:val="{FD96306F-76E2-4EE0-A614-0FA093414882}"/>
      </w:docPartPr>
      <w:docPartBody>
        <w:p w:rsidR="00F75D1A" w:rsidRDefault="00701C98" w:rsidP="00701C98">
          <w:pPr>
            <w:pStyle w:val="BF8F8E5F1C2C4B7C9320279972B256C9"/>
          </w:pPr>
          <w:r w:rsidRPr="00A54979">
            <w:rPr>
              <w:rStyle w:val="Tekstvantijdelijkeaanduiding"/>
            </w:rPr>
            <w:t>[Bedrijf]</w:t>
          </w:r>
        </w:p>
      </w:docPartBody>
    </w:docPart>
    <w:docPart>
      <w:docPartPr>
        <w:name w:val="0555792B6DA14500A7F00A66211695D9"/>
        <w:category>
          <w:name w:val="Algemeen"/>
          <w:gallery w:val="placeholder"/>
        </w:category>
        <w:types>
          <w:type w:val="bbPlcHdr"/>
        </w:types>
        <w:behaviors>
          <w:behavior w:val="content"/>
        </w:behaviors>
        <w:guid w:val="{E8D8A58D-2A79-4D2F-8C70-BD7928E5A601}"/>
      </w:docPartPr>
      <w:docPartBody>
        <w:p w:rsidR="00F75D1A" w:rsidRDefault="00701C98" w:rsidP="00701C98">
          <w:pPr>
            <w:pStyle w:val="0555792B6DA14500A7F00A66211695D9"/>
          </w:pPr>
          <w:r w:rsidRPr="00A54979">
            <w:rPr>
              <w:rStyle w:val="Tekstvantijdelijkeaanduiding"/>
            </w:rPr>
            <w:t>[Bedrijf]</w:t>
          </w:r>
        </w:p>
      </w:docPartBody>
    </w:docPart>
    <w:docPart>
      <w:docPartPr>
        <w:name w:val="070A369B7C2544ACAA23C948B9155D7E"/>
        <w:category>
          <w:name w:val="Algemeen"/>
          <w:gallery w:val="placeholder"/>
        </w:category>
        <w:types>
          <w:type w:val="bbPlcHdr"/>
        </w:types>
        <w:behaviors>
          <w:behavior w:val="content"/>
        </w:behaviors>
        <w:guid w:val="{0180B0D0-27F1-4CE9-B62F-383A0E1617F3}"/>
      </w:docPartPr>
      <w:docPartBody>
        <w:p w:rsidR="00F75D1A" w:rsidRDefault="00701C98" w:rsidP="00701C98">
          <w:pPr>
            <w:pStyle w:val="070A369B7C2544ACAA23C948B9155D7E"/>
          </w:pPr>
          <w:r w:rsidRPr="00A54979">
            <w:rPr>
              <w:rStyle w:val="Tekstvantijdelijkeaanduiding"/>
            </w:rPr>
            <w:t>[Bedrijf]</w:t>
          </w:r>
        </w:p>
      </w:docPartBody>
    </w:docPart>
    <w:docPart>
      <w:docPartPr>
        <w:name w:val="D9E287823E504B33868EC41457B8A35D"/>
        <w:category>
          <w:name w:val="Algemeen"/>
          <w:gallery w:val="placeholder"/>
        </w:category>
        <w:types>
          <w:type w:val="bbPlcHdr"/>
        </w:types>
        <w:behaviors>
          <w:behavior w:val="content"/>
        </w:behaviors>
        <w:guid w:val="{F18BFCC8-6DF6-4D5F-A261-9093CDCF49F6}"/>
      </w:docPartPr>
      <w:docPartBody>
        <w:p w:rsidR="00F75D1A" w:rsidRDefault="00701C98" w:rsidP="00701C98">
          <w:pPr>
            <w:pStyle w:val="D9E287823E504B33868EC41457B8A35D"/>
          </w:pPr>
          <w:r w:rsidRPr="00A54979">
            <w:rPr>
              <w:rStyle w:val="Tekstvantijdelijkeaanduiding"/>
            </w:rPr>
            <w:t>[Bedrijf]</w:t>
          </w:r>
        </w:p>
      </w:docPartBody>
    </w:docPart>
    <w:docPart>
      <w:docPartPr>
        <w:name w:val="A22CEDC9002B43F6ADEC43F6E0F53B01"/>
        <w:category>
          <w:name w:val="Algemeen"/>
          <w:gallery w:val="placeholder"/>
        </w:category>
        <w:types>
          <w:type w:val="bbPlcHdr"/>
        </w:types>
        <w:behaviors>
          <w:behavior w:val="content"/>
        </w:behaviors>
        <w:guid w:val="{27A14F96-1C9A-4F0A-A2A4-A24C86CAEE88}"/>
      </w:docPartPr>
      <w:docPartBody>
        <w:p w:rsidR="00E447C5" w:rsidRDefault="00C37C7E">
          <w:r w:rsidRPr="00AC6385">
            <w:rPr>
              <w:rStyle w:val="Tekstvantijdelijkeaanduiding"/>
            </w:rPr>
            <w:t>[Bedrijf]</w:t>
          </w:r>
        </w:p>
      </w:docPartBody>
    </w:docPart>
    <w:docPart>
      <w:docPartPr>
        <w:name w:val="775D2081E6E746E3AFC6EC84AE94D6AC"/>
        <w:category>
          <w:name w:val="Algemeen"/>
          <w:gallery w:val="placeholder"/>
        </w:category>
        <w:types>
          <w:type w:val="bbPlcHdr"/>
        </w:types>
        <w:behaviors>
          <w:behavior w:val="content"/>
        </w:behaviors>
        <w:guid w:val="{C7D18E5B-FF18-410E-9460-681D6D9415D9}"/>
      </w:docPartPr>
      <w:docPartBody>
        <w:p w:rsidR="00E447C5" w:rsidRDefault="00C37C7E">
          <w:r w:rsidRPr="00AC6385">
            <w:rPr>
              <w:rStyle w:val="Tekstvantijdelijkeaanduiding"/>
            </w:rPr>
            <w:t>[Bedrijf]</w:t>
          </w:r>
        </w:p>
      </w:docPartBody>
    </w:docPart>
    <w:docPart>
      <w:docPartPr>
        <w:name w:val="3CA475DCC0834280A589A62289A3D588"/>
        <w:category>
          <w:name w:val="Algemeen"/>
          <w:gallery w:val="placeholder"/>
        </w:category>
        <w:types>
          <w:type w:val="bbPlcHdr"/>
        </w:types>
        <w:behaviors>
          <w:behavior w:val="content"/>
        </w:behaviors>
        <w:guid w:val="{2F8E172A-5BB8-4BA3-A9E7-114B8F3B344D}"/>
      </w:docPartPr>
      <w:docPartBody>
        <w:p w:rsidR="00E447C5" w:rsidRDefault="00C37C7E">
          <w:r w:rsidRPr="00AC6385">
            <w:rPr>
              <w:rStyle w:val="Tekstvantijdelijkeaanduiding"/>
            </w:rPr>
            <w:t>[Bedrijf]</w:t>
          </w:r>
        </w:p>
      </w:docPartBody>
    </w:docPart>
    <w:docPart>
      <w:docPartPr>
        <w:name w:val="D11F8E1FC2EE41678CF74F2B8705D75F"/>
        <w:category>
          <w:name w:val="Algemeen"/>
          <w:gallery w:val="placeholder"/>
        </w:category>
        <w:types>
          <w:type w:val="bbPlcHdr"/>
        </w:types>
        <w:behaviors>
          <w:behavior w:val="content"/>
        </w:behaviors>
        <w:guid w:val="{FF109B71-DF5E-4A80-A096-7137ADE3DAD2}"/>
      </w:docPartPr>
      <w:docPartBody>
        <w:p w:rsidR="00E447C5" w:rsidRDefault="00C37C7E">
          <w:r w:rsidRPr="00AC6385">
            <w:rPr>
              <w:rStyle w:val="Tekstvantijdelijkeaanduiding"/>
            </w:rPr>
            <w:t>[Bedrijf]</w:t>
          </w:r>
        </w:p>
      </w:docPartBody>
    </w:docPart>
    <w:docPart>
      <w:docPartPr>
        <w:name w:val="F62A43E05EC7481E84C33B5EB96D8FAF"/>
        <w:category>
          <w:name w:val="Algemeen"/>
          <w:gallery w:val="placeholder"/>
        </w:category>
        <w:types>
          <w:type w:val="bbPlcHdr"/>
        </w:types>
        <w:behaviors>
          <w:behavior w:val="content"/>
        </w:behaviors>
        <w:guid w:val="{D5D4A1A6-3273-4770-A4AE-BC83598274B5}"/>
      </w:docPartPr>
      <w:docPartBody>
        <w:p w:rsidR="00E447C5" w:rsidRDefault="00C37C7E">
          <w:r w:rsidRPr="00AC6385">
            <w:rPr>
              <w:rStyle w:val="Tekstvantijdelijkeaanduiding"/>
            </w:rPr>
            <w:t>[Bedrijf]</w:t>
          </w:r>
        </w:p>
      </w:docPartBody>
    </w:docPart>
    <w:docPart>
      <w:docPartPr>
        <w:name w:val="716BACB25E374FEF9F594C441F27BC16"/>
        <w:category>
          <w:name w:val="Algemeen"/>
          <w:gallery w:val="placeholder"/>
        </w:category>
        <w:types>
          <w:type w:val="bbPlcHdr"/>
        </w:types>
        <w:behaviors>
          <w:behavior w:val="content"/>
        </w:behaviors>
        <w:guid w:val="{41D00045-91A9-49A9-9942-6365A582000E}"/>
      </w:docPartPr>
      <w:docPartBody>
        <w:p w:rsidR="00E447C5" w:rsidRDefault="00C37C7E">
          <w:r w:rsidRPr="00AC6385">
            <w:rPr>
              <w:rStyle w:val="Tekstvantijdelijkeaanduiding"/>
            </w:rPr>
            <w:t>[Bedrijf]</w:t>
          </w:r>
        </w:p>
      </w:docPartBody>
    </w:docPart>
    <w:docPart>
      <w:docPartPr>
        <w:name w:val="FC86E6661AF54664885FAF635278C431"/>
        <w:category>
          <w:name w:val="Algemeen"/>
          <w:gallery w:val="placeholder"/>
        </w:category>
        <w:types>
          <w:type w:val="bbPlcHdr"/>
        </w:types>
        <w:behaviors>
          <w:behavior w:val="content"/>
        </w:behaviors>
        <w:guid w:val="{DB14300B-080E-4CFB-BA1E-228E28F09CFF}"/>
      </w:docPartPr>
      <w:docPartBody>
        <w:p w:rsidR="00E447C5" w:rsidRDefault="00C37C7E">
          <w:r w:rsidRPr="00AC6385">
            <w:rPr>
              <w:rStyle w:val="Tekstvantijdelijkeaanduiding"/>
            </w:rPr>
            <w:t>[Bedrijf]</w:t>
          </w:r>
        </w:p>
      </w:docPartBody>
    </w:docPart>
    <w:docPart>
      <w:docPartPr>
        <w:name w:val="0CDEE88375EE40C0A0780DEF4F8D638D"/>
        <w:category>
          <w:name w:val="Algemeen"/>
          <w:gallery w:val="placeholder"/>
        </w:category>
        <w:types>
          <w:type w:val="bbPlcHdr"/>
        </w:types>
        <w:behaviors>
          <w:behavior w:val="content"/>
        </w:behaviors>
        <w:guid w:val="{6AA86E11-37B1-4BC4-9E7D-C570A72ED58A}"/>
      </w:docPartPr>
      <w:docPartBody>
        <w:p w:rsidR="00E447C5" w:rsidRDefault="00C37C7E">
          <w:r w:rsidRPr="00AC6385">
            <w:rPr>
              <w:rStyle w:val="Tekstvantijdelijkeaanduiding"/>
            </w:rPr>
            <w:t>[Bedrijf]</w:t>
          </w:r>
        </w:p>
      </w:docPartBody>
    </w:docPart>
    <w:docPart>
      <w:docPartPr>
        <w:name w:val="9E03877C5526402EB59A4A25AEFEFB1B"/>
        <w:category>
          <w:name w:val="Algemeen"/>
          <w:gallery w:val="placeholder"/>
        </w:category>
        <w:types>
          <w:type w:val="bbPlcHdr"/>
        </w:types>
        <w:behaviors>
          <w:behavior w:val="content"/>
        </w:behaviors>
        <w:guid w:val="{BD7C478D-2FF1-4972-B1B8-48C4C2E250B4}"/>
      </w:docPartPr>
      <w:docPartBody>
        <w:p w:rsidR="002F17B7" w:rsidRDefault="00DC1B02">
          <w:r w:rsidRPr="00455FD2">
            <w:rPr>
              <w:rStyle w:val="Tekstvantijdelijkeaanduiding"/>
            </w:rPr>
            <w:t>[Bedrijf]</w:t>
          </w:r>
        </w:p>
      </w:docPartBody>
    </w:docPart>
    <w:docPart>
      <w:docPartPr>
        <w:name w:val="ACD4994BC68841249A0C576B6FC1EC2D"/>
        <w:category>
          <w:name w:val="Algemeen"/>
          <w:gallery w:val="placeholder"/>
        </w:category>
        <w:types>
          <w:type w:val="bbPlcHdr"/>
        </w:types>
        <w:behaviors>
          <w:behavior w:val="content"/>
        </w:behaviors>
        <w:guid w:val="{042967A6-F6BE-4B82-BED5-A26FE71F83E9}"/>
      </w:docPartPr>
      <w:docPartBody>
        <w:p w:rsidR="002F17B7" w:rsidRDefault="00DC1B02">
          <w:r w:rsidRPr="00455FD2">
            <w:rPr>
              <w:rStyle w:val="Tekstvantijdelijkeaanduiding"/>
            </w:rPr>
            <w:t>[Bedrijf]</w:t>
          </w:r>
        </w:p>
      </w:docPartBody>
    </w:docPart>
    <w:docPart>
      <w:docPartPr>
        <w:name w:val="74E1529E21AC437C8E6267EB6D9AC930"/>
        <w:category>
          <w:name w:val="Algemeen"/>
          <w:gallery w:val="placeholder"/>
        </w:category>
        <w:types>
          <w:type w:val="bbPlcHdr"/>
        </w:types>
        <w:behaviors>
          <w:behavior w:val="content"/>
        </w:behaviors>
        <w:guid w:val="{5D33D9BD-201D-4103-BF71-0AA95D0CB10C}"/>
      </w:docPartPr>
      <w:docPartBody>
        <w:p w:rsidR="002F17B7" w:rsidRDefault="00DC1B02">
          <w:r w:rsidRPr="00455FD2">
            <w:rPr>
              <w:rStyle w:val="Tekstvantijdelijkeaanduiding"/>
            </w:rPr>
            <w:t>[Titel]</w:t>
          </w:r>
        </w:p>
      </w:docPartBody>
    </w:docPart>
    <w:docPart>
      <w:docPartPr>
        <w:name w:val="287713580C214DA8B840B67D2DAFD9B6"/>
        <w:category>
          <w:name w:val="Algemeen"/>
          <w:gallery w:val="placeholder"/>
        </w:category>
        <w:types>
          <w:type w:val="bbPlcHdr"/>
        </w:types>
        <w:behaviors>
          <w:behavior w:val="content"/>
        </w:behaviors>
        <w:guid w:val="{06283C4E-C9FC-402C-AB17-A038ED22921B}"/>
      </w:docPartPr>
      <w:docPartBody>
        <w:p w:rsidR="00767063" w:rsidRDefault="00B54941">
          <w:r w:rsidRPr="00305F4A">
            <w:rPr>
              <w:rStyle w:val="Tekstvantijdelijkeaanduiding"/>
            </w:rPr>
            <w:t>[Bedrijf]</w:t>
          </w:r>
        </w:p>
      </w:docPartBody>
    </w:docPart>
    <w:docPart>
      <w:docPartPr>
        <w:name w:val="39723040167B4D04A8C852F697BBC696"/>
        <w:category>
          <w:name w:val="Algemeen"/>
          <w:gallery w:val="placeholder"/>
        </w:category>
        <w:types>
          <w:type w:val="bbPlcHdr"/>
        </w:types>
        <w:behaviors>
          <w:behavior w:val="content"/>
        </w:behaviors>
        <w:guid w:val="{4E824252-2A4C-46DD-8AF5-7D3B12F4941D}"/>
      </w:docPartPr>
      <w:docPartBody>
        <w:p w:rsidR="003312CB" w:rsidRDefault="00CE667B" w:rsidP="00CE667B">
          <w:pPr>
            <w:pStyle w:val="39723040167B4D04A8C852F697BBC696"/>
          </w:pPr>
          <w:r w:rsidRPr="00A54979">
            <w:rPr>
              <w:rStyle w:val="Tekstvantijdelijkeaanduiding"/>
            </w:rPr>
            <w:t>[Bedrijf]</w:t>
          </w:r>
        </w:p>
      </w:docPartBody>
    </w:docPart>
    <w:docPart>
      <w:docPartPr>
        <w:name w:val="5FD0C643B1E6482FB1FF7E06E72CBD02"/>
        <w:category>
          <w:name w:val="Algemeen"/>
          <w:gallery w:val="placeholder"/>
        </w:category>
        <w:types>
          <w:type w:val="bbPlcHdr"/>
        </w:types>
        <w:behaviors>
          <w:behavior w:val="content"/>
        </w:behaviors>
        <w:guid w:val="{6EF7FD12-9BE4-480E-B8C5-27303A83DAFF}"/>
      </w:docPartPr>
      <w:docPartBody>
        <w:p w:rsidR="003312CB" w:rsidRDefault="00CE667B" w:rsidP="00CE667B">
          <w:pPr>
            <w:pStyle w:val="5FD0C643B1E6482FB1FF7E06E72CBD02"/>
          </w:pPr>
          <w:r w:rsidRPr="00720583">
            <w:rPr>
              <w:rStyle w:val="Tekstvantijdelijkeaanduiding"/>
            </w:rPr>
            <w:t>[Bedrijf]</w:t>
          </w:r>
        </w:p>
      </w:docPartBody>
    </w:docPart>
    <w:docPart>
      <w:docPartPr>
        <w:name w:val="97800AFB90FC415E9E34393853B6B30E"/>
        <w:category>
          <w:name w:val="Algemeen"/>
          <w:gallery w:val="placeholder"/>
        </w:category>
        <w:types>
          <w:type w:val="bbPlcHdr"/>
        </w:types>
        <w:behaviors>
          <w:behavior w:val="content"/>
        </w:behaviors>
        <w:guid w:val="{70606A62-1367-45E1-BEA4-73412B73706B}"/>
      </w:docPartPr>
      <w:docPartBody>
        <w:p w:rsidR="003312CB" w:rsidRDefault="00CE667B" w:rsidP="00CE667B">
          <w:pPr>
            <w:pStyle w:val="97800AFB90FC415E9E34393853B6B30E"/>
          </w:pPr>
          <w:r w:rsidRPr="00A54979">
            <w:rPr>
              <w:rStyle w:val="Tekstvantijdelijkeaanduiding"/>
            </w:rPr>
            <w:t>[Bedrijf]</w:t>
          </w:r>
        </w:p>
      </w:docPartBody>
    </w:docPart>
    <w:docPart>
      <w:docPartPr>
        <w:name w:val="316B5F390FC6439C806871542A6FB09D"/>
        <w:category>
          <w:name w:val="Algemeen"/>
          <w:gallery w:val="placeholder"/>
        </w:category>
        <w:types>
          <w:type w:val="bbPlcHdr"/>
        </w:types>
        <w:behaviors>
          <w:behavior w:val="content"/>
        </w:behaviors>
        <w:guid w:val="{71B214CC-28D7-43A0-B5A7-DE53F2AEEE84}"/>
      </w:docPartPr>
      <w:docPartBody>
        <w:p w:rsidR="003312CB" w:rsidRDefault="00CE667B" w:rsidP="00CE667B">
          <w:pPr>
            <w:pStyle w:val="316B5F390FC6439C806871542A6FB09D"/>
          </w:pPr>
          <w:r w:rsidRPr="00A54979">
            <w:rPr>
              <w:rStyle w:val="Tekstvantijdelijkeaanduiding"/>
            </w:rPr>
            <w:t>[Bedrijf]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08E"/>
    <w:rsid w:val="000839BC"/>
    <w:rsid w:val="00094607"/>
    <w:rsid w:val="001076B1"/>
    <w:rsid w:val="00164F70"/>
    <w:rsid w:val="0017757A"/>
    <w:rsid w:val="00193ED5"/>
    <w:rsid w:val="00195451"/>
    <w:rsid w:val="00197279"/>
    <w:rsid w:val="001B36EA"/>
    <w:rsid w:val="001E0DA0"/>
    <w:rsid w:val="00206113"/>
    <w:rsid w:val="00241F28"/>
    <w:rsid w:val="002A12CD"/>
    <w:rsid w:val="002F121F"/>
    <w:rsid w:val="002F17B7"/>
    <w:rsid w:val="003140EE"/>
    <w:rsid w:val="003312CB"/>
    <w:rsid w:val="00347E2D"/>
    <w:rsid w:val="003506C5"/>
    <w:rsid w:val="004642B3"/>
    <w:rsid w:val="004D5D96"/>
    <w:rsid w:val="00510F31"/>
    <w:rsid w:val="00533180"/>
    <w:rsid w:val="005D5D24"/>
    <w:rsid w:val="005E1BA0"/>
    <w:rsid w:val="00617EC5"/>
    <w:rsid w:val="00623F27"/>
    <w:rsid w:val="00632CD6"/>
    <w:rsid w:val="006557D0"/>
    <w:rsid w:val="006E0559"/>
    <w:rsid w:val="00701C98"/>
    <w:rsid w:val="00706EA7"/>
    <w:rsid w:val="0071041E"/>
    <w:rsid w:val="0074445B"/>
    <w:rsid w:val="00752833"/>
    <w:rsid w:val="00767063"/>
    <w:rsid w:val="00790EFD"/>
    <w:rsid w:val="008679FE"/>
    <w:rsid w:val="008F283F"/>
    <w:rsid w:val="00915959"/>
    <w:rsid w:val="00954F41"/>
    <w:rsid w:val="009976BF"/>
    <w:rsid w:val="00A311C7"/>
    <w:rsid w:val="00A9488C"/>
    <w:rsid w:val="00A95820"/>
    <w:rsid w:val="00B54941"/>
    <w:rsid w:val="00B95A6A"/>
    <w:rsid w:val="00B964B4"/>
    <w:rsid w:val="00B966AF"/>
    <w:rsid w:val="00C13725"/>
    <w:rsid w:val="00C37C7E"/>
    <w:rsid w:val="00C53F26"/>
    <w:rsid w:val="00C6078C"/>
    <w:rsid w:val="00C71E7B"/>
    <w:rsid w:val="00C86647"/>
    <w:rsid w:val="00C93711"/>
    <w:rsid w:val="00CA3702"/>
    <w:rsid w:val="00CB7487"/>
    <w:rsid w:val="00CE667B"/>
    <w:rsid w:val="00D42ED1"/>
    <w:rsid w:val="00D4408E"/>
    <w:rsid w:val="00D4731F"/>
    <w:rsid w:val="00DC1B02"/>
    <w:rsid w:val="00DE532D"/>
    <w:rsid w:val="00DE62F1"/>
    <w:rsid w:val="00E0200F"/>
    <w:rsid w:val="00E06B11"/>
    <w:rsid w:val="00E26425"/>
    <w:rsid w:val="00E447C5"/>
    <w:rsid w:val="00E51C96"/>
    <w:rsid w:val="00E6578D"/>
    <w:rsid w:val="00E83A76"/>
    <w:rsid w:val="00EA5F07"/>
    <w:rsid w:val="00EE7740"/>
    <w:rsid w:val="00F15102"/>
    <w:rsid w:val="00F2083A"/>
    <w:rsid w:val="00F21608"/>
    <w:rsid w:val="00F2239B"/>
    <w:rsid w:val="00F265ED"/>
    <w:rsid w:val="00F418B4"/>
    <w:rsid w:val="00F75D1A"/>
    <w:rsid w:val="00FA2590"/>
    <w:rsid w:val="00FA53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L" w:eastAsia="en-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E667B"/>
    <w:rPr>
      <w:color w:val="666666"/>
    </w:rPr>
  </w:style>
  <w:style w:type="paragraph" w:customStyle="1" w:styleId="14C137126FAA4DE1979E4D4066763802">
    <w:name w:val="14C137126FAA4DE1979E4D4066763802"/>
    <w:rsid w:val="00195451"/>
  </w:style>
  <w:style w:type="paragraph" w:customStyle="1" w:styleId="2F602A05379D44019F17F0F7C1B4BC1F">
    <w:name w:val="2F602A05379D44019F17F0F7C1B4BC1F"/>
    <w:rsid w:val="00195451"/>
  </w:style>
  <w:style w:type="paragraph" w:customStyle="1" w:styleId="F7E086E203DC4D60AC7419CA2B767A14">
    <w:name w:val="F7E086E203DC4D60AC7419CA2B767A14"/>
    <w:rsid w:val="00195451"/>
  </w:style>
  <w:style w:type="paragraph" w:customStyle="1" w:styleId="871BB26DB7804930997A6EF4BC445B83">
    <w:name w:val="871BB26DB7804930997A6EF4BC445B83"/>
    <w:rsid w:val="00195451"/>
  </w:style>
  <w:style w:type="paragraph" w:customStyle="1" w:styleId="A7A9C1E9A3C5405B84C43F772E65CAE0">
    <w:name w:val="A7A9C1E9A3C5405B84C43F772E65CAE0"/>
    <w:rsid w:val="00195451"/>
  </w:style>
  <w:style w:type="paragraph" w:customStyle="1" w:styleId="BC99D84A089144A9B0B745FA1C6BDCD9">
    <w:name w:val="BC99D84A089144A9B0B745FA1C6BDCD9"/>
    <w:rsid w:val="004D5D96"/>
  </w:style>
  <w:style w:type="paragraph" w:customStyle="1" w:styleId="BF8F8E5F1C2C4B7C9320279972B256C9">
    <w:name w:val="BF8F8E5F1C2C4B7C9320279972B256C9"/>
    <w:rsid w:val="00701C98"/>
  </w:style>
  <w:style w:type="paragraph" w:customStyle="1" w:styleId="0555792B6DA14500A7F00A66211695D9">
    <w:name w:val="0555792B6DA14500A7F00A66211695D9"/>
    <w:rsid w:val="00701C98"/>
  </w:style>
  <w:style w:type="paragraph" w:customStyle="1" w:styleId="070A369B7C2544ACAA23C948B9155D7E">
    <w:name w:val="070A369B7C2544ACAA23C948B9155D7E"/>
    <w:rsid w:val="00701C98"/>
  </w:style>
  <w:style w:type="paragraph" w:customStyle="1" w:styleId="D9E287823E504B33868EC41457B8A35D">
    <w:name w:val="D9E287823E504B33868EC41457B8A35D"/>
    <w:rsid w:val="00701C98"/>
  </w:style>
  <w:style w:type="paragraph" w:customStyle="1" w:styleId="39723040167B4D04A8C852F697BBC696">
    <w:name w:val="39723040167B4D04A8C852F697BBC696"/>
    <w:rsid w:val="00CE667B"/>
  </w:style>
  <w:style w:type="paragraph" w:customStyle="1" w:styleId="5FD0C643B1E6482FB1FF7E06E72CBD02">
    <w:name w:val="5FD0C643B1E6482FB1FF7E06E72CBD02"/>
    <w:rsid w:val="00CE667B"/>
  </w:style>
  <w:style w:type="paragraph" w:customStyle="1" w:styleId="97800AFB90FC415E9E34393853B6B30E">
    <w:name w:val="97800AFB90FC415E9E34393853B6B30E"/>
    <w:rsid w:val="00CE667B"/>
  </w:style>
  <w:style w:type="paragraph" w:customStyle="1" w:styleId="316B5F390FC6439C806871542A6FB09D">
    <w:name w:val="316B5F390FC6439C806871542A6FB09D"/>
    <w:rsid w:val="00CE66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80d26b7-0539-4bc0-b522-4f610c4eb5c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D1394A877C0645A3DFD763CEE1FA52" ma:contentTypeVersion="13" ma:contentTypeDescription="Een nieuw document maken." ma:contentTypeScope="" ma:versionID="cfbb42a19e294da56ccaf48618d4e7ce">
  <xsd:schema xmlns:xsd="http://www.w3.org/2001/XMLSchema" xmlns:xs="http://www.w3.org/2001/XMLSchema" xmlns:p="http://schemas.microsoft.com/office/2006/metadata/properties" xmlns:ns3="b80d26b7-0539-4bc0-b522-4f610c4eb5cc" xmlns:ns4="90ccb129-779f-4042-9891-5a9416d3df6f" targetNamespace="http://schemas.microsoft.com/office/2006/metadata/properties" ma:root="true" ma:fieldsID="6b81da3ce6cb2571bdcee705d98fe23e" ns3:_="" ns4:_="">
    <xsd:import namespace="b80d26b7-0539-4bc0-b522-4f610c4eb5cc"/>
    <xsd:import namespace="90ccb129-779f-4042-9891-5a9416d3df6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26b7-0539-4bc0-b522-4f610c4eb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ccb129-779f-4042-9891-5a9416d3df6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SharingHintHash" ma:index="1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FA407-DD2D-4166-8503-8EBB4ABB691B}">
  <ds:schemaRefs>
    <ds:schemaRef ds:uri="http://schemas.microsoft.com/office/2006/metadata/properties"/>
    <ds:schemaRef ds:uri="http://schemas.microsoft.com/office/infopath/2007/PartnerControls"/>
    <ds:schemaRef ds:uri="b80d26b7-0539-4bc0-b522-4f610c4eb5cc"/>
  </ds:schemaRefs>
</ds:datastoreItem>
</file>

<file path=customXml/itemProps2.xml><?xml version="1.0" encoding="utf-8"?>
<ds:datastoreItem xmlns:ds="http://schemas.openxmlformats.org/officeDocument/2006/customXml" ds:itemID="{A9A7B307-96CF-4D1C-B0DA-6A4F668A4438}">
  <ds:schemaRefs>
    <ds:schemaRef ds:uri="http://schemas.microsoft.com/sharepoint/v3/contenttype/forms"/>
  </ds:schemaRefs>
</ds:datastoreItem>
</file>

<file path=customXml/itemProps3.xml><?xml version="1.0" encoding="utf-8"?>
<ds:datastoreItem xmlns:ds="http://schemas.openxmlformats.org/officeDocument/2006/customXml" ds:itemID="{3698B80B-2AB0-4821-BCC6-0C2F81088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26b7-0539-4bc0-b522-4f610c4eb5cc"/>
    <ds:schemaRef ds:uri="90ccb129-779f-4042-9891-5a9416d3d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D9E454-6153-4361-B679-419BDEE11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42</Pages>
  <Words>13150</Words>
  <Characters>74961</Characters>
  <Application>Microsoft Office Word</Application>
  <DocSecurity>0</DocSecurity>
  <Lines>624</Lines>
  <Paragraphs>175</Paragraphs>
  <ScaleCrop>false</ScaleCrop>
  <HeadingPairs>
    <vt:vector size="2" baseType="variant">
      <vt:variant>
        <vt:lpstr>Titel</vt:lpstr>
      </vt:variant>
      <vt:variant>
        <vt:i4>1</vt:i4>
      </vt:variant>
    </vt:vector>
  </HeadingPairs>
  <TitlesOfParts>
    <vt:vector size="1" baseType="lpstr">
      <vt:lpstr>Bedrijfshandboek</vt:lpstr>
    </vt:vector>
  </TitlesOfParts>
  <Company>[Organisatie]</Company>
  <LinksUpToDate>false</LinksUpToDate>
  <CharactersWithSpaces>87936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Bedrijfshandboek</dc:title>
  <dc:subject/>
  <dc:creator/>
  <cp:keywords/>
  <dc:description/>
  <cp:lastModifiedBy>Ronald Spruit</cp:lastModifiedBy>
  <cp:revision>936</cp:revision>
  <dcterms:created xsi:type="dcterms:W3CDTF">2023-12-09T20:27:00Z</dcterms:created>
  <dcterms:modified xsi:type="dcterms:W3CDTF">2025-07-26T19:40:00Z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0x010100E6D1394A877C0645A3DFD763CEE1FA52</vt:lpwstr>
  </property>
</Properties>
</file>